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4CDFF" w14:textId="60C96445" w:rsidR="00D90F73" w:rsidRPr="00BD118B" w:rsidRDefault="00047228" w:rsidP="002834B5">
      <w:pPr>
        <w:pStyle w:val="PMHeadline1"/>
        <w:rPr>
          <w:rFonts w:ascii="Arial" w:hAnsi="Arial" w:cs="Arial"/>
        </w:rPr>
      </w:pPr>
      <w:r>
        <w:rPr>
          <w:rFonts w:ascii="Arial" w:hAnsi="Arial" w:cs="Arial"/>
        </w:rPr>
        <w:t>Hella Gutmann präsentiert erstmals Automatisierte Diagnose</w:t>
      </w:r>
    </w:p>
    <w:p w14:paraId="11F5FA4A" w14:textId="4B459004" w:rsidR="0087552F" w:rsidRPr="0087552F" w:rsidRDefault="0087552F" w:rsidP="00261958">
      <w:pPr>
        <w:pStyle w:val="PMBullets"/>
        <w:spacing w:after="0" w:line="360" w:lineRule="auto"/>
        <w:rPr>
          <w:rFonts w:ascii="Arial" w:hAnsi="Arial" w:cs="Arial"/>
        </w:rPr>
      </w:pPr>
      <w:r w:rsidRPr="0087552F">
        <w:rPr>
          <w:rFonts w:ascii="Arial" w:hAnsi="Arial" w:cs="Arial"/>
        </w:rPr>
        <w:t xml:space="preserve">Mit </w:t>
      </w:r>
      <w:r>
        <w:rPr>
          <w:rFonts w:ascii="Arial" w:hAnsi="Arial" w:cs="Arial"/>
        </w:rPr>
        <w:t xml:space="preserve">Hilfe von </w:t>
      </w:r>
      <w:r w:rsidR="001F182D">
        <w:rPr>
          <w:rFonts w:ascii="Arial" w:hAnsi="Arial" w:cs="Arial"/>
        </w:rPr>
        <w:t>K</w:t>
      </w:r>
      <w:r>
        <w:rPr>
          <w:rFonts w:ascii="Arial" w:hAnsi="Arial" w:cs="Arial"/>
        </w:rPr>
        <w:t>ünstlicher Intelligenz</w:t>
      </w:r>
      <w:r w:rsidRPr="0087552F">
        <w:rPr>
          <w:rFonts w:ascii="Arial" w:hAnsi="Arial" w:cs="Arial"/>
        </w:rPr>
        <w:t xml:space="preserve"> </w:t>
      </w:r>
      <w:r w:rsidR="001204EB">
        <w:rPr>
          <w:rFonts w:ascii="Arial" w:hAnsi="Arial" w:cs="Arial"/>
        </w:rPr>
        <w:t>defekte</w:t>
      </w:r>
      <w:r w:rsidR="002264D4">
        <w:rPr>
          <w:rFonts w:ascii="Arial" w:hAnsi="Arial" w:cs="Arial"/>
        </w:rPr>
        <w:t>s</w:t>
      </w:r>
      <w:r w:rsidRPr="0087552F">
        <w:rPr>
          <w:rFonts w:ascii="Arial" w:hAnsi="Arial" w:cs="Arial"/>
        </w:rPr>
        <w:t xml:space="preserve"> Bauteil</w:t>
      </w:r>
      <w:r w:rsidR="002264D4">
        <w:rPr>
          <w:rFonts w:ascii="Arial" w:hAnsi="Arial" w:cs="Arial"/>
        </w:rPr>
        <w:t xml:space="preserve"> detektieren</w:t>
      </w:r>
    </w:p>
    <w:p w14:paraId="58217886" w14:textId="5EC7080D" w:rsidR="00261958" w:rsidRPr="00261958" w:rsidRDefault="002264D4" w:rsidP="00261958">
      <w:pPr>
        <w:pStyle w:val="PMBullets"/>
        <w:spacing w:after="0" w:line="360" w:lineRule="auto"/>
        <w:rPr>
          <w:rFonts w:ascii="Arial" w:hAnsi="Arial" w:cs="Arial"/>
        </w:rPr>
      </w:pPr>
      <w:r>
        <w:rPr>
          <w:rFonts w:ascii="Arial" w:hAnsi="Arial" w:cs="Arial"/>
        </w:rPr>
        <w:t>A</w:t>
      </w:r>
      <w:r w:rsidR="001204EB">
        <w:rPr>
          <w:rFonts w:ascii="Arial" w:hAnsi="Arial" w:cs="Arial"/>
        </w:rPr>
        <w:t>utomatisierte</w:t>
      </w:r>
      <w:r>
        <w:rPr>
          <w:rFonts w:ascii="Arial" w:hAnsi="Arial" w:cs="Arial"/>
        </w:rPr>
        <w:t>r</w:t>
      </w:r>
      <w:r w:rsidR="001204EB">
        <w:rPr>
          <w:rFonts w:ascii="Arial" w:hAnsi="Arial" w:cs="Arial"/>
        </w:rPr>
        <w:t xml:space="preserve"> Gesamtablauf</w:t>
      </w:r>
      <w:r>
        <w:rPr>
          <w:rFonts w:ascii="Arial" w:hAnsi="Arial" w:cs="Arial"/>
        </w:rPr>
        <w:t xml:space="preserve"> startet mit nur einem Klick</w:t>
      </w:r>
    </w:p>
    <w:p w14:paraId="08082D2B" w14:textId="63B650EB" w:rsidR="006609E2" w:rsidRDefault="001204EB" w:rsidP="006609E2">
      <w:pPr>
        <w:pStyle w:val="paragraph"/>
        <w:spacing w:beforeLines="180" w:before="432" w:beforeAutospacing="0" w:after="0" w:afterAutospacing="0" w:line="360" w:lineRule="auto"/>
        <w:ind w:right="567"/>
        <w:textAlignment w:val="baseline"/>
        <w:rPr>
          <w:rFonts w:ascii="Arial" w:hAnsi="Arial" w:cs="Arial"/>
          <w:bCs/>
          <w:sz w:val="22"/>
          <w:szCs w:val="22"/>
        </w:rPr>
      </w:pPr>
      <w:r>
        <w:rPr>
          <w:rFonts w:ascii="Arial" w:hAnsi="Arial" w:cs="Arial"/>
          <w:bCs/>
          <w:sz w:val="22"/>
          <w:szCs w:val="22"/>
        </w:rPr>
        <w:t xml:space="preserve">Mit der </w:t>
      </w:r>
      <w:r w:rsidR="00261958">
        <w:rPr>
          <w:rFonts w:ascii="Arial" w:hAnsi="Arial" w:cs="Arial"/>
          <w:bCs/>
          <w:sz w:val="22"/>
          <w:szCs w:val="22"/>
        </w:rPr>
        <w:t xml:space="preserve">Automatisierung </w:t>
      </w:r>
      <w:r w:rsidR="0079199F">
        <w:rPr>
          <w:rFonts w:ascii="Arial" w:hAnsi="Arial" w:cs="Arial"/>
          <w:bCs/>
          <w:sz w:val="22"/>
          <w:szCs w:val="22"/>
        </w:rPr>
        <w:t>der Fahrzeugdiagnose</w:t>
      </w:r>
      <w:r w:rsidR="00261958">
        <w:rPr>
          <w:rFonts w:ascii="Arial" w:hAnsi="Arial" w:cs="Arial"/>
          <w:bCs/>
          <w:sz w:val="22"/>
          <w:szCs w:val="22"/>
        </w:rPr>
        <w:t xml:space="preserve"> </w:t>
      </w:r>
      <w:r w:rsidR="0079199F">
        <w:rPr>
          <w:rFonts w:ascii="Arial" w:hAnsi="Arial" w:cs="Arial"/>
          <w:bCs/>
          <w:sz w:val="22"/>
          <w:szCs w:val="22"/>
        </w:rPr>
        <w:t xml:space="preserve">unter Einsatz von Künstlicher Intelligenz und Big Data-Technologie </w:t>
      </w:r>
      <w:r w:rsidR="00261958">
        <w:rPr>
          <w:rFonts w:ascii="Arial" w:hAnsi="Arial" w:cs="Arial"/>
          <w:bCs/>
          <w:sz w:val="22"/>
          <w:szCs w:val="22"/>
        </w:rPr>
        <w:t>läutet Hella Gutmann jetzt eine neue Ära ein.</w:t>
      </w:r>
      <w:r w:rsidR="00F84DE2">
        <w:rPr>
          <w:rFonts w:ascii="Arial" w:hAnsi="Arial" w:cs="Arial"/>
          <w:bCs/>
          <w:sz w:val="22"/>
          <w:szCs w:val="22"/>
        </w:rPr>
        <w:t xml:space="preserve"> Die</w:t>
      </w:r>
      <w:r w:rsidR="00261958">
        <w:rPr>
          <w:rFonts w:ascii="Arial" w:hAnsi="Arial" w:cs="Arial"/>
          <w:bCs/>
          <w:sz w:val="22"/>
          <w:szCs w:val="22"/>
        </w:rPr>
        <w:t xml:space="preserve"> </w:t>
      </w:r>
      <w:r w:rsidR="00F84DE2">
        <w:rPr>
          <w:rStyle w:val="normaltextrun"/>
          <w:rFonts w:ascii="Arial" w:hAnsi="Arial" w:cs="Arial"/>
          <w:bCs/>
          <w:sz w:val="22"/>
          <w:szCs w:val="22"/>
        </w:rPr>
        <w:t>‚</w:t>
      </w:r>
      <w:r w:rsidR="00F84DE2" w:rsidRPr="0000332C">
        <w:rPr>
          <w:rStyle w:val="normaltextrun"/>
          <w:rFonts w:ascii="Arial" w:hAnsi="Arial" w:cs="Arial"/>
          <w:sz w:val="22"/>
          <w:szCs w:val="22"/>
        </w:rPr>
        <w:t>Automat</w:t>
      </w:r>
      <w:r w:rsidR="00F84DE2">
        <w:rPr>
          <w:rStyle w:val="normaltextrun"/>
          <w:rFonts w:ascii="Arial" w:hAnsi="Arial" w:cs="Arial"/>
          <w:sz w:val="22"/>
          <w:szCs w:val="22"/>
        </w:rPr>
        <w:t>isierte</w:t>
      </w:r>
      <w:r w:rsidR="00F84DE2" w:rsidRPr="0000332C">
        <w:rPr>
          <w:rStyle w:val="normaltextrun"/>
          <w:rFonts w:ascii="Arial" w:hAnsi="Arial" w:cs="Arial"/>
          <w:sz w:val="22"/>
          <w:szCs w:val="22"/>
        </w:rPr>
        <w:t xml:space="preserve"> </w:t>
      </w:r>
      <w:proofErr w:type="spellStart"/>
      <w:r w:rsidR="00F84DE2" w:rsidRPr="0000332C">
        <w:rPr>
          <w:rStyle w:val="normaltextrun"/>
          <w:rFonts w:ascii="Arial" w:hAnsi="Arial" w:cs="Arial"/>
          <w:sz w:val="22"/>
          <w:szCs w:val="22"/>
        </w:rPr>
        <w:t>Diagno</w:t>
      </w:r>
      <w:r w:rsidR="00F84DE2">
        <w:rPr>
          <w:rStyle w:val="normaltextrun"/>
          <w:rFonts w:ascii="Arial" w:hAnsi="Arial" w:cs="Arial"/>
          <w:sz w:val="22"/>
          <w:szCs w:val="22"/>
        </w:rPr>
        <w:t>seʼ</w:t>
      </w:r>
      <w:proofErr w:type="spellEnd"/>
      <w:r w:rsidR="00F84DE2" w:rsidRPr="0000332C">
        <w:rPr>
          <w:rStyle w:val="normaltextrun"/>
          <w:rFonts w:ascii="Arial" w:hAnsi="Arial" w:cs="Arial"/>
          <w:sz w:val="22"/>
          <w:szCs w:val="22"/>
        </w:rPr>
        <w:t xml:space="preserve"> (AD</w:t>
      </w:r>
      <w:r w:rsidR="00F84DE2">
        <w:rPr>
          <w:rStyle w:val="normaltextrun"/>
          <w:rFonts w:ascii="Arial" w:hAnsi="Arial" w:cs="Arial"/>
          <w:sz w:val="22"/>
          <w:szCs w:val="22"/>
        </w:rPr>
        <w:t>)</w:t>
      </w:r>
      <w:r w:rsidR="00261958">
        <w:rPr>
          <w:rFonts w:ascii="Arial" w:hAnsi="Arial" w:cs="Arial"/>
          <w:bCs/>
          <w:sz w:val="22"/>
          <w:szCs w:val="22"/>
        </w:rPr>
        <w:t xml:space="preserve"> </w:t>
      </w:r>
      <w:r w:rsidR="0046190C">
        <w:rPr>
          <w:rFonts w:ascii="Arial" w:hAnsi="Arial" w:cs="Arial"/>
          <w:bCs/>
          <w:sz w:val="22"/>
          <w:szCs w:val="22"/>
        </w:rPr>
        <w:t xml:space="preserve">wird Werkstätten künftig wertvolle Zeit sparen und </w:t>
      </w:r>
      <w:r w:rsidR="00256004">
        <w:rPr>
          <w:rFonts w:ascii="Arial" w:hAnsi="Arial" w:cs="Arial"/>
          <w:bCs/>
          <w:sz w:val="22"/>
          <w:szCs w:val="22"/>
        </w:rPr>
        <w:t>den Gesamtablauf einer Diagnose einfacher</w:t>
      </w:r>
      <w:r w:rsidR="008E30E2">
        <w:rPr>
          <w:rFonts w:ascii="Arial" w:hAnsi="Arial" w:cs="Arial"/>
          <w:bCs/>
          <w:sz w:val="22"/>
          <w:szCs w:val="22"/>
        </w:rPr>
        <w:t xml:space="preserve"> </w:t>
      </w:r>
      <w:r w:rsidR="00CA05B5">
        <w:rPr>
          <w:rFonts w:ascii="Arial" w:hAnsi="Arial" w:cs="Arial"/>
          <w:bCs/>
          <w:sz w:val="22"/>
          <w:szCs w:val="22"/>
        </w:rPr>
        <w:t>sowie</w:t>
      </w:r>
      <w:r w:rsidR="008E30E2">
        <w:rPr>
          <w:rFonts w:ascii="Arial" w:hAnsi="Arial" w:cs="Arial"/>
          <w:bCs/>
          <w:sz w:val="22"/>
          <w:szCs w:val="22"/>
        </w:rPr>
        <w:t xml:space="preserve"> zielsicherer </w:t>
      </w:r>
      <w:r w:rsidR="00256004">
        <w:rPr>
          <w:rFonts w:ascii="Arial" w:hAnsi="Arial" w:cs="Arial"/>
          <w:bCs/>
          <w:sz w:val="22"/>
          <w:szCs w:val="22"/>
        </w:rPr>
        <w:t>machen.</w:t>
      </w:r>
      <w:r w:rsidR="008E30E2">
        <w:rPr>
          <w:rFonts w:ascii="Arial" w:hAnsi="Arial" w:cs="Arial"/>
          <w:bCs/>
          <w:sz w:val="22"/>
          <w:szCs w:val="22"/>
        </w:rPr>
        <w:t xml:space="preserve"> </w:t>
      </w:r>
      <w:r w:rsidR="004D28BA">
        <w:rPr>
          <w:rFonts w:ascii="Arial" w:hAnsi="Arial" w:cs="Arial"/>
          <w:bCs/>
          <w:sz w:val="22"/>
          <w:szCs w:val="22"/>
        </w:rPr>
        <w:t xml:space="preserve">Darüber hinaus eröffnet die Verknüpfung von Diagnose zu Bauteilen </w:t>
      </w:r>
      <w:r w:rsidR="00157400">
        <w:rPr>
          <w:rFonts w:ascii="Arial" w:hAnsi="Arial" w:cs="Arial"/>
          <w:bCs/>
          <w:sz w:val="22"/>
          <w:szCs w:val="22"/>
        </w:rPr>
        <w:t xml:space="preserve">dem Handel </w:t>
      </w:r>
      <w:r w:rsidR="004D28BA">
        <w:rPr>
          <w:rFonts w:ascii="Arial" w:hAnsi="Arial" w:cs="Arial"/>
          <w:bCs/>
          <w:sz w:val="22"/>
          <w:szCs w:val="22"/>
        </w:rPr>
        <w:t xml:space="preserve">neue Chancen für ein effizienteres Teilegeschäft. </w:t>
      </w:r>
      <w:r w:rsidR="00C047E9">
        <w:rPr>
          <w:rFonts w:ascii="Arial" w:hAnsi="Arial" w:cs="Arial"/>
          <w:bCs/>
          <w:sz w:val="22"/>
          <w:szCs w:val="22"/>
        </w:rPr>
        <w:t xml:space="preserve">Die </w:t>
      </w:r>
      <w:r w:rsidR="008E30E2">
        <w:rPr>
          <w:rFonts w:ascii="Arial" w:hAnsi="Arial" w:cs="Arial"/>
          <w:bCs/>
          <w:sz w:val="22"/>
          <w:szCs w:val="22"/>
        </w:rPr>
        <w:t xml:space="preserve">AD wird dem Fachpublikum aus Werkstätten und Handel auf der Automechanika 2022 in Frankfurt </w:t>
      </w:r>
      <w:r w:rsidR="002264D4">
        <w:rPr>
          <w:rFonts w:ascii="Arial" w:hAnsi="Arial" w:cs="Arial"/>
          <w:bCs/>
          <w:sz w:val="22"/>
          <w:szCs w:val="22"/>
        </w:rPr>
        <w:t xml:space="preserve">am </w:t>
      </w:r>
      <w:r w:rsidR="008E30E2">
        <w:rPr>
          <w:rFonts w:ascii="Arial" w:hAnsi="Arial" w:cs="Arial"/>
          <w:bCs/>
          <w:sz w:val="22"/>
          <w:szCs w:val="22"/>
        </w:rPr>
        <w:t>Main vom 13. bis 1</w:t>
      </w:r>
      <w:r w:rsidR="001F182D">
        <w:rPr>
          <w:rFonts w:ascii="Arial" w:hAnsi="Arial" w:cs="Arial"/>
          <w:bCs/>
          <w:sz w:val="22"/>
          <w:szCs w:val="22"/>
        </w:rPr>
        <w:t>7</w:t>
      </w:r>
      <w:r w:rsidR="008E30E2">
        <w:rPr>
          <w:rFonts w:ascii="Arial" w:hAnsi="Arial" w:cs="Arial"/>
          <w:bCs/>
          <w:sz w:val="22"/>
          <w:szCs w:val="22"/>
        </w:rPr>
        <w:t xml:space="preserve">. September </w:t>
      </w:r>
      <w:r w:rsidR="002264D4">
        <w:rPr>
          <w:rFonts w:ascii="Arial" w:hAnsi="Arial" w:cs="Arial"/>
          <w:bCs/>
          <w:sz w:val="22"/>
          <w:szCs w:val="22"/>
        </w:rPr>
        <w:t xml:space="preserve">2022 </w:t>
      </w:r>
      <w:r w:rsidR="008E30E2">
        <w:rPr>
          <w:rFonts w:ascii="Arial" w:hAnsi="Arial" w:cs="Arial"/>
          <w:bCs/>
          <w:sz w:val="22"/>
          <w:szCs w:val="22"/>
        </w:rPr>
        <w:t>erstmals live vorgestellt</w:t>
      </w:r>
      <w:r w:rsidR="00B82CB0">
        <w:rPr>
          <w:rFonts w:ascii="Arial" w:hAnsi="Arial" w:cs="Arial"/>
          <w:bCs/>
          <w:sz w:val="22"/>
          <w:szCs w:val="22"/>
        </w:rPr>
        <w:t xml:space="preserve">. Die Integration in die </w:t>
      </w:r>
      <w:proofErr w:type="spellStart"/>
      <w:r w:rsidR="00B82CB0">
        <w:rPr>
          <w:rFonts w:ascii="Arial" w:hAnsi="Arial" w:cs="Arial"/>
          <w:bCs/>
          <w:sz w:val="22"/>
          <w:szCs w:val="22"/>
        </w:rPr>
        <w:t>mega</w:t>
      </w:r>
      <w:proofErr w:type="spellEnd"/>
      <w:r w:rsidR="00B82CB0">
        <w:rPr>
          <w:rFonts w:ascii="Arial" w:hAnsi="Arial" w:cs="Arial"/>
          <w:bCs/>
          <w:sz w:val="22"/>
          <w:szCs w:val="22"/>
        </w:rPr>
        <w:t xml:space="preserve"> </w:t>
      </w:r>
      <w:proofErr w:type="spellStart"/>
      <w:r w:rsidR="00B82CB0">
        <w:rPr>
          <w:rFonts w:ascii="Arial" w:hAnsi="Arial" w:cs="Arial"/>
          <w:bCs/>
          <w:sz w:val="22"/>
          <w:szCs w:val="22"/>
        </w:rPr>
        <w:t>macs</w:t>
      </w:r>
      <w:proofErr w:type="spellEnd"/>
      <w:r w:rsidR="00B82CB0">
        <w:rPr>
          <w:rFonts w:ascii="Arial" w:hAnsi="Arial" w:cs="Arial"/>
          <w:bCs/>
          <w:sz w:val="22"/>
          <w:szCs w:val="22"/>
        </w:rPr>
        <w:t>-</w:t>
      </w:r>
      <w:r w:rsidR="000E0C71">
        <w:rPr>
          <w:rFonts w:ascii="Arial" w:hAnsi="Arial" w:cs="Arial"/>
          <w:bCs/>
          <w:sz w:val="22"/>
          <w:szCs w:val="22"/>
        </w:rPr>
        <w:t>SDI-</w:t>
      </w:r>
      <w:r w:rsidR="00B82CB0">
        <w:rPr>
          <w:rFonts w:ascii="Arial" w:hAnsi="Arial" w:cs="Arial"/>
          <w:bCs/>
          <w:sz w:val="22"/>
          <w:szCs w:val="22"/>
        </w:rPr>
        <w:t>Software ist zum Jahresende geplant.</w:t>
      </w:r>
    </w:p>
    <w:p w14:paraId="062E485B" w14:textId="29647AB1" w:rsidR="0077614C" w:rsidRDefault="00B82CB0" w:rsidP="0077614C">
      <w:pPr>
        <w:pStyle w:val="paragraph"/>
        <w:spacing w:beforeLines="180" w:before="432" w:beforeAutospacing="0" w:after="0" w:afterAutospacing="0" w:line="360" w:lineRule="auto"/>
        <w:ind w:right="567"/>
        <w:textAlignment w:val="baseline"/>
        <w:rPr>
          <w:rStyle w:val="normaltextrun"/>
          <w:rFonts w:ascii="Arial" w:hAnsi="Arial" w:cs="Arial"/>
          <w:sz w:val="22"/>
          <w:szCs w:val="22"/>
        </w:rPr>
      </w:pPr>
      <w:r>
        <w:rPr>
          <w:rFonts w:ascii="Arial" w:eastAsia="Arial" w:hAnsi="Arial" w:cs="Arial"/>
          <w:sz w:val="22"/>
          <w:szCs w:val="22"/>
        </w:rPr>
        <w:t>Bei der ‚</w:t>
      </w:r>
      <w:r w:rsidRPr="00685B71">
        <w:rPr>
          <w:rFonts w:ascii="Arial" w:eastAsia="Arial" w:hAnsi="Arial" w:cs="Arial"/>
          <w:sz w:val="22"/>
          <w:szCs w:val="22"/>
        </w:rPr>
        <w:t>Automatisierte</w:t>
      </w:r>
      <w:r>
        <w:rPr>
          <w:rFonts w:ascii="Arial" w:eastAsia="Arial" w:hAnsi="Arial" w:cs="Arial"/>
          <w:sz w:val="22"/>
          <w:szCs w:val="22"/>
        </w:rPr>
        <w:t>n</w:t>
      </w:r>
      <w:r w:rsidRPr="00685B71">
        <w:rPr>
          <w:rFonts w:ascii="Arial" w:eastAsia="Arial" w:hAnsi="Arial" w:cs="Arial"/>
          <w:sz w:val="22"/>
          <w:szCs w:val="22"/>
        </w:rPr>
        <w:t xml:space="preserve"> </w:t>
      </w:r>
      <w:proofErr w:type="spellStart"/>
      <w:r w:rsidRPr="00685B71">
        <w:rPr>
          <w:rFonts w:ascii="Arial" w:eastAsia="Arial" w:hAnsi="Arial" w:cs="Arial"/>
          <w:sz w:val="22"/>
          <w:szCs w:val="22"/>
        </w:rPr>
        <w:t>Diagnose</w:t>
      </w:r>
      <w:r>
        <w:rPr>
          <w:rFonts w:ascii="Arial" w:eastAsia="Arial" w:hAnsi="Arial" w:cs="Arial"/>
          <w:sz w:val="22"/>
          <w:szCs w:val="22"/>
        </w:rPr>
        <w:t>ʼ</w:t>
      </w:r>
      <w:proofErr w:type="spellEnd"/>
      <w:r>
        <w:rPr>
          <w:rFonts w:ascii="Arial" w:eastAsia="Arial" w:hAnsi="Arial" w:cs="Arial"/>
          <w:sz w:val="22"/>
          <w:szCs w:val="22"/>
        </w:rPr>
        <w:t xml:space="preserve"> </w:t>
      </w:r>
      <w:r w:rsidRPr="00685B71">
        <w:rPr>
          <w:rFonts w:ascii="Arial" w:eastAsia="Arial" w:hAnsi="Arial" w:cs="Arial"/>
          <w:sz w:val="22"/>
          <w:szCs w:val="22"/>
        </w:rPr>
        <w:t xml:space="preserve">handelt es sich um ein </w:t>
      </w:r>
      <w:r>
        <w:rPr>
          <w:rFonts w:ascii="Arial" w:eastAsia="Arial" w:hAnsi="Arial" w:cs="Arial"/>
          <w:sz w:val="22"/>
          <w:szCs w:val="22"/>
        </w:rPr>
        <w:t xml:space="preserve">intelligentes, </w:t>
      </w:r>
      <w:r w:rsidRPr="00685B71">
        <w:rPr>
          <w:rFonts w:ascii="Arial" w:eastAsia="Arial" w:hAnsi="Arial" w:cs="Arial"/>
          <w:sz w:val="22"/>
          <w:szCs w:val="22"/>
        </w:rPr>
        <w:t>sich kontinuierlich selbst verbesserndes System</w:t>
      </w:r>
      <w:r w:rsidR="00DE3E92">
        <w:rPr>
          <w:rFonts w:ascii="Arial" w:eastAsia="Arial" w:hAnsi="Arial" w:cs="Arial"/>
          <w:sz w:val="22"/>
          <w:szCs w:val="22"/>
        </w:rPr>
        <w:t xml:space="preserve">, das ein statistisch validiertes </w:t>
      </w:r>
      <w:r w:rsidR="00F57DB0">
        <w:rPr>
          <w:rFonts w:ascii="Arial" w:eastAsia="Arial" w:hAnsi="Arial" w:cs="Arial"/>
          <w:sz w:val="22"/>
          <w:szCs w:val="22"/>
        </w:rPr>
        <w:t>Diagnosee</w:t>
      </w:r>
      <w:r w:rsidR="00DE3E92">
        <w:rPr>
          <w:rFonts w:ascii="Arial" w:eastAsia="Arial" w:hAnsi="Arial" w:cs="Arial"/>
          <w:sz w:val="22"/>
          <w:szCs w:val="22"/>
        </w:rPr>
        <w:t>rgebnis generiert</w:t>
      </w:r>
      <w:r w:rsidR="00DB04F9">
        <w:rPr>
          <w:rFonts w:ascii="Arial" w:eastAsia="Arial" w:hAnsi="Arial" w:cs="Arial"/>
          <w:sz w:val="22"/>
          <w:szCs w:val="22"/>
        </w:rPr>
        <w:t xml:space="preserve">. </w:t>
      </w:r>
      <w:r w:rsidR="00DE3E92">
        <w:rPr>
          <w:rFonts w:ascii="Arial" w:eastAsia="Arial" w:hAnsi="Arial" w:cs="Arial"/>
          <w:sz w:val="22"/>
          <w:szCs w:val="22"/>
        </w:rPr>
        <w:t>Die AD</w:t>
      </w:r>
      <w:r w:rsidR="00DB04F9">
        <w:rPr>
          <w:rFonts w:ascii="Arial" w:eastAsia="Arial" w:hAnsi="Arial" w:cs="Arial"/>
          <w:sz w:val="22"/>
          <w:szCs w:val="22"/>
        </w:rPr>
        <w:t xml:space="preserve"> basiert auf rund</w:t>
      </w:r>
      <w:r w:rsidR="00DB04F9" w:rsidRPr="00685B71">
        <w:rPr>
          <w:rFonts w:ascii="Arial" w:eastAsia="Arial" w:hAnsi="Arial" w:cs="Arial"/>
          <w:sz w:val="22"/>
          <w:szCs w:val="22"/>
        </w:rPr>
        <w:t xml:space="preserve"> </w:t>
      </w:r>
      <w:r w:rsidR="00DE3E92">
        <w:rPr>
          <w:rFonts w:ascii="Arial" w:eastAsia="Arial" w:hAnsi="Arial" w:cs="Arial"/>
          <w:sz w:val="22"/>
          <w:szCs w:val="22"/>
        </w:rPr>
        <w:t>zwei</w:t>
      </w:r>
      <w:r w:rsidR="00DB04F9" w:rsidRPr="00685B71">
        <w:rPr>
          <w:rFonts w:ascii="Arial" w:eastAsia="Arial" w:hAnsi="Arial" w:cs="Arial"/>
          <w:sz w:val="22"/>
          <w:szCs w:val="22"/>
        </w:rPr>
        <w:t xml:space="preserve"> Milliarden </w:t>
      </w:r>
      <w:r w:rsidR="00DB04F9">
        <w:rPr>
          <w:rFonts w:ascii="Arial" w:eastAsia="Arial" w:hAnsi="Arial" w:cs="Arial"/>
          <w:sz w:val="22"/>
          <w:szCs w:val="22"/>
        </w:rPr>
        <w:t>aufgezeichneten</w:t>
      </w:r>
      <w:r w:rsidR="00DB04F9" w:rsidRPr="00685B71">
        <w:rPr>
          <w:rFonts w:ascii="Arial" w:eastAsia="Arial" w:hAnsi="Arial" w:cs="Arial"/>
          <w:sz w:val="22"/>
          <w:szCs w:val="22"/>
        </w:rPr>
        <w:t xml:space="preserve"> Fehlercodes und </w:t>
      </w:r>
      <w:r w:rsidR="00DE3E92">
        <w:rPr>
          <w:rFonts w:ascii="Arial" w:eastAsia="Arial" w:hAnsi="Arial" w:cs="Arial"/>
          <w:sz w:val="22"/>
          <w:szCs w:val="22"/>
        </w:rPr>
        <w:t>rund fünf</w:t>
      </w:r>
      <w:r w:rsidR="00DB04F9" w:rsidRPr="00685B71">
        <w:rPr>
          <w:rFonts w:ascii="Arial" w:eastAsia="Arial" w:hAnsi="Arial" w:cs="Arial"/>
          <w:sz w:val="22"/>
          <w:szCs w:val="22"/>
        </w:rPr>
        <w:t xml:space="preserve"> Millionen erfasste</w:t>
      </w:r>
      <w:r w:rsidR="00DB04F9">
        <w:rPr>
          <w:rFonts w:ascii="Arial" w:eastAsia="Arial" w:hAnsi="Arial" w:cs="Arial"/>
          <w:sz w:val="22"/>
          <w:szCs w:val="22"/>
        </w:rPr>
        <w:t>n</w:t>
      </w:r>
      <w:r w:rsidR="00DB04F9" w:rsidRPr="00685B71">
        <w:rPr>
          <w:rFonts w:ascii="Arial" w:eastAsia="Arial" w:hAnsi="Arial" w:cs="Arial"/>
          <w:sz w:val="22"/>
          <w:szCs w:val="22"/>
        </w:rPr>
        <w:t xml:space="preserve"> </w:t>
      </w:r>
      <w:r w:rsidR="00DB04F9">
        <w:rPr>
          <w:rFonts w:ascii="Arial" w:eastAsia="Arial" w:hAnsi="Arial" w:cs="Arial"/>
          <w:sz w:val="22"/>
          <w:szCs w:val="22"/>
        </w:rPr>
        <w:t>Problemlösungen</w:t>
      </w:r>
      <w:r w:rsidR="00DB04F9" w:rsidRPr="00685B71">
        <w:rPr>
          <w:rFonts w:ascii="Arial" w:eastAsia="Arial" w:hAnsi="Arial" w:cs="Arial"/>
          <w:sz w:val="22"/>
          <w:szCs w:val="22"/>
        </w:rPr>
        <w:t xml:space="preserve"> des Technischen Callcenters</w:t>
      </w:r>
      <w:r w:rsidR="00DB04F9">
        <w:rPr>
          <w:rStyle w:val="normaltextrun"/>
          <w:rFonts w:ascii="Arial" w:hAnsi="Arial" w:cs="Arial"/>
          <w:sz w:val="22"/>
          <w:szCs w:val="22"/>
        </w:rPr>
        <w:t xml:space="preserve"> bei Hella Gutmann</w:t>
      </w:r>
      <w:r w:rsidR="00B0201F">
        <w:rPr>
          <w:rFonts w:ascii="Arial" w:eastAsia="Arial" w:hAnsi="Arial" w:cs="Arial"/>
          <w:sz w:val="22"/>
          <w:szCs w:val="22"/>
        </w:rPr>
        <w:t xml:space="preserve">. </w:t>
      </w:r>
      <w:r w:rsidR="0077614C">
        <w:rPr>
          <w:rFonts w:ascii="Arial" w:hAnsi="Arial" w:cs="Arial"/>
          <w:bCs/>
          <w:sz w:val="22"/>
          <w:szCs w:val="22"/>
        </w:rPr>
        <w:t>D</w:t>
      </w:r>
      <w:r w:rsidR="00F57DB0">
        <w:rPr>
          <w:rFonts w:ascii="Arial" w:hAnsi="Arial" w:cs="Arial"/>
          <w:bCs/>
          <w:sz w:val="22"/>
          <w:szCs w:val="22"/>
        </w:rPr>
        <w:t xml:space="preserve">amit </w:t>
      </w:r>
      <w:r w:rsidR="00104BC1">
        <w:rPr>
          <w:rFonts w:ascii="Arial" w:hAnsi="Arial" w:cs="Arial"/>
          <w:bCs/>
          <w:sz w:val="22"/>
          <w:szCs w:val="22"/>
        </w:rPr>
        <w:t>können in rund 80 Prozent der Diagnos</w:t>
      </w:r>
      <w:r w:rsidR="00157400">
        <w:rPr>
          <w:rFonts w:ascii="Arial" w:hAnsi="Arial" w:cs="Arial"/>
          <w:bCs/>
          <w:sz w:val="22"/>
          <w:szCs w:val="22"/>
        </w:rPr>
        <w:t xml:space="preserve">en </w:t>
      </w:r>
      <w:r w:rsidR="00C63470">
        <w:rPr>
          <w:rFonts w:ascii="Arial" w:hAnsi="Arial" w:cs="Arial"/>
          <w:bCs/>
          <w:sz w:val="22"/>
          <w:szCs w:val="22"/>
        </w:rPr>
        <w:t>passende</w:t>
      </w:r>
      <w:r w:rsidR="00104BC1">
        <w:rPr>
          <w:rFonts w:ascii="Arial" w:hAnsi="Arial" w:cs="Arial"/>
          <w:bCs/>
          <w:sz w:val="22"/>
          <w:szCs w:val="22"/>
        </w:rPr>
        <w:t xml:space="preserve"> Bauteile </w:t>
      </w:r>
      <w:r w:rsidR="00C63470">
        <w:rPr>
          <w:rFonts w:ascii="Arial" w:hAnsi="Arial" w:cs="Arial"/>
          <w:bCs/>
          <w:sz w:val="22"/>
          <w:szCs w:val="22"/>
        </w:rPr>
        <w:t>empfohl</w:t>
      </w:r>
      <w:r w:rsidR="00104BC1">
        <w:rPr>
          <w:rFonts w:ascii="Arial" w:hAnsi="Arial" w:cs="Arial"/>
          <w:bCs/>
          <w:sz w:val="22"/>
          <w:szCs w:val="22"/>
        </w:rPr>
        <w:t>en werden – Tendenz steigend.</w:t>
      </w:r>
    </w:p>
    <w:p w14:paraId="2545A681" w14:textId="172900A8" w:rsidR="00E5650B" w:rsidRDefault="00256004" w:rsidP="00256004">
      <w:pPr>
        <w:pStyle w:val="paragraph"/>
        <w:spacing w:beforeLines="180" w:before="432" w:beforeAutospacing="0" w:after="0" w:afterAutospacing="0" w:line="360" w:lineRule="auto"/>
        <w:ind w:right="567"/>
        <w:textAlignment w:val="baseline"/>
        <w:rPr>
          <w:rStyle w:val="normaltextrun"/>
          <w:rFonts w:ascii="Arial" w:hAnsi="Arial" w:cs="Arial"/>
          <w:sz w:val="22"/>
          <w:szCs w:val="22"/>
        </w:rPr>
      </w:pPr>
      <w:r>
        <w:rPr>
          <w:rStyle w:val="normaltextrun"/>
          <w:rFonts w:ascii="Arial" w:hAnsi="Arial" w:cs="Arial"/>
          <w:sz w:val="22"/>
          <w:szCs w:val="22"/>
        </w:rPr>
        <w:t xml:space="preserve">Ein einziger Klick auf den Button </w:t>
      </w:r>
      <w:r w:rsidR="00F57DB0">
        <w:rPr>
          <w:rStyle w:val="normaltextrun"/>
          <w:rFonts w:ascii="Arial" w:hAnsi="Arial" w:cs="Arial"/>
          <w:sz w:val="22"/>
          <w:szCs w:val="22"/>
        </w:rPr>
        <w:t>‚</w:t>
      </w:r>
      <w:r w:rsidR="00087AC0">
        <w:rPr>
          <w:rStyle w:val="normaltextrun"/>
          <w:rFonts w:ascii="Arial" w:hAnsi="Arial" w:cs="Arial"/>
          <w:sz w:val="22"/>
          <w:szCs w:val="22"/>
        </w:rPr>
        <w:t>A</w:t>
      </w:r>
      <w:r>
        <w:rPr>
          <w:rStyle w:val="normaltextrun"/>
          <w:rFonts w:ascii="Arial" w:hAnsi="Arial" w:cs="Arial"/>
          <w:sz w:val="22"/>
          <w:szCs w:val="22"/>
        </w:rPr>
        <w:t xml:space="preserve">utomatisierte </w:t>
      </w:r>
      <w:proofErr w:type="spellStart"/>
      <w:r>
        <w:rPr>
          <w:rStyle w:val="normaltextrun"/>
          <w:rFonts w:ascii="Arial" w:hAnsi="Arial" w:cs="Arial"/>
          <w:sz w:val="22"/>
          <w:szCs w:val="22"/>
        </w:rPr>
        <w:t>Diagnose</w:t>
      </w:r>
      <w:r w:rsidR="00F57DB0">
        <w:rPr>
          <w:rStyle w:val="normaltextrun"/>
          <w:rFonts w:ascii="Arial" w:hAnsi="Arial" w:cs="Arial"/>
          <w:sz w:val="22"/>
          <w:szCs w:val="22"/>
        </w:rPr>
        <w:t>ʼ</w:t>
      </w:r>
      <w:proofErr w:type="spellEnd"/>
      <w:r>
        <w:rPr>
          <w:rStyle w:val="normaltextrun"/>
          <w:rFonts w:ascii="Arial" w:hAnsi="Arial" w:cs="Arial"/>
          <w:sz w:val="22"/>
          <w:szCs w:val="22"/>
        </w:rPr>
        <w:t xml:space="preserve"> startet eine Kettenreaktion, die mit der automatischen Fahrzeugidentifikation und dem Fehlercodelesen beginnt und erst endet, wenn das statistisch höchst wahrscheinlich defekte Bauteil lokalisiert ist. Dabei </w:t>
      </w:r>
      <w:r w:rsidRPr="0000332C">
        <w:rPr>
          <w:rStyle w:val="normaltextrun"/>
          <w:rFonts w:ascii="Arial" w:hAnsi="Arial" w:cs="Arial"/>
          <w:sz w:val="22"/>
          <w:szCs w:val="22"/>
        </w:rPr>
        <w:t xml:space="preserve">wählt der </w:t>
      </w:r>
      <w:proofErr w:type="spellStart"/>
      <w:r w:rsidRPr="0000332C">
        <w:rPr>
          <w:rStyle w:val="normaltextrun"/>
          <w:rFonts w:ascii="Arial" w:hAnsi="Arial" w:cs="Arial"/>
          <w:sz w:val="22"/>
          <w:szCs w:val="22"/>
        </w:rPr>
        <w:t>mega</w:t>
      </w:r>
      <w:proofErr w:type="spellEnd"/>
      <w:r w:rsidRPr="0000332C">
        <w:rPr>
          <w:rStyle w:val="normaltextrun"/>
          <w:rFonts w:ascii="Arial" w:hAnsi="Arial" w:cs="Arial"/>
          <w:sz w:val="22"/>
          <w:szCs w:val="22"/>
        </w:rPr>
        <w:t xml:space="preserve"> </w:t>
      </w:r>
      <w:proofErr w:type="spellStart"/>
      <w:r w:rsidRPr="0000332C">
        <w:rPr>
          <w:rStyle w:val="normaltextrun"/>
          <w:rFonts w:ascii="Arial" w:hAnsi="Arial" w:cs="Arial"/>
          <w:sz w:val="22"/>
          <w:szCs w:val="22"/>
        </w:rPr>
        <w:t>macs</w:t>
      </w:r>
      <w:proofErr w:type="spellEnd"/>
      <w:r w:rsidRPr="0000332C">
        <w:rPr>
          <w:rStyle w:val="normaltextrun"/>
          <w:rFonts w:ascii="Arial" w:hAnsi="Arial" w:cs="Arial"/>
          <w:sz w:val="22"/>
          <w:szCs w:val="22"/>
        </w:rPr>
        <w:t xml:space="preserve"> im </w:t>
      </w:r>
      <w:r w:rsidRPr="0000332C">
        <w:rPr>
          <w:rStyle w:val="normaltextrun"/>
          <w:rFonts w:ascii="Arial" w:hAnsi="Arial" w:cs="Arial"/>
          <w:sz w:val="22"/>
          <w:szCs w:val="22"/>
        </w:rPr>
        <w:lastRenderedPageBreak/>
        <w:t xml:space="preserve">AD-Modus </w:t>
      </w:r>
      <w:r w:rsidR="00A303CE" w:rsidRPr="0000332C">
        <w:rPr>
          <w:rStyle w:val="normaltextrun"/>
          <w:rFonts w:ascii="Arial" w:hAnsi="Arial" w:cs="Arial"/>
          <w:sz w:val="22"/>
          <w:szCs w:val="22"/>
        </w:rPr>
        <w:t>automatisch</w:t>
      </w:r>
      <w:r w:rsidR="00A303CE">
        <w:rPr>
          <w:rStyle w:val="normaltextrun"/>
          <w:rFonts w:ascii="Arial" w:hAnsi="Arial" w:cs="Arial"/>
          <w:sz w:val="22"/>
          <w:szCs w:val="22"/>
        </w:rPr>
        <w:t xml:space="preserve"> </w:t>
      </w:r>
      <w:r w:rsidRPr="0000332C">
        <w:rPr>
          <w:rStyle w:val="normaltextrun"/>
          <w:rFonts w:ascii="Arial" w:hAnsi="Arial" w:cs="Arial"/>
          <w:sz w:val="22"/>
          <w:szCs w:val="22"/>
        </w:rPr>
        <w:t>d</w:t>
      </w:r>
      <w:r>
        <w:rPr>
          <w:rStyle w:val="normaltextrun"/>
          <w:rFonts w:ascii="Arial" w:hAnsi="Arial" w:cs="Arial"/>
          <w:sz w:val="22"/>
          <w:szCs w:val="22"/>
        </w:rPr>
        <w:t>en</w:t>
      </w:r>
      <w:r w:rsidRPr="0000332C">
        <w:rPr>
          <w:rStyle w:val="normaltextrun"/>
          <w:rFonts w:ascii="Arial" w:hAnsi="Arial" w:cs="Arial"/>
          <w:sz w:val="22"/>
          <w:szCs w:val="22"/>
        </w:rPr>
        <w:t xml:space="preserve"> jeweils nächsten </w:t>
      </w:r>
      <w:r>
        <w:rPr>
          <w:rStyle w:val="normaltextrun"/>
          <w:rFonts w:ascii="Arial" w:hAnsi="Arial" w:cs="Arial"/>
          <w:sz w:val="22"/>
          <w:szCs w:val="22"/>
        </w:rPr>
        <w:t>Diagnoseschritt</w:t>
      </w:r>
      <w:r w:rsidRPr="0000332C">
        <w:rPr>
          <w:rStyle w:val="normaltextrun"/>
          <w:rFonts w:ascii="Arial" w:hAnsi="Arial" w:cs="Arial"/>
          <w:sz w:val="22"/>
          <w:szCs w:val="22"/>
        </w:rPr>
        <w:t xml:space="preserve"> </w:t>
      </w:r>
      <w:r w:rsidR="00A303CE">
        <w:rPr>
          <w:rStyle w:val="normaltextrun"/>
          <w:rFonts w:ascii="Arial" w:hAnsi="Arial" w:cs="Arial"/>
          <w:sz w:val="22"/>
          <w:szCs w:val="22"/>
        </w:rPr>
        <w:t>aus.</w:t>
      </w:r>
      <w:r>
        <w:rPr>
          <w:rStyle w:val="normaltextrun"/>
          <w:rFonts w:ascii="Arial" w:hAnsi="Arial" w:cs="Arial"/>
          <w:sz w:val="22"/>
          <w:szCs w:val="22"/>
        </w:rPr>
        <w:t xml:space="preserve"> </w:t>
      </w:r>
      <w:r w:rsidR="00C11564">
        <w:rPr>
          <w:rStyle w:val="normaltextrun"/>
          <w:rFonts w:ascii="Arial" w:hAnsi="Arial" w:cs="Arial"/>
          <w:sz w:val="22"/>
          <w:szCs w:val="22"/>
        </w:rPr>
        <w:t xml:space="preserve">Mit Hilfe von </w:t>
      </w:r>
      <w:r>
        <w:rPr>
          <w:rStyle w:val="normaltextrun"/>
          <w:rFonts w:ascii="Arial" w:hAnsi="Arial" w:cs="Arial"/>
          <w:sz w:val="22"/>
          <w:szCs w:val="22"/>
        </w:rPr>
        <w:t>Künstlicher Intelligenz</w:t>
      </w:r>
      <w:r w:rsidRPr="0000332C">
        <w:rPr>
          <w:rStyle w:val="normaltextrun"/>
          <w:rFonts w:ascii="Arial" w:hAnsi="Arial" w:cs="Arial"/>
          <w:sz w:val="22"/>
          <w:szCs w:val="22"/>
        </w:rPr>
        <w:t xml:space="preserve"> </w:t>
      </w:r>
      <w:r w:rsidR="00154E80">
        <w:rPr>
          <w:rStyle w:val="normaltextrun"/>
          <w:rFonts w:ascii="Arial" w:hAnsi="Arial" w:cs="Arial"/>
          <w:sz w:val="22"/>
          <w:szCs w:val="22"/>
        </w:rPr>
        <w:t>kennt er</w:t>
      </w:r>
      <w:r w:rsidRPr="0000332C">
        <w:rPr>
          <w:rStyle w:val="normaltextrun"/>
          <w:rFonts w:ascii="Arial" w:hAnsi="Arial" w:cs="Arial"/>
          <w:sz w:val="22"/>
          <w:szCs w:val="22"/>
        </w:rPr>
        <w:t xml:space="preserve"> für jede Systemdiagnose den allerkürzesten Weg</w:t>
      </w:r>
      <w:r w:rsidR="00C11564">
        <w:rPr>
          <w:rStyle w:val="normaltextrun"/>
          <w:rFonts w:ascii="Arial" w:hAnsi="Arial" w:cs="Arial"/>
          <w:sz w:val="22"/>
          <w:szCs w:val="22"/>
        </w:rPr>
        <w:t>. E</w:t>
      </w:r>
      <w:r w:rsidR="00803D4D">
        <w:rPr>
          <w:rStyle w:val="normaltextrun"/>
          <w:rFonts w:ascii="Arial" w:hAnsi="Arial" w:cs="Arial"/>
          <w:sz w:val="22"/>
          <w:szCs w:val="22"/>
        </w:rPr>
        <w:t>r</w:t>
      </w:r>
      <w:r w:rsidRPr="0000332C">
        <w:rPr>
          <w:rStyle w:val="normaltextrun"/>
          <w:rFonts w:ascii="Arial" w:hAnsi="Arial" w:cs="Arial"/>
          <w:sz w:val="22"/>
          <w:szCs w:val="22"/>
        </w:rPr>
        <w:t xml:space="preserve"> </w:t>
      </w:r>
      <w:r w:rsidR="00803D4D">
        <w:rPr>
          <w:rStyle w:val="normaltextrun"/>
          <w:rFonts w:ascii="Arial" w:hAnsi="Arial" w:cs="Arial"/>
          <w:sz w:val="22"/>
          <w:szCs w:val="22"/>
        </w:rPr>
        <w:t>prüft</w:t>
      </w:r>
      <w:r w:rsidR="00C11564">
        <w:rPr>
          <w:rStyle w:val="normaltextrun"/>
          <w:rFonts w:ascii="Arial" w:hAnsi="Arial" w:cs="Arial"/>
          <w:sz w:val="22"/>
          <w:szCs w:val="22"/>
        </w:rPr>
        <w:t>,</w:t>
      </w:r>
      <w:r w:rsidRPr="0000332C">
        <w:rPr>
          <w:rStyle w:val="normaltextrun"/>
          <w:rFonts w:ascii="Arial" w:hAnsi="Arial" w:cs="Arial"/>
          <w:sz w:val="22"/>
          <w:szCs w:val="22"/>
        </w:rPr>
        <w:t xml:space="preserve"> welche Systeme im Fahrzeug verbaut sind und welche Parameter für den Diagnoseprozess relevant sind. Diese vermag </w:t>
      </w:r>
      <w:r w:rsidR="00154E80">
        <w:rPr>
          <w:rStyle w:val="normaltextrun"/>
          <w:rFonts w:ascii="Arial" w:hAnsi="Arial" w:cs="Arial"/>
          <w:sz w:val="22"/>
          <w:szCs w:val="22"/>
        </w:rPr>
        <w:t xml:space="preserve">der </w:t>
      </w:r>
      <w:proofErr w:type="spellStart"/>
      <w:r w:rsidR="00154E80">
        <w:rPr>
          <w:rStyle w:val="normaltextrun"/>
          <w:rFonts w:ascii="Arial" w:hAnsi="Arial" w:cs="Arial"/>
          <w:sz w:val="22"/>
          <w:szCs w:val="22"/>
        </w:rPr>
        <w:t>mega</w:t>
      </w:r>
      <w:proofErr w:type="spellEnd"/>
      <w:r w:rsidR="00154E80">
        <w:rPr>
          <w:rStyle w:val="normaltextrun"/>
          <w:rFonts w:ascii="Arial" w:hAnsi="Arial" w:cs="Arial"/>
          <w:sz w:val="22"/>
          <w:szCs w:val="22"/>
        </w:rPr>
        <w:t xml:space="preserve"> </w:t>
      </w:r>
      <w:proofErr w:type="spellStart"/>
      <w:r w:rsidR="00154E80">
        <w:rPr>
          <w:rStyle w:val="normaltextrun"/>
          <w:rFonts w:ascii="Arial" w:hAnsi="Arial" w:cs="Arial"/>
          <w:sz w:val="22"/>
          <w:szCs w:val="22"/>
        </w:rPr>
        <w:t>macs</w:t>
      </w:r>
      <w:proofErr w:type="spellEnd"/>
      <w:r w:rsidR="00C11564">
        <w:rPr>
          <w:rStyle w:val="normaltextrun"/>
          <w:rFonts w:ascii="Arial" w:hAnsi="Arial" w:cs="Arial"/>
          <w:sz w:val="22"/>
          <w:szCs w:val="22"/>
        </w:rPr>
        <w:t xml:space="preserve"> </w:t>
      </w:r>
      <w:r w:rsidRPr="0000332C">
        <w:rPr>
          <w:rStyle w:val="normaltextrun"/>
          <w:rFonts w:ascii="Arial" w:hAnsi="Arial" w:cs="Arial"/>
          <w:sz w:val="22"/>
          <w:szCs w:val="22"/>
        </w:rPr>
        <w:t xml:space="preserve">zu korrelieren </w:t>
      </w:r>
      <w:r w:rsidRPr="000F0E12">
        <w:rPr>
          <w:rStyle w:val="normaltextrun"/>
          <w:rFonts w:ascii="Arial" w:hAnsi="Arial" w:cs="Arial"/>
          <w:sz w:val="22"/>
          <w:szCs w:val="22"/>
        </w:rPr>
        <w:t xml:space="preserve">und </w:t>
      </w:r>
      <w:r w:rsidR="00847B0D">
        <w:rPr>
          <w:rStyle w:val="normaltextrun"/>
          <w:rFonts w:ascii="Arial" w:hAnsi="Arial" w:cs="Arial"/>
          <w:sz w:val="22"/>
          <w:szCs w:val="22"/>
        </w:rPr>
        <w:t>die richtige Entscheidung für den nächsten erforderlichen Diagnoseschritt zu treffen − ganz</w:t>
      </w:r>
      <w:r w:rsidRPr="000F0E12">
        <w:rPr>
          <w:rStyle w:val="normaltextrun"/>
          <w:rFonts w:ascii="Arial" w:hAnsi="Arial" w:cs="Arial"/>
          <w:sz w:val="22"/>
          <w:szCs w:val="22"/>
        </w:rPr>
        <w:t xml:space="preserve"> ähnlich einem selbstlernenden Automatikgetriebe, das situationsspezifisch die richtige </w:t>
      </w:r>
      <w:r w:rsidR="00847B0D">
        <w:rPr>
          <w:rStyle w:val="normaltextrun"/>
          <w:rFonts w:ascii="Arial" w:hAnsi="Arial" w:cs="Arial"/>
          <w:sz w:val="22"/>
          <w:szCs w:val="22"/>
        </w:rPr>
        <w:t>Gangstufe wählt</w:t>
      </w:r>
      <w:r w:rsidRPr="000F0E12">
        <w:rPr>
          <w:rStyle w:val="normaltextrun"/>
          <w:rFonts w:ascii="Arial" w:hAnsi="Arial" w:cs="Arial"/>
          <w:sz w:val="22"/>
          <w:szCs w:val="22"/>
        </w:rPr>
        <w:t xml:space="preserve">. </w:t>
      </w:r>
    </w:p>
    <w:p w14:paraId="17DD10D2" w14:textId="6D1F96C0" w:rsidR="00E5650B" w:rsidRDefault="00154E80" w:rsidP="00E5650B">
      <w:pPr>
        <w:pStyle w:val="paragraph"/>
        <w:spacing w:beforeLines="180" w:before="432" w:beforeAutospacing="0" w:after="0" w:afterAutospacing="0" w:line="360" w:lineRule="auto"/>
        <w:ind w:right="567"/>
        <w:textAlignment w:val="baseline"/>
        <w:rPr>
          <w:rFonts w:ascii="Arial" w:hAnsi="Arial" w:cs="Arial"/>
          <w:bCs/>
          <w:sz w:val="22"/>
          <w:szCs w:val="22"/>
        </w:rPr>
      </w:pPr>
      <w:r>
        <w:rPr>
          <w:rStyle w:val="normaltextrun"/>
          <w:rFonts w:ascii="Arial" w:hAnsi="Arial" w:cs="Arial"/>
          <w:sz w:val="22"/>
          <w:szCs w:val="22"/>
        </w:rPr>
        <w:t>Die</w:t>
      </w:r>
      <w:r w:rsidR="00E5650B">
        <w:rPr>
          <w:rStyle w:val="normaltextrun"/>
          <w:rFonts w:ascii="Arial" w:hAnsi="Arial" w:cs="Arial"/>
          <w:sz w:val="22"/>
          <w:szCs w:val="22"/>
        </w:rPr>
        <w:t xml:space="preserve"> </w:t>
      </w:r>
      <w:r w:rsidR="005E5DDD">
        <w:rPr>
          <w:rStyle w:val="normaltextrun"/>
          <w:rFonts w:ascii="Arial" w:hAnsi="Arial" w:cs="Arial"/>
          <w:sz w:val="22"/>
          <w:szCs w:val="22"/>
        </w:rPr>
        <w:t>Diagnose eines Fahrzeugs</w:t>
      </w:r>
      <w:r w:rsidR="00E5650B">
        <w:rPr>
          <w:rStyle w:val="normaltextrun"/>
          <w:rFonts w:ascii="Arial" w:hAnsi="Arial" w:cs="Arial"/>
          <w:sz w:val="22"/>
          <w:szCs w:val="22"/>
        </w:rPr>
        <w:t xml:space="preserve"> </w:t>
      </w:r>
      <w:r>
        <w:rPr>
          <w:rStyle w:val="normaltextrun"/>
          <w:rFonts w:ascii="Arial" w:hAnsi="Arial" w:cs="Arial"/>
          <w:sz w:val="22"/>
          <w:szCs w:val="22"/>
        </w:rPr>
        <w:t xml:space="preserve">soll künftig </w:t>
      </w:r>
      <w:r w:rsidR="00E5650B">
        <w:rPr>
          <w:rStyle w:val="normaltextrun"/>
          <w:rFonts w:ascii="Arial" w:hAnsi="Arial" w:cs="Arial"/>
          <w:sz w:val="22"/>
          <w:szCs w:val="22"/>
        </w:rPr>
        <w:t>so einfach sein</w:t>
      </w:r>
      <w:r>
        <w:rPr>
          <w:rStyle w:val="normaltextrun"/>
          <w:rFonts w:ascii="Arial" w:hAnsi="Arial" w:cs="Arial"/>
          <w:sz w:val="22"/>
          <w:szCs w:val="22"/>
        </w:rPr>
        <w:t>,</w:t>
      </w:r>
      <w:r w:rsidR="00E5650B">
        <w:rPr>
          <w:rStyle w:val="normaltextrun"/>
          <w:rFonts w:ascii="Arial" w:hAnsi="Arial" w:cs="Arial"/>
          <w:sz w:val="22"/>
          <w:szCs w:val="22"/>
        </w:rPr>
        <w:t xml:space="preserve"> wie das Fahren eines Automatik-Fahrzeugs: den </w:t>
      </w:r>
      <w:proofErr w:type="spellStart"/>
      <w:r w:rsidR="00E5650B">
        <w:rPr>
          <w:rStyle w:val="normaltextrun"/>
          <w:rFonts w:ascii="Arial" w:hAnsi="Arial" w:cs="Arial"/>
          <w:sz w:val="22"/>
          <w:szCs w:val="22"/>
        </w:rPr>
        <w:t>mega</w:t>
      </w:r>
      <w:proofErr w:type="spellEnd"/>
      <w:r w:rsidR="00E5650B">
        <w:rPr>
          <w:rStyle w:val="normaltextrun"/>
          <w:rFonts w:ascii="Arial" w:hAnsi="Arial" w:cs="Arial"/>
          <w:sz w:val="22"/>
          <w:szCs w:val="22"/>
        </w:rPr>
        <w:t xml:space="preserve"> </w:t>
      </w:r>
      <w:proofErr w:type="spellStart"/>
      <w:r w:rsidR="00E5650B">
        <w:rPr>
          <w:rStyle w:val="normaltextrun"/>
          <w:rFonts w:ascii="Arial" w:hAnsi="Arial" w:cs="Arial"/>
          <w:sz w:val="22"/>
          <w:szCs w:val="22"/>
        </w:rPr>
        <w:t>macs</w:t>
      </w:r>
      <w:proofErr w:type="spellEnd"/>
      <w:r w:rsidR="00E5650B">
        <w:rPr>
          <w:rStyle w:val="normaltextrun"/>
          <w:rFonts w:ascii="Arial" w:hAnsi="Arial" w:cs="Arial"/>
          <w:sz w:val="22"/>
          <w:szCs w:val="22"/>
        </w:rPr>
        <w:t xml:space="preserve"> an das Fahrzeug anschließen, die AD aktivieren und </w:t>
      </w:r>
      <w:r w:rsidR="002264D4">
        <w:rPr>
          <w:rStyle w:val="normaltextrun"/>
          <w:rFonts w:ascii="Arial" w:hAnsi="Arial" w:cs="Arial"/>
          <w:sz w:val="22"/>
          <w:szCs w:val="22"/>
        </w:rPr>
        <w:t>sich zwischenzeitlich</w:t>
      </w:r>
      <w:r w:rsidR="00E5650B">
        <w:rPr>
          <w:rStyle w:val="normaltextrun"/>
          <w:rFonts w:ascii="Arial" w:hAnsi="Arial" w:cs="Arial"/>
          <w:sz w:val="22"/>
          <w:szCs w:val="22"/>
        </w:rPr>
        <w:t xml:space="preserve"> </w:t>
      </w:r>
      <w:r>
        <w:rPr>
          <w:rStyle w:val="normaltextrun"/>
          <w:rFonts w:ascii="Arial" w:hAnsi="Arial" w:cs="Arial"/>
          <w:sz w:val="22"/>
          <w:szCs w:val="22"/>
        </w:rPr>
        <w:t xml:space="preserve">einer </w:t>
      </w:r>
      <w:r w:rsidR="00E5650B">
        <w:rPr>
          <w:rStyle w:val="normaltextrun"/>
          <w:rFonts w:ascii="Arial" w:hAnsi="Arial" w:cs="Arial"/>
          <w:sz w:val="22"/>
          <w:szCs w:val="22"/>
        </w:rPr>
        <w:t>andere</w:t>
      </w:r>
      <w:r>
        <w:rPr>
          <w:rStyle w:val="normaltextrun"/>
          <w:rFonts w:ascii="Arial" w:hAnsi="Arial" w:cs="Arial"/>
          <w:sz w:val="22"/>
          <w:szCs w:val="22"/>
        </w:rPr>
        <w:t xml:space="preserve">n </w:t>
      </w:r>
      <w:r w:rsidR="00E5650B">
        <w:rPr>
          <w:rStyle w:val="normaltextrun"/>
          <w:rFonts w:ascii="Arial" w:hAnsi="Arial" w:cs="Arial"/>
          <w:sz w:val="22"/>
          <w:szCs w:val="22"/>
        </w:rPr>
        <w:t>Arbeit</w:t>
      </w:r>
      <w:r>
        <w:rPr>
          <w:rStyle w:val="normaltextrun"/>
          <w:rFonts w:ascii="Arial" w:hAnsi="Arial" w:cs="Arial"/>
          <w:sz w:val="22"/>
          <w:szCs w:val="22"/>
        </w:rPr>
        <w:t xml:space="preserve"> zuwenden</w:t>
      </w:r>
      <w:r w:rsidR="00E5650B">
        <w:rPr>
          <w:rStyle w:val="normaltextrun"/>
          <w:rFonts w:ascii="Arial" w:hAnsi="Arial" w:cs="Arial"/>
          <w:sz w:val="22"/>
          <w:szCs w:val="22"/>
        </w:rPr>
        <w:t xml:space="preserve">. </w:t>
      </w:r>
      <w:r w:rsidR="00352B9D">
        <w:rPr>
          <w:rStyle w:val="normaltextrun"/>
          <w:rFonts w:ascii="Arial" w:hAnsi="Arial" w:cs="Arial"/>
          <w:sz w:val="22"/>
          <w:szCs w:val="22"/>
        </w:rPr>
        <w:t xml:space="preserve">Erst </w:t>
      </w:r>
      <w:r w:rsidR="00E70117">
        <w:rPr>
          <w:rStyle w:val="normaltextrun"/>
          <w:rFonts w:ascii="Arial" w:hAnsi="Arial" w:cs="Arial"/>
          <w:sz w:val="22"/>
          <w:szCs w:val="22"/>
        </w:rPr>
        <w:t>nachdem</w:t>
      </w:r>
      <w:r w:rsidR="00EA4B07">
        <w:rPr>
          <w:rStyle w:val="normaltextrun"/>
          <w:rFonts w:ascii="Arial" w:hAnsi="Arial" w:cs="Arial"/>
          <w:sz w:val="22"/>
          <w:szCs w:val="22"/>
        </w:rPr>
        <w:t xml:space="preserve"> das</w:t>
      </w:r>
      <w:r w:rsidR="00E5650B">
        <w:rPr>
          <w:rStyle w:val="normaltextrun"/>
          <w:rFonts w:ascii="Arial" w:hAnsi="Arial" w:cs="Arial"/>
          <w:sz w:val="22"/>
          <w:szCs w:val="22"/>
        </w:rPr>
        <w:t xml:space="preserve"> automatisch erstellte Diagnoseergebnis </w:t>
      </w:r>
      <w:r w:rsidR="00EA4B07">
        <w:rPr>
          <w:rStyle w:val="normaltextrun"/>
          <w:rFonts w:ascii="Arial" w:hAnsi="Arial" w:cs="Arial"/>
          <w:sz w:val="22"/>
          <w:szCs w:val="22"/>
        </w:rPr>
        <w:t xml:space="preserve">mit </w:t>
      </w:r>
      <w:r w:rsidR="005304F4">
        <w:rPr>
          <w:rStyle w:val="normaltextrun"/>
          <w:rFonts w:ascii="Arial" w:hAnsi="Arial" w:cs="Arial"/>
          <w:sz w:val="22"/>
          <w:szCs w:val="22"/>
        </w:rPr>
        <w:t>entsprechende</w:t>
      </w:r>
      <w:r w:rsidR="00EA4B07">
        <w:rPr>
          <w:rStyle w:val="normaltextrun"/>
          <w:rFonts w:ascii="Arial" w:hAnsi="Arial" w:cs="Arial"/>
          <w:sz w:val="22"/>
          <w:szCs w:val="22"/>
        </w:rPr>
        <w:t>n</w:t>
      </w:r>
      <w:r w:rsidR="005304F4">
        <w:rPr>
          <w:rStyle w:val="normaltextrun"/>
          <w:rFonts w:ascii="Arial" w:hAnsi="Arial" w:cs="Arial"/>
          <w:sz w:val="22"/>
          <w:szCs w:val="22"/>
        </w:rPr>
        <w:t xml:space="preserve"> Zusatzinformationen </w:t>
      </w:r>
      <w:r w:rsidR="00EA4B07">
        <w:rPr>
          <w:rStyle w:val="normaltextrun"/>
          <w:rFonts w:ascii="Arial" w:hAnsi="Arial" w:cs="Arial"/>
          <w:sz w:val="22"/>
          <w:szCs w:val="22"/>
        </w:rPr>
        <w:t xml:space="preserve">vorliegt, </w:t>
      </w:r>
      <w:r w:rsidR="002264D4">
        <w:rPr>
          <w:rStyle w:val="normaltextrun"/>
          <w:rFonts w:ascii="Arial" w:hAnsi="Arial" w:cs="Arial"/>
          <w:sz w:val="22"/>
          <w:szCs w:val="22"/>
        </w:rPr>
        <w:t>muss</w:t>
      </w:r>
      <w:r w:rsidR="00803D4D">
        <w:rPr>
          <w:rStyle w:val="normaltextrun"/>
          <w:rFonts w:ascii="Arial" w:hAnsi="Arial" w:cs="Arial"/>
          <w:sz w:val="22"/>
          <w:szCs w:val="22"/>
        </w:rPr>
        <w:t xml:space="preserve"> </w:t>
      </w:r>
      <w:r w:rsidR="00E70117">
        <w:rPr>
          <w:rStyle w:val="normaltextrun"/>
          <w:rFonts w:ascii="Arial" w:hAnsi="Arial" w:cs="Arial"/>
          <w:sz w:val="22"/>
          <w:szCs w:val="22"/>
        </w:rPr>
        <w:t>der Me</w:t>
      </w:r>
      <w:r w:rsidR="0092607A">
        <w:rPr>
          <w:rStyle w:val="normaltextrun"/>
          <w:rFonts w:ascii="Arial" w:hAnsi="Arial" w:cs="Arial"/>
          <w:sz w:val="22"/>
          <w:szCs w:val="22"/>
        </w:rPr>
        <w:t>chaniker</w:t>
      </w:r>
      <w:r w:rsidR="0043699E">
        <w:rPr>
          <w:rStyle w:val="normaltextrun"/>
          <w:rFonts w:ascii="Arial" w:hAnsi="Arial" w:cs="Arial"/>
          <w:sz w:val="22"/>
          <w:szCs w:val="22"/>
        </w:rPr>
        <w:t xml:space="preserve"> </w:t>
      </w:r>
      <w:r w:rsidR="002264D4">
        <w:rPr>
          <w:rStyle w:val="normaltextrun"/>
          <w:rFonts w:ascii="Arial" w:hAnsi="Arial" w:cs="Arial"/>
          <w:sz w:val="22"/>
          <w:szCs w:val="22"/>
        </w:rPr>
        <w:t xml:space="preserve">bzw. die Mechanikerin </w:t>
      </w:r>
      <w:r w:rsidR="00C63470">
        <w:rPr>
          <w:rStyle w:val="normaltextrun"/>
          <w:rFonts w:ascii="Arial" w:hAnsi="Arial" w:cs="Arial"/>
          <w:sz w:val="22"/>
          <w:szCs w:val="22"/>
        </w:rPr>
        <w:t>tätig</w:t>
      </w:r>
      <w:r w:rsidR="00803D4D">
        <w:rPr>
          <w:rStyle w:val="normaltextrun"/>
          <w:rFonts w:ascii="Arial" w:hAnsi="Arial" w:cs="Arial"/>
          <w:sz w:val="22"/>
          <w:szCs w:val="22"/>
        </w:rPr>
        <w:t xml:space="preserve"> werden</w:t>
      </w:r>
      <w:r w:rsidR="005304F4">
        <w:rPr>
          <w:rStyle w:val="normaltextrun"/>
          <w:rFonts w:ascii="Arial" w:hAnsi="Arial" w:cs="Arial"/>
          <w:sz w:val="22"/>
          <w:szCs w:val="22"/>
        </w:rPr>
        <w:t xml:space="preserve">. </w:t>
      </w:r>
      <w:r w:rsidR="00EA4B07">
        <w:rPr>
          <w:rStyle w:val="normaltextrun"/>
          <w:rFonts w:ascii="Arial" w:hAnsi="Arial" w:cs="Arial"/>
          <w:sz w:val="22"/>
          <w:szCs w:val="22"/>
        </w:rPr>
        <w:t>S</w:t>
      </w:r>
      <w:r w:rsidR="00E5650B">
        <w:rPr>
          <w:rStyle w:val="normaltextrun"/>
          <w:rFonts w:ascii="Arial" w:hAnsi="Arial" w:cs="Arial"/>
          <w:sz w:val="22"/>
          <w:szCs w:val="22"/>
        </w:rPr>
        <w:t xml:space="preserve">elbstverständlich bleibt es </w:t>
      </w:r>
      <w:r w:rsidR="002264D4">
        <w:rPr>
          <w:rStyle w:val="normaltextrun"/>
          <w:rFonts w:ascii="Arial" w:hAnsi="Arial" w:cs="Arial"/>
          <w:sz w:val="22"/>
          <w:szCs w:val="22"/>
        </w:rPr>
        <w:t>der Person</w:t>
      </w:r>
      <w:r w:rsidR="0043699E">
        <w:rPr>
          <w:rStyle w:val="normaltextrun"/>
          <w:rFonts w:ascii="Arial" w:hAnsi="Arial" w:cs="Arial"/>
          <w:sz w:val="22"/>
          <w:szCs w:val="22"/>
        </w:rPr>
        <w:t xml:space="preserve"> u</w:t>
      </w:r>
      <w:r w:rsidR="00E5650B">
        <w:rPr>
          <w:rStyle w:val="normaltextrun"/>
          <w:rFonts w:ascii="Arial" w:hAnsi="Arial" w:cs="Arial"/>
          <w:sz w:val="22"/>
          <w:szCs w:val="22"/>
        </w:rPr>
        <w:t xml:space="preserve">nbenommen, die </w:t>
      </w:r>
      <w:r w:rsidR="00E5650B" w:rsidRPr="000F0E12">
        <w:rPr>
          <w:rStyle w:val="normaltextrun"/>
          <w:rFonts w:ascii="Arial" w:hAnsi="Arial" w:cs="Arial"/>
          <w:sz w:val="22"/>
          <w:szCs w:val="22"/>
        </w:rPr>
        <w:t xml:space="preserve">automatisierten Schritte in Echtzeit </w:t>
      </w:r>
      <w:r w:rsidR="00E5650B">
        <w:rPr>
          <w:rStyle w:val="normaltextrun"/>
          <w:rFonts w:ascii="Arial" w:hAnsi="Arial" w:cs="Arial"/>
          <w:sz w:val="22"/>
          <w:szCs w:val="22"/>
        </w:rPr>
        <w:t xml:space="preserve">auf dem Display zu </w:t>
      </w:r>
      <w:r w:rsidR="00E5650B" w:rsidRPr="000F0E12">
        <w:rPr>
          <w:rStyle w:val="normaltextrun"/>
          <w:rFonts w:ascii="Arial" w:hAnsi="Arial" w:cs="Arial"/>
          <w:sz w:val="22"/>
          <w:szCs w:val="22"/>
        </w:rPr>
        <w:t>verfolge</w:t>
      </w:r>
      <w:r w:rsidR="00EA4B07">
        <w:rPr>
          <w:rStyle w:val="normaltextrun"/>
          <w:rFonts w:ascii="Arial" w:hAnsi="Arial" w:cs="Arial"/>
          <w:sz w:val="22"/>
          <w:szCs w:val="22"/>
        </w:rPr>
        <w:t>n und</w:t>
      </w:r>
      <w:r w:rsidR="00FD0C50">
        <w:rPr>
          <w:rStyle w:val="normaltextrun"/>
          <w:rFonts w:ascii="Arial" w:hAnsi="Arial" w:cs="Arial"/>
          <w:sz w:val="22"/>
          <w:szCs w:val="22"/>
        </w:rPr>
        <w:t xml:space="preserve"> −</w:t>
      </w:r>
      <w:r w:rsidR="00E5650B">
        <w:rPr>
          <w:rStyle w:val="normaltextrun"/>
          <w:rFonts w:ascii="Arial" w:hAnsi="Arial" w:cs="Arial"/>
          <w:sz w:val="22"/>
          <w:szCs w:val="22"/>
        </w:rPr>
        <w:t xml:space="preserve"> in bekannter </w:t>
      </w:r>
      <w:proofErr w:type="spellStart"/>
      <w:r w:rsidR="00E5650B">
        <w:rPr>
          <w:rStyle w:val="normaltextrun"/>
          <w:rFonts w:ascii="Arial" w:hAnsi="Arial" w:cs="Arial"/>
          <w:sz w:val="22"/>
          <w:szCs w:val="22"/>
        </w:rPr>
        <w:t>Tip</w:t>
      </w:r>
      <w:proofErr w:type="spellEnd"/>
      <w:r w:rsidR="00E5650B">
        <w:rPr>
          <w:rStyle w:val="normaltextrun"/>
          <w:rFonts w:ascii="Arial" w:hAnsi="Arial" w:cs="Arial"/>
          <w:sz w:val="22"/>
          <w:szCs w:val="22"/>
        </w:rPr>
        <w:t>-</w:t>
      </w:r>
      <w:proofErr w:type="spellStart"/>
      <w:r w:rsidR="00E5650B">
        <w:rPr>
          <w:rStyle w:val="normaltextrun"/>
          <w:rFonts w:ascii="Arial" w:hAnsi="Arial" w:cs="Arial"/>
          <w:sz w:val="22"/>
          <w:szCs w:val="22"/>
        </w:rPr>
        <w:t>tronik</w:t>
      </w:r>
      <w:proofErr w:type="spellEnd"/>
      <w:r w:rsidR="00E5650B">
        <w:rPr>
          <w:rStyle w:val="normaltextrun"/>
          <w:rFonts w:ascii="Arial" w:hAnsi="Arial" w:cs="Arial"/>
          <w:sz w:val="22"/>
          <w:szCs w:val="22"/>
        </w:rPr>
        <w:t xml:space="preserve">-Manier </w:t>
      </w:r>
      <w:r w:rsidR="00FD0C50">
        <w:rPr>
          <w:rStyle w:val="normaltextrun"/>
          <w:rFonts w:ascii="Arial" w:hAnsi="Arial" w:cs="Arial"/>
          <w:sz w:val="22"/>
          <w:szCs w:val="22"/>
        </w:rPr>
        <w:t xml:space="preserve">− </w:t>
      </w:r>
      <w:r w:rsidR="00AE0585">
        <w:rPr>
          <w:rStyle w:val="normaltextrun"/>
          <w:rFonts w:ascii="Arial" w:hAnsi="Arial" w:cs="Arial"/>
          <w:sz w:val="22"/>
          <w:szCs w:val="22"/>
        </w:rPr>
        <w:t xml:space="preserve">jederzeit </w:t>
      </w:r>
      <w:r w:rsidR="00E5650B" w:rsidRPr="000F0E12">
        <w:rPr>
          <w:rStyle w:val="normaltextrun"/>
          <w:rFonts w:ascii="Arial" w:hAnsi="Arial" w:cs="Arial"/>
          <w:sz w:val="22"/>
          <w:szCs w:val="22"/>
        </w:rPr>
        <w:t>manuell ein</w:t>
      </w:r>
      <w:r w:rsidR="00EA4B07">
        <w:rPr>
          <w:rStyle w:val="normaltextrun"/>
          <w:rFonts w:ascii="Arial" w:hAnsi="Arial" w:cs="Arial"/>
          <w:sz w:val="22"/>
          <w:szCs w:val="22"/>
        </w:rPr>
        <w:t>zu</w:t>
      </w:r>
      <w:r w:rsidR="00E5650B" w:rsidRPr="000F0E12">
        <w:rPr>
          <w:rStyle w:val="normaltextrun"/>
          <w:rFonts w:ascii="Arial" w:hAnsi="Arial" w:cs="Arial"/>
          <w:sz w:val="22"/>
          <w:szCs w:val="22"/>
        </w:rPr>
        <w:t>greifen.</w:t>
      </w:r>
    </w:p>
    <w:p w14:paraId="36354F2D" w14:textId="5D0A004F" w:rsidR="005304F4" w:rsidRDefault="00A94DE3" w:rsidP="00AA0D5B">
      <w:pPr>
        <w:pStyle w:val="paragraph"/>
        <w:spacing w:beforeLines="180" w:before="432" w:beforeAutospacing="0" w:after="0" w:afterAutospacing="0" w:line="360" w:lineRule="auto"/>
        <w:ind w:right="567"/>
        <w:textAlignment w:val="baseline"/>
        <w:rPr>
          <w:rStyle w:val="normaltextrun"/>
          <w:rFonts w:ascii="Arial" w:hAnsi="Arial" w:cs="Arial"/>
          <w:sz w:val="22"/>
          <w:szCs w:val="22"/>
        </w:rPr>
      </w:pPr>
      <w:r>
        <w:rPr>
          <w:rFonts w:ascii="Arial" w:hAnsi="Arial" w:cs="Arial"/>
          <w:bCs/>
          <w:sz w:val="22"/>
          <w:szCs w:val="22"/>
        </w:rPr>
        <w:t>Schon seit Jahren verfolgt Hella Gutmann das Ziel, die Fahrzeugdiagnose für Werkstätten so bequem, effizient und verlässlich wie möglich</w:t>
      </w:r>
      <w:r w:rsidRPr="00BB6CCE">
        <w:rPr>
          <w:rFonts w:ascii="Arial" w:hAnsi="Arial" w:cs="Arial"/>
          <w:bCs/>
          <w:sz w:val="22"/>
          <w:szCs w:val="22"/>
        </w:rPr>
        <w:t xml:space="preserve"> </w:t>
      </w:r>
      <w:r>
        <w:rPr>
          <w:rFonts w:ascii="Arial" w:hAnsi="Arial" w:cs="Arial"/>
          <w:bCs/>
          <w:sz w:val="22"/>
          <w:szCs w:val="22"/>
        </w:rPr>
        <w:t>zu gestalten</w:t>
      </w:r>
      <w:r w:rsidR="00E70117">
        <w:rPr>
          <w:rFonts w:ascii="Arial" w:hAnsi="Arial" w:cs="Arial"/>
          <w:bCs/>
          <w:sz w:val="22"/>
          <w:szCs w:val="22"/>
        </w:rPr>
        <w:t>. E</w:t>
      </w:r>
      <w:r w:rsidR="00FC1426">
        <w:rPr>
          <w:rFonts w:ascii="Arial" w:hAnsi="Arial" w:cs="Arial"/>
          <w:bCs/>
          <w:sz w:val="22"/>
          <w:szCs w:val="22"/>
        </w:rPr>
        <w:t>in</w:t>
      </w:r>
      <w:r w:rsidR="00CA05B5">
        <w:rPr>
          <w:rFonts w:ascii="Arial" w:hAnsi="Arial" w:cs="Arial"/>
          <w:bCs/>
          <w:sz w:val="22"/>
          <w:szCs w:val="22"/>
        </w:rPr>
        <w:t xml:space="preserve">e </w:t>
      </w:r>
      <w:r w:rsidR="00580689">
        <w:rPr>
          <w:rFonts w:ascii="Arial" w:hAnsi="Arial" w:cs="Arial"/>
          <w:bCs/>
          <w:sz w:val="22"/>
          <w:szCs w:val="22"/>
        </w:rPr>
        <w:t>nicht endende</w:t>
      </w:r>
      <w:r w:rsidR="00CA05B5">
        <w:rPr>
          <w:rFonts w:ascii="Arial" w:hAnsi="Arial" w:cs="Arial"/>
          <w:bCs/>
          <w:sz w:val="22"/>
          <w:szCs w:val="22"/>
        </w:rPr>
        <w:t xml:space="preserve"> Herausforderung, denn</w:t>
      </w:r>
      <w:r w:rsidR="00503F79">
        <w:rPr>
          <w:rFonts w:ascii="Arial" w:hAnsi="Arial" w:cs="Arial"/>
          <w:bCs/>
          <w:sz w:val="22"/>
          <w:szCs w:val="22"/>
        </w:rPr>
        <w:t xml:space="preserve"> die Diversität der Antriebsarten und Vielzahl der Fahrzeugsysteme </w:t>
      </w:r>
      <w:r w:rsidR="001F182D">
        <w:rPr>
          <w:rFonts w:ascii="Arial" w:hAnsi="Arial" w:cs="Arial"/>
          <w:bCs/>
          <w:sz w:val="22"/>
          <w:szCs w:val="22"/>
        </w:rPr>
        <w:t>führen zur</w:t>
      </w:r>
      <w:r w:rsidR="00580689">
        <w:rPr>
          <w:rFonts w:ascii="Arial" w:hAnsi="Arial" w:cs="Arial"/>
          <w:bCs/>
          <w:sz w:val="22"/>
          <w:szCs w:val="22"/>
        </w:rPr>
        <w:t xml:space="preserve"> wachsenden</w:t>
      </w:r>
      <w:r w:rsidR="00503F79">
        <w:rPr>
          <w:rFonts w:ascii="Arial" w:hAnsi="Arial" w:cs="Arial"/>
          <w:bCs/>
          <w:sz w:val="22"/>
          <w:szCs w:val="22"/>
        </w:rPr>
        <w:t xml:space="preserve"> Komplexität der Diagnose. </w:t>
      </w:r>
      <w:r w:rsidR="00BC6A5D">
        <w:rPr>
          <w:rFonts w:ascii="Arial" w:hAnsi="Arial" w:cs="Arial"/>
          <w:bCs/>
          <w:sz w:val="22"/>
          <w:szCs w:val="22"/>
        </w:rPr>
        <w:t xml:space="preserve">Umso wertvoller </w:t>
      </w:r>
      <w:r w:rsidR="00580689">
        <w:rPr>
          <w:rFonts w:ascii="Arial" w:hAnsi="Arial" w:cs="Arial"/>
          <w:bCs/>
          <w:sz w:val="22"/>
          <w:szCs w:val="22"/>
        </w:rPr>
        <w:t>gerät</w:t>
      </w:r>
      <w:r w:rsidR="00BC6A5D">
        <w:rPr>
          <w:rFonts w:ascii="Arial" w:hAnsi="Arial" w:cs="Arial"/>
          <w:bCs/>
          <w:sz w:val="22"/>
          <w:szCs w:val="22"/>
        </w:rPr>
        <w:t xml:space="preserve"> die Automatisierung und intelligente Abkürzung </w:t>
      </w:r>
      <w:r w:rsidR="005A2F3B">
        <w:rPr>
          <w:rFonts w:ascii="Arial" w:hAnsi="Arial" w:cs="Arial"/>
          <w:bCs/>
          <w:sz w:val="22"/>
          <w:szCs w:val="22"/>
        </w:rPr>
        <w:t xml:space="preserve">der alltäglichen Fahrzeugdiagnose </w:t>
      </w:r>
      <w:r w:rsidR="001F182D">
        <w:rPr>
          <w:rFonts w:ascii="Arial" w:hAnsi="Arial" w:cs="Arial"/>
          <w:bCs/>
          <w:sz w:val="22"/>
          <w:szCs w:val="22"/>
        </w:rPr>
        <w:t>für den Werkstattalltag</w:t>
      </w:r>
      <w:r w:rsidR="005A2F3B">
        <w:rPr>
          <w:rFonts w:ascii="Arial" w:hAnsi="Arial" w:cs="Arial"/>
          <w:bCs/>
          <w:sz w:val="22"/>
          <w:szCs w:val="22"/>
        </w:rPr>
        <w:t>.</w:t>
      </w:r>
    </w:p>
    <w:p w14:paraId="4FD88777" w14:textId="6C42326B" w:rsidR="00BA03ED" w:rsidRPr="005E5DDD" w:rsidRDefault="00316D7E" w:rsidP="00AA0D5B">
      <w:pPr>
        <w:pStyle w:val="paragraph"/>
        <w:spacing w:beforeLines="180" w:before="432" w:beforeAutospacing="0" w:after="0" w:afterAutospacing="0" w:line="360" w:lineRule="auto"/>
        <w:ind w:right="567"/>
        <w:textAlignment w:val="baseline"/>
        <w:rPr>
          <w:rFonts w:ascii="Arial" w:hAnsi="Arial" w:cs="Arial"/>
          <w:sz w:val="22"/>
          <w:szCs w:val="22"/>
        </w:rPr>
      </w:pPr>
      <w:r w:rsidRPr="005E5DDD">
        <w:rPr>
          <w:rFonts w:ascii="Arial" w:hAnsi="Arial" w:cs="Arial"/>
          <w:sz w:val="22"/>
          <w:szCs w:val="22"/>
        </w:rPr>
        <w:t>&lt;HGS_autom_diag</w:t>
      </w:r>
      <w:r w:rsidR="005304F4" w:rsidRPr="005E5DDD">
        <w:rPr>
          <w:rFonts w:ascii="Arial" w:hAnsi="Arial" w:cs="Arial"/>
          <w:sz w:val="22"/>
          <w:szCs w:val="22"/>
        </w:rPr>
        <w:t>_1</w:t>
      </w:r>
      <w:r w:rsidRPr="005E5DDD">
        <w:rPr>
          <w:rFonts w:ascii="Arial" w:hAnsi="Arial" w:cs="Arial"/>
          <w:sz w:val="22"/>
          <w:szCs w:val="22"/>
        </w:rPr>
        <w:t>&gt;Hella Gutmann-Premiere auf der Automechanika</w:t>
      </w:r>
      <w:r w:rsidR="005E5DDD" w:rsidRPr="005E5DDD">
        <w:rPr>
          <w:rFonts w:ascii="Arial" w:hAnsi="Arial" w:cs="Arial"/>
          <w:sz w:val="22"/>
          <w:szCs w:val="22"/>
        </w:rPr>
        <w:t xml:space="preserve"> </w:t>
      </w:r>
      <w:r w:rsidR="002E635F" w:rsidRPr="005E5DDD">
        <w:rPr>
          <w:rFonts w:ascii="Arial" w:hAnsi="Arial" w:cs="Arial"/>
          <w:sz w:val="22"/>
          <w:szCs w:val="22"/>
        </w:rPr>
        <w:t xml:space="preserve">2022: Die </w:t>
      </w:r>
      <w:r w:rsidR="00E64A48" w:rsidRPr="005E5DDD">
        <w:rPr>
          <w:rFonts w:ascii="Arial" w:hAnsi="Arial" w:cs="Arial"/>
          <w:sz w:val="22"/>
          <w:szCs w:val="22"/>
        </w:rPr>
        <w:t xml:space="preserve">innovative Funktionserweiterung </w:t>
      </w:r>
      <w:r w:rsidR="002E635F" w:rsidRPr="005E5DDD">
        <w:rPr>
          <w:rFonts w:ascii="Arial" w:hAnsi="Arial" w:cs="Arial"/>
          <w:sz w:val="22"/>
          <w:szCs w:val="22"/>
        </w:rPr>
        <w:t xml:space="preserve">‚Automatisierte </w:t>
      </w:r>
      <w:proofErr w:type="spellStart"/>
      <w:r w:rsidR="002E635F" w:rsidRPr="005E5DDD">
        <w:rPr>
          <w:rFonts w:ascii="Arial" w:hAnsi="Arial" w:cs="Arial"/>
          <w:sz w:val="22"/>
          <w:szCs w:val="22"/>
        </w:rPr>
        <w:t>Diagnoseʼ</w:t>
      </w:r>
      <w:proofErr w:type="spellEnd"/>
      <w:r w:rsidR="002E635F" w:rsidRPr="005E5DDD">
        <w:rPr>
          <w:rFonts w:ascii="Arial" w:hAnsi="Arial" w:cs="Arial"/>
          <w:sz w:val="22"/>
          <w:szCs w:val="22"/>
        </w:rPr>
        <w:t xml:space="preserve"> </w:t>
      </w:r>
      <w:r w:rsidR="00E64A48" w:rsidRPr="005E5DDD">
        <w:rPr>
          <w:rFonts w:ascii="Arial" w:hAnsi="Arial" w:cs="Arial"/>
          <w:sz w:val="22"/>
          <w:szCs w:val="22"/>
        </w:rPr>
        <w:t xml:space="preserve">als Teil der </w:t>
      </w:r>
      <w:proofErr w:type="spellStart"/>
      <w:r w:rsidR="00E64A48" w:rsidRPr="005E5DDD">
        <w:rPr>
          <w:rFonts w:ascii="Arial" w:hAnsi="Arial" w:cs="Arial"/>
          <w:sz w:val="22"/>
          <w:szCs w:val="22"/>
        </w:rPr>
        <w:t>mega</w:t>
      </w:r>
      <w:proofErr w:type="spellEnd"/>
      <w:r w:rsidR="00E64A48" w:rsidRPr="005E5DDD">
        <w:rPr>
          <w:rFonts w:ascii="Arial" w:hAnsi="Arial" w:cs="Arial"/>
          <w:sz w:val="22"/>
          <w:szCs w:val="22"/>
        </w:rPr>
        <w:t xml:space="preserve"> </w:t>
      </w:r>
      <w:proofErr w:type="spellStart"/>
      <w:r w:rsidR="00E64A48" w:rsidRPr="005E5DDD">
        <w:rPr>
          <w:rFonts w:ascii="Arial" w:hAnsi="Arial" w:cs="Arial"/>
          <w:sz w:val="22"/>
          <w:szCs w:val="22"/>
        </w:rPr>
        <w:t>macs</w:t>
      </w:r>
      <w:proofErr w:type="spellEnd"/>
      <w:r w:rsidR="00166469">
        <w:rPr>
          <w:rFonts w:ascii="Arial" w:hAnsi="Arial" w:cs="Arial"/>
          <w:sz w:val="22"/>
          <w:szCs w:val="22"/>
        </w:rPr>
        <w:t xml:space="preserve"> SDI-</w:t>
      </w:r>
      <w:r w:rsidR="00E64A48" w:rsidRPr="005E5DDD">
        <w:rPr>
          <w:rFonts w:ascii="Arial" w:hAnsi="Arial" w:cs="Arial"/>
          <w:sz w:val="22"/>
          <w:szCs w:val="22"/>
        </w:rPr>
        <w:t xml:space="preserve">Software. </w:t>
      </w:r>
    </w:p>
    <w:p w14:paraId="6D326AE7" w14:textId="423C207F" w:rsidR="005304F4" w:rsidRPr="005304F4" w:rsidRDefault="005304F4" w:rsidP="00AA0D5B">
      <w:pPr>
        <w:pStyle w:val="paragraph"/>
        <w:spacing w:beforeLines="180" w:before="432" w:beforeAutospacing="0" w:after="0" w:afterAutospacing="0" w:line="360" w:lineRule="auto"/>
        <w:ind w:right="567"/>
        <w:textAlignment w:val="baseline"/>
        <w:rPr>
          <w:rFonts w:ascii="Arial" w:hAnsi="Arial" w:cs="Arial"/>
          <w:sz w:val="22"/>
          <w:szCs w:val="22"/>
        </w:rPr>
      </w:pPr>
      <w:r>
        <w:rPr>
          <w:rFonts w:ascii="Arial" w:hAnsi="Arial" w:cs="Arial"/>
          <w:sz w:val="22"/>
          <w:szCs w:val="22"/>
        </w:rPr>
        <w:lastRenderedPageBreak/>
        <w:t>&lt;</w:t>
      </w:r>
      <w:r w:rsidRPr="005304F4">
        <w:rPr>
          <w:rFonts w:ascii="Arial" w:hAnsi="Arial" w:cs="Arial"/>
          <w:sz w:val="22"/>
          <w:szCs w:val="22"/>
        </w:rPr>
        <w:t>HGS_autom_diag_2&gt;</w:t>
      </w:r>
      <w:r w:rsidRPr="005304F4">
        <w:rPr>
          <w:rStyle w:val="normaltextrun"/>
          <w:rFonts w:ascii="Arial" w:hAnsi="Arial" w:cs="Arial"/>
          <w:sz w:val="22"/>
          <w:szCs w:val="22"/>
        </w:rPr>
        <w:t xml:space="preserve"> Am Ende der AD schlägt der </w:t>
      </w:r>
      <w:proofErr w:type="spellStart"/>
      <w:r w:rsidRPr="005304F4">
        <w:rPr>
          <w:rStyle w:val="normaltextrun"/>
          <w:rFonts w:ascii="Arial" w:hAnsi="Arial" w:cs="Arial"/>
          <w:sz w:val="22"/>
          <w:szCs w:val="22"/>
        </w:rPr>
        <w:t>mega</w:t>
      </w:r>
      <w:proofErr w:type="spellEnd"/>
      <w:r w:rsidRPr="005304F4">
        <w:rPr>
          <w:rStyle w:val="normaltextrun"/>
          <w:rFonts w:ascii="Arial" w:hAnsi="Arial" w:cs="Arial"/>
          <w:sz w:val="22"/>
          <w:szCs w:val="22"/>
        </w:rPr>
        <w:t xml:space="preserve"> </w:t>
      </w:r>
      <w:proofErr w:type="spellStart"/>
      <w:r w:rsidRPr="005304F4">
        <w:rPr>
          <w:rStyle w:val="normaltextrun"/>
          <w:rFonts w:ascii="Arial" w:hAnsi="Arial" w:cs="Arial"/>
          <w:sz w:val="22"/>
          <w:szCs w:val="22"/>
        </w:rPr>
        <w:t>macs</w:t>
      </w:r>
      <w:proofErr w:type="spellEnd"/>
      <w:r w:rsidRPr="005304F4">
        <w:rPr>
          <w:rStyle w:val="normaltextrun"/>
          <w:rFonts w:ascii="Arial" w:hAnsi="Arial" w:cs="Arial"/>
          <w:sz w:val="22"/>
          <w:szCs w:val="22"/>
        </w:rPr>
        <w:t xml:space="preserve"> dem Anwender das mit größter Wahrscheinlichkeit defekte Bauteil vor und stellt Zusatzinformationen bereit.</w:t>
      </w:r>
    </w:p>
    <w:p w14:paraId="6863506C" w14:textId="77777777" w:rsidR="005E26F7" w:rsidRDefault="005E26F7" w:rsidP="007D5763">
      <w:pPr>
        <w:pStyle w:val="PM1stpargraph"/>
        <w:spacing w:line="340" w:lineRule="exact"/>
      </w:pPr>
    </w:p>
    <w:p w14:paraId="634F53F6" w14:textId="77777777" w:rsidR="00597E8B" w:rsidRPr="00FD47E4" w:rsidRDefault="00597E8B" w:rsidP="00597E8B">
      <w:pPr>
        <w:pStyle w:val="PMAbbinder"/>
        <w:rPr>
          <w:rStyle w:val="Fett"/>
          <w:b w:val="0"/>
          <w:bCs w:val="0"/>
        </w:rPr>
      </w:pPr>
      <w:r w:rsidRPr="00A80638">
        <w:rPr>
          <w:rStyle w:val="Fett"/>
          <w:sz w:val="20"/>
        </w:rPr>
        <w:t xml:space="preserve">Hinweis: </w:t>
      </w:r>
      <w:r w:rsidRPr="00A80638">
        <w:rPr>
          <w:rStyle w:val="Fett"/>
          <w:sz w:val="20"/>
        </w:rPr>
        <w:br/>
      </w:r>
      <w:r w:rsidRPr="00FD47E4">
        <w:rPr>
          <w:rStyle w:val="Fett"/>
          <w:b w:val="0"/>
          <w:bCs w:val="0"/>
          <w:sz w:val="20"/>
        </w:rPr>
        <w:t>Diesen Text sowie passendes Bildmaterial finden Sie auch in unserer Pressedatenbank unter:</w:t>
      </w:r>
    </w:p>
    <w:p w14:paraId="755500D2" w14:textId="77777777" w:rsidR="00597E8B" w:rsidRPr="00A80638" w:rsidRDefault="00000000" w:rsidP="00597E8B">
      <w:pPr>
        <w:pStyle w:val="PMAbbinder"/>
        <w:rPr>
          <w:sz w:val="20"/>
        </w:rPr>
      </w:pPr>
      <w:hyperlink r:id="rId11" w:history="1">
        <w:r w:rsidR="00597E8B" w:rsidRPr="00A80638">
          <w:rPr>
            <w:rStyle w:val="Hyperlink"/>
            <w:sz w:val="20"/>
          </w:rPr>
          <w:t>www.hella-gutmann.com/de/hella-gutmann/presse/</w:t>
        </w:r>
      </w:hyperlink>
      <w:r w:rsidR="00597E8B" w:rsidRPr="00A80638">
        <w:rPr>
          <w:sz w:val="20"/>
        </w:rPr>
        <w:t xml:space="preserve"> </w:t>
      </w:r>
      <w:r w:rsidR="00597E8B" w:rsidRPr="00A80638">
        <w:rPr>
          <w:rStyle w:val="Fett"/>
          <w:sz w:val="20"/>
        </w:rPr>
        <w:t xml:space="preserve">oder </w:t>
      </w:r>
      <w:r w:rsidR="00597E8B" w:rsidRPr="00A80638">
        <w:rPr>
          <w:sz w:val="20"/>
        </w:rPr>
        <w:fldChar w:fldCharType="begin"/>
      </w:r>
      <w:r w:rsidR="00597E8B" w:rsidRPr="00A80638">
        <w:rPr>
          <w:sz w:val="20"/>
        </w:rPr>
        <w:instrText xml:space="preserve"> HYPERLINK "http://www.hella.de/presse</w:instrText>
      </w:r>
    </w:p>
    <w:p w14:paraId="590D6D2D" w14:textId="77777777" w:rsidR="00597E8B" w:rsidRPr="00A80638" w:rsidRDefault="00597E8B" w:rsidP="00597E8B">
      <w:pPr>
        <w:pStyle w:val="PMAbbinder"/>
        <w:rPr>
          <w:rStyle w:val="Hyperlink"/>
        </w:rPr>
      </w:pPr>
      <w:r w:rsidRPr="00A80638">
        <w:rPr>
          <w:sz w:val="20"/>
        </w:rPr>
        <w:instrText xml:space="preserve">" </w:instrText>
      </w:r>
      <w:r w:rsidRPr="00A80638">
        <w:rPr>
          <w:sz w:val="20"/>
        </w:rPr>
        <w:fldChar w:fldCharType="separate"/>
      </w:r>
      <w:r w:rsidRPr="00A80638">
        <w:rPr>
          <w:rStyle w:val="Hyperlink"/>
          <w:sz w:val="20"/>
        </w:rPr>
        <w:t>www.hella.de/presse</w:t>
      </w:r>
    </w:p>
    <w:p w14:paraId="73223EF8" w14:textId="77777777" w:rsidR="00597E8B" w:rsidRPr="00A80638" w:rsidRDefault="00597E8B" w:rsidP="00597E8B">
      <w:pPr>
        <w:suppressAutoHyphens/>
        <w:spacing w:before="240" w:line="240" w:lineRule="auto"/>
      </w:pPr>
      <w:r w:rsidRPr="00A80638">
        <w:fldChar w:fldCharType="end"/>
      </w:r>
      <w:r w:rsidRPr="00A80638">
        <w:rPr>
          <w:b/>
          <w:bCs/>
          <w:lang w:eastAsia="ar-SA"/>
        </w:rPr>
        <w:t xml:space="preserve">Hella Gutmann Solutions GmbH, Ihringen: </w:t>
      </w:r>
      <w:r w:rsidRPr="00A80638">
        <w:t>Das Unternehmen mit rund 500 Mitarbeitern und Hauptsitz in Ihringen/Breisach, Deutschland, gehört zur Hella Gutmann-Gruppe, einem Unternehmen der</w:t>
      </w:r>
      <w:r w:rsidRPr="00A80638">
        <w:rPr>
          <w:rFonts w:cs="Arial"/>
          <w:color w:val="141413"/>
        </w:rPr>
        <w:t xml:space="preserve"> HELLA GmbH &amp; Co. KGaA. </w:t>
      </w:r>
      <w:r w:rsidRPr="00A80638">
        <w:t xml:space="preserve">Das Produktportfolio konzentriert sich auf Profi-Ausrüstung für Kfz-Werkstätten, Autohäuser und Kfz-Prüforganisationen. Kernprodukte sind Daten, Software und Geräte für die Diagnose, den Abgastest, die Lichteinstellung, Systemprüfungen sowie die entsprechende Messtechnik. Rund 45.000 Kfz-Firmen in 24 Ländern arbeiten täglich mit Geräten und Knowhow von Hella Gutmann Solutions. Sie profitieren von hohen deutschen Qualitätsstandards und kundennahen Serviceangeboten wie Technisches Callcenter, Technisches Training, Technische Daten und Sales &amp; </w:t>
      </w:r>
      <w:proofErr w:type="gramStart"/>
      <w:r w:rsidRPr="00A80638">
        <w:t>Marketing Support</w:t>
      </w:r>
      <w:proofErr w:type="gramEnd"/>
      <w:r w:rsidRPr="00A80638">
        <w:t>.</w:t>
      </w:r>
    </w:p>
    <w:p w14:paraId="03D6B851" w14:textId="77777777" w:rsidR="00DB620E" w:rsidRDefault="00DB620E" w:rsidP="0022556A">
      <w:pPr>
        <w:pStyle w:val="PMBoilerplate"/>
        <w:spacing w:after="60"/>
        <w:rPr>
          <w:rFonts w:cs="Arial"/>
        </w:rPr>
      </w:pPr>
    </w:p>
    <w:p w14:paraId="5F69B797" w14:textId="77777777" w:rsidR="002834B5" w:rsidRDefault="007A40D9" w:rsidP="0022556A">
      <w:pPr>
        <w:pStyle w:val="PMBoilerplate"/>
        <w:spacing w:after="60"/>
        <w:rPr>
          <w:rFonts w:cs="Arial"/>
          <w:b/>
          <w:bCs/>
        </w:rPr>
      </w:pPr>
      <w:r w:rsidRPr="00BD118B">
        <w:rPr>
          <w:rFonts w:cs="Arial"/>
          <w:b/>
          <w:bCs/>
        </w:rPr>
        <w:t>Weitere Informationen erhalten Sie von:</w:t>
      </w:r>
      <w:r w:rsidR="00D272CC">
        <w:rPr>
          <w:rFonts w:cs="Arial"/>
          <w:b/>
          <w:bCs/>
        </w:rPr>
        <w:t xml:space="preserve"> </w:t>
      </w:r>
    </w:p>
    <w:p w14:paraId="75B51696" w14:textId="77777777" w:rsidR="00B22FD9" w:rsidRPr="00BD118B" w:rsidRDefault="00014CEB" w:rsidP="0022556A">
      <w:pPr>
        <w:pStyle w:val="PMBoilerplate"/>
        <w:spacing w:after="60"/>
        <w:rPr>
          <w:rFonts w:cs="Arial"/>
          <w:b/>
          <w:bCs/>
        </w:rPr>
      </w:pPr>
      <w:r>
        <w:rPr>
          <w:noProof/>
        </w:rPr>
        <mc:AlternateContent>
          <mc:Choice Requires="wps">
            <w:drawing>
              <wp:anchor distT="0" distB="0" distL="0" distR="89535" simplePos="0" relativeHeight="251657728" behindDoc="0" locked="0" layoutInCell="1" allowOverlap="1" wp14:anchorId="3EDB75B5" wp14:editId="043F80F7">
                <wp:simplePos x="0" y="0"/>
                <wp:positionH relativeFrom="margin">
                  <wp:posOffset>-95250</wp:posOffset>
                </wp:positionH>
                <wp:positionV relativeFrom="paragraph">
                  <wp:posOffset>247650</wp:posOffset>
                </wp:positionV>
                <wp:extent cx="4787900" cy="1485900"/>
                <wp:effectExtent l="0" t="0" r="0" b="0"/>
                <wp:wrapSquare wrapText="largest"/>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87900" cy="1485900"/>
                        </a:xfrm>
                        <a:prstGeom prst="rect">
                          <a:avLst/>
                        </a:prstGeom>
                        <a:solidFill>
                          <a:srgbClr val="FFFFFF">
                            <a:alpha val="0"/>
                          </a:srgbClr>
                        </a:solidFill>
                        <a:ln>
                          <a:noFill/>
                        </a:ln>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4750"/>
                              <w:gridCol w:w="2792"/>
                            </w:tblGrid>
                            <w:tr w:rsidR="00D272CC" w14:paraId="4B0E8449" w14:textId="77777777">
                              <w:tc>
                                <w:tcPr>
                                  <w:tcW w:w="4750" w:type="dxa"/>
                                </w:tcPr>
                                <w:p w14:paraId="76D0B1B3" w14:textId="77777777" w:rsidR="00D272CC" w:rsidRPr="00A80638" w:rsidRDefault="00D272CC" w:rsidP="00B579DC">
                                  <w:pPr>
                                    <w:autoSpaceDE w:val="0"/>
                                    <w:autoSpaceDN w:val="0"/>
                                    <w:adjustRightInd w:val="0"/>
                                    <w:spacing w:before="0" w:line="240" w:lineRule="auto"/>
                                    <w:rPr>
                                      <w:rFonts w:cs="Arial"/>
                                      <w:b/>
                                      <w:szCs w:val="20"/>
                                      <w:lang w:eastAsia="de-DE"/>
                                    </w:rPr>
                                  </w:pPr>
                                  <w:r w:rsidRPr="00A80638">
                                    <w:rPr>
                                      <w:rFonts w:cs="Arial"/>
                                      <w:b/>
                                      <w:szCs w:val="20"/>
                                      <w:lang w:eastAsia="de-DE"/>
                                    </w:rPr>
                                    <w:t>Hella Gutmann Solutions GmbH</w:t>
                                  </w:r>
                                </w:p>
                              </w:tc>
                              <w:tc>
                                <w:tcPr>
                                  <w:tcW w:w="2792" w:type="dxa"/>
                                </w:tcPr>
                                <w:p w14:paraId="3F3E1092" w14:textId="77777777" w:rsidR="00D272CC" w:rsidRPr="00A80638" w:rsidRDefault="00D272CC">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 xml:space="preserve">HELLA GmbH &amp; Co. </w:t>
                                  </w:r>
                                  <w:proofErr w:type="spellStart"/>
                                  <w:r w:rsidRPr="00A80638">
                                    <w:rPr>
                                      <w:rFonts w:ascii="Arial" w:hAnsi="Arial" w:cs="Arial"/>
                                      <w:b/>
                                      <w:bCs w:val="0"/>
                                      <w:sz w:val="20"/>
                                      <w:szCs w:val="20"/>
                                      <w:lang w:val="en-GB"/>
                                    </w:rPr>
                                    <w:t>KGaA</w:t>
                                  </w:r>
                                  <w:proofErr w:type="spellEnd"/>
                                  <w:r w:rsidRPr="00A80638">
                                    <w:rPr>
                                      <w:rFonts w:ascii="Arial" w:hAnsi="Arial" w:cs="Arial"/>
                                      <w:b/>
                                      <w:bCs w:val="0"/>
                                      <w:sz w:val="20"/>
                                      <w:szCs w:val="20"/>
                                      <w:lang w:val="en-GB"/>
                                    </w:rPr>
                                    <w:t>.</w:t>
                                  </w:r>
                                </w:p>
                              </w:tc>
                            </w:tr>
                            <w:tr w:rsidR="00D272CC" w14:paraId="0B2D2828" w14:textId="77777777">
                              <w:tc>
                                <w:tcPr>
                                  <w:tcW w:w="4750" w:type="dxa"/>
                                </w:tcPr>
                                <w:p w14:paraId="06F5B6CB"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Uschi Winkler</w:t>
                                  </w:r>
                                </w:p>
                              </w:tc>
                              <w:tc>
                                <w:tcPr>
                                  <w:tcW w:w="2792" w:type="dxa"/>
                                </w:tcPr>
                                <w:p w14:paraId="1B724E28"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D272CC" w14:paraId="74D85AA0" w14:textId="77777777">
                              <w:tc>
                                <w:tcPr>
                                  <w:tcW w:w="4750" w:type="dxa"/>
                                </w:tcPr>
                                <w:p w14:paraId="5E6A2EEB" w14:textId="77777777" w:rsidR="00D272CC" w:rsidRPr="00A80638" w:rsidRDefault="00D272CC" w:rsidP="00B579DC">
                                  <w:pPr>
                                    <w:autoSpaceDE w:val="0"/>
                                    <w:autoSpaceDN w:val="0"/>
                                    <w:adjustRightInd w:val="0"/>
                                    <w:spacing w:before="0" w:line="240" w:lineRule="auto"/>
                                    <w:rPr>
                                      <w:rFonts w:cs="Arial"/>
                                      <w:szCs w:val="20"/>
                                      <w:lang w:eastAsia="de-DE"/>
                                    </w:rPr>
                                  </w:pPr>
                                  <w:r>
                                    <w:rPr>
                                      <w:rFonts w:cs="Arial"/>
                                      <w:szCs w:val="20"/>
                                      <w:lang w:eastAsia="de-DE"/>
                                    </w:rPr>
                                    <w:t>Presse</w:t>
                                  </w:r>
                                </w:p>
                              </w:tc>
                              <w:tc>
                                <w:tcPr>
                                  <w:tcW w:w="2792" w:type="dxa"/>
                                </w:tcPr>
                                <w:p w14:paraId="2A96C38A"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D272CC" w14:paraId="5C8A72B4" w14:textId="77777777">
                              <w:tc>
                                <w:tcPr>
                                  <w:tcW w:w="4750" w:type="dxa"/>
                                </w:tcPr>
                                <w:p w14:paraId="2B198FA2"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Am Krebsbach 2</w:t>
                                  </w:r>
                                </w:p>
                              </w:tc>
                              <w:tc>
                                <w:tcPr>
                                  <w:tcW w:w="2792" w:type="dxa"/>
                                </w:tcPr>
                                <w:p w14:paraId="0EA7F5B9" w14:textId="77777777" w:rsidR="00D272CC" w:rsidRPr="00A80638" w:rsidRDefault="00D272CC">
                                  <w:pPr>
                                    <w:pStyle w:val="Textkrper21"/>
                                    <w:tabs>
                                      <w:tab w:val="left" w:pos="4320"/>
                                    </w:tabs>
                                    <w:snapToGrid w:val="0"/>
                                    <w:rPr>
                                      <w:rFonts w:ascii="Arial" w:hAnsi="Arial" w:cs="Arial"/>
                                      <w:sz w:val="20"/>
                                      <w:szCs w:val="20"/>
                                    </w:rPr>
                                  </w:pPr>
                                  <w:proofErr w:type="spellStart"/>
                                  <w:r w:rsidRPr="00A80638">
                                    <w:rPr>
                                      <w:rFonts w:ascii="Arial" w:hAnsi="Arial" w:cs="Arial"/>
                                      <w:sz w:val="20"/>
                                      <w:szCs w:val="20"/>
                                    </w:rPr>
                                    <w:t>Rixbecker</w:t>
                                  </w:r>
                                  <w:proofErr w:type="spellEnd"/>
                                  <w:r w:rsidRPr="00A80638">
                                    <w:rPr>
                                      <w:rFonts w:ascii="Arial" w:hAnsi="Arial" w:cs="Arial"/>
                                      <w:sz w:val="20"/>
                                      <w:szCs w:val="20"/>
                                    </w:rPr>
                                    <w:t xml:space="preserve"> Straße 75</w:t>
                                  </w:r>
                                </w:p>
                              </w:tc>
                            </w:tr>
                            <w:tr w:rsidR="00D272CC" w14:paraId="42C8159B" w14:textId="77777777">
                              <w:tc>
                                <w:tcPr>
                                  <w:tcW w:w="4750" w:type="dxa"/>
                                </w:tcPr>
                                <w:p w14:paraId="465F3B95"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D-79241 Ihringen</w:t>
                                  </w:r>
                                </w:p>
                              </w:tc>
                              <w:tc>
                                <w:tcPr>
                                  <w:tcW w:w="2792" w:type="dxa"/>
                                </w:tcPr>
                                <w:p w14:paraId="4E7D94F3"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D272CC" w14:paraId="54CF38AF" w14:textId="77777777">
                              <w:tc>
                                <w:tcPr>
                                  <w:tcW w:w="4750" w:type="dxa"/>
                                </w:tcPr>
                                <w:p w14:paraId="10F1A14B"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Tel.: +49 8033 3023 290</w:t>
                                  </w:r>
                                </w:p>
                              </w:tc>
                              <w:tc>
                                <w:tcPr>
                                  <w:tcW w:w="2792" w:type="dxa"/>
                                </w:tcPr>
                                <w:p w14:paraId="20C586C0"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D272CC" w14:paraId="62214EFA" w14:textId="77777777">
                              <w:tc>
                                <w:tcPr>
                                  <w:tcW w:w="4750" w:type="dxa"/>
                                </w:tcPr>
                                <w:p w14:paraId="2CBE6F9C"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Mobil: +49 171 837 9251</w:t>
                                  </w:r>
                                </w:p>
                              </w:tc>
                              <w:tc>
                                <w:tcPr>
                                  <w:tcW w:w="2792" w:type="dxa"/>
                                </w:tcPr>
                                <w:p w14:paraId="20CC8BF1"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D272CC" w14:paraId="62F1E0E5" w14:textId="77777777">
                              <w:tc>
                                <w:tcPr>
                                  <w:tcW w:w="4750" w:type="dxa"/>
                                </w:tcPr>
                                <w:p w14:paraId="32DFB007" w14:textId="77777777" w:rsidR="00D272CC" w:rsidRPr="00A80638" w:rsidRDefault="00000000" w:rsidP="00B579DC">
                                  <w:pPr>
                                    <w:spacing w:before="0" w:line="240" w:lineRule="auto"/>
                                    <w:rPr>
                                      <w:rFonts w:cs="Arial"/>
                                      <w:szCs w:val="20"/>
                                      <w:lang w:eastAsia="ar-SA"/>
                                    </w:rPr>
                                  </w:pPr>
                                  <w:hyperlink r:id="rId12" w:history="1">
                                    <w:r w:rsidR="00D272CC" w:rsidRPr="00E006DE">
                                      <w:rPr>
                                        <w:rStyle w:val="Hyperlink"/>
                                        <w:rFonts w:cs="Arial"/>
                                        <w:szCs w:val="20"/>
                                        <w:lang w:eastAsia="de-DE"/>
                                      </w:rPr>
                                      <w:t>presse@hella-gutmann.com</w:t>
                                    </w:r>
                                  </w:hyperlink>
                                  <w:r w:rsidR="00D272CC" w:rsidRPr="00A80638">
                                    <w:rPr>
                                      <w:rFonts w:cs="Arial"/>
                                      <w:szCs w:val="20"/>
                                      <w:lang w:eastAsia="de-DE"/>
                                    </w:rPr>
                                    <w:t xml:space="preserve"> </w:t>
                                  </w:r>
                                </w:p>
                              </w:tc>
                              <w:tc>
                                <w:tcPr>
                                  <w:tcW w:w="2792" w:type="dxa"/>
                                </w:tcPr>
                                <w:p w14:paraId="4A70C2E6" w14:textId="00B59563" w:rsidR="00D272CC" w:rsidRPr="00A80638" w:rsidRDefault="00000000">
                                  <w:pPr>
                                    <w:pStyle w:val="Textkrper21"/>
                                    <w:tabs>
                                      <w:tab w:val="left" w:pos="4320"/>
                                    </w:tabs>
                                    <w:snapToGrid w:val="0"/>
                                    <w:rPr>
                                      <w:rFonts w:ascii="Arial" w:hAnsi="Arial" w:cs="Arial"/>
                                      <w:sz w:val="20"/>
                                      <w:szCs w:val="20"/>
                                    </w:rPr>
                                  </w:pPr>
                                  <w:hyperlink r:id="rId13" w:history="1">
                                    <w:r w:rsidR="00152D76" w:rsidRPr="00A200B4">
                                      <w:rPr>
                                        <w:rStyle w:val="Hyperlink"/>
                                        <w:rFonts w:cs="Arial"/>
                                        <w:sz w:val="20"/>
                                        <w:szCs w:val="20"/>
                                      </w:rPr>
                                      <w:t>Markus.Richter@forvia.com</w:t>
                                    </w:r>
                                  </w:hyperlink>
                                </w:p>
                              </w:tc>
                            </w:tr>
                            <w:tr w:rsidR="00D272CC" w14:paraId="3E9A06C4" w14:textId="77777777">
                              <w:tc>
                                <w:tcPr>
                                  <w:tcW w:w="4750" w:type="dxa"/>
                                </w:tcPr>
                                <w:p w14:paraId="744DAE3E" w14:textId="77777777" w:rsidR="00D272CC" w:rsidRPr="00A80638" w:rsidRDefault="00000000" w:rsidP="00B579DC">
                                  <w:pPr>
                                    <w:pStyle w:val="Textkrper21"/>
                                    <w:tabs>
                                      <w:tab w:val="left" w:pos="4320"/>
                                    </w:tabs>
                                    <w:snapToGrid w:val="0"/>
                                    <w:rPr>
                                      <w:rFonts w:ascii="Arial" w:hAnsi="Arial" w:cs="Arial"/>
                                      <w:sz w:val="20"/>
                                      <w:szCs w:val="20"/>
                                    </w:rPr>
                                  </w:pPr>
                                  <w:hyperlink r:id="rId14" w:history="1">
                                    <w:r w:rsidR="00D272CC" w:rsidRPr="00A80638">
                                      <w:rPr>
                                        <w:rStyle w:val="Hyperlink"/>
                                        <w:rFonts w:cs="Arial"/>
                                        <w:sz w:val="20"/>
                                        <w:szCs w:val="20"/>
                                      </w:rPr>
                                      <w:t>www.hella-gutmann.com</w:t>
                                    </w:r>
                                  </w:hyperlink>
                                </w:p>
                              </w:tc>
                              <w:tc>
                                <w:tcPr>
                                  <w:tcW w:w="2792" w:type="dxa"/>
                                </w:tcPr>
                                <w:p w14:paraId="632286CB" w14:textId="77777777" w:rsidR="00D272CC" w:rsidRPr="00A80638" w:rsidRDefault="00000000">
                                  <w:pPr>
                                    <w:pStyle w:val="Textkrper21"/>
                                    <w:tabs>
                                      <w:tab w:val="left" w:pos="4320"/>
                                    </w:tabs>
                                    <w:snapToGrid w:val="0"/>
                                    <w:rPr>
                                      <w:rFonts w:ascii="Arial" w:hAnsi="Arial" w:cs="Arial"/>
                                      <w:sz w:val="20"/>
                                      <w:szCs w:val="20"/>
                                    </w:rPr>
                                  </w:pPr>
                                  <w:hyperlink r:id="rId15" w:history="1">
                                    <w:r w:rsidR="00D272CC" w:rsidRPr="00A80638">
                                      <w:rPr>
                                        <w:rStyle w:val="Hyperlink"/>
                                        <w:rFonts w:cs="Arial"/>
                                        <w:sz w:val="20"/>
                                        <w:szCs w:val="20"/>
                                      </w:rPr>
                                      <w:t>www.hella.com</w:t>
                                    </w:r>
                                  </w:hyperlink>
                                </w:p>
                              </w:tc>
                            </w:tr>
                          </w:tbl>
                          <w:p w14:paraId="3602720F" w14:textId="77777777" w:rsidR="00D272CC" w:rsidRDefault="00D272CC" w:rsidP="00D272C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B75B5" id="_x0000_t202" coordsize="21600,21600" o:spt="202" path="m,l,21600r21600,l21600,xe">
                <v:stroke joinstyle="miter"/>
                <v:path gradientshapeok="t" o:connecttype="rect"/>
              </v:shapetype>
              <v:shape id="Textfeld 1" o:spid="_x0000_s1026" type="#_x0000_t202" style="position:absolute;margin-left:-7.5pt;margin-top:19.5pt;width:377pt;height:117pt;z-index:251657728;visibility:visible;mso-wrap-style:square;mso-width-percent:0;mso-height-percent:0;mso-wrap-distance-left:0;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&#13;&#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4750"/>
                        <w:gridCol w:w="2792"/>
                      </w:tblGrid>
                      <w:tr w:rsidR="00D272CC" w14:paraId="4B0E8449" w14:textId="77777777">
                        <w:tc>
                          <w:tcPr>
                            <w:tcW w:w="4750" w:type="dxa"/>
                          </w:tcPr>
                          <w:p w14:paraId="76D0B1B3" w14:textId="77777777" w:rsidR="00D272CC" w:rsidRPr="00A80638" w:rsidRDefault="00D272CC" w:rsidP="00B579DC">
                            <w:pPr>
                              <w:autoSpaceDE w:val="0"/>
                              <w:autoSpaceDN w:val="0"/>
                              <w:adjustRightInd w:val="0"/>
                              <w:spacing w:before="0" w:line="240" w:lineRule="auto"/>
                              <w:rPr>
                                <w:rFonts w:cs="Arial"/>
                                <w:b/>
                                <w:szCs w:val="20"/>
                                <w:lang w:eastAsia="de-DE"/>
                              </w:rPr>
                            </w:pPr>
                            <w:r w:rsidRPr="00A80638">
                              <w:rPr>
                                <w:rFonts w:cs="Arial"/>
                                <w:b/>
                                <w:szCs w:val="20"/>
                                <w:lang w:eastAsia="de-DE"/>
                              </w:rPr>
                              <w:t>Hella Gutmann Solutions GmbH</w:t>
                            </w:r>
                          </w:p>
                        </w:tc>
                        <w:tc>
                          <w:tcPr>
                            <w:tcW w:w="2792" w:type="dxa"/>
                          </w:tcPr>
                          <w:p w14:paraId="3F3E1092" w14:textId="77777777" w:rsidR="00D272CC" w:rsidRPr="00A80638" w:rsidRDefault="00D272CC">
                            <w:pPr>
                              <w:pStyle w:val="Textkrper21"/>
                              <w:tabs>
                                <w:tab w:val="left" w:pos="4320"/>
                              </w:tabs>
                              <w:snapToGrid w:val="0"/>
                              <w:rPr>
                                <w:rFonts w:ascii="Arial" w:hAnsi="Arial" w:cs="Arial"/>
                                <w:b/>
                                <w:bCs w:val="0"/>
                                <w:sz w:val="20"/>
                                <w:szCs w:val="20"/>
                                <w:lang w:val="en-GB"/>
                              </w:rPr>
                            </w:pPr>
                            <w:r w:rsidRPr="00A80638">
                              <w:rPr>
                                <w:rFonts w:ascii="Arial" w:hAnsi="Arial" w:cs="Arial"/>
                                <w:b/>
                                <w:bCs w:val="0"/>
                                <w:sz w:val="20"/>
                                <w:szCs w:val="20"/>
                                <w:lang w:val="en-GB"/>
                              </w:rPr>
                              <w:t xml:space="preserve">HELLA GmbH &amp; Co. </w:t>
                            </w:r>
                            <w:proofErr w:type="spellStart"/>
                            <w:r w:rsidRPr="00A80638">
                              <w:rPr>
                                <w:rFonts w:ascii="Arial" w:hAnsi="Arial" w:cs="Arial"/>
                                <w:b/>
                                <w:bCs w:val="0"/>
                                <w:sz w:val="20"/>
                                <w:szCs w:val="20"/>
                                <w:lang w:val="en-GB"/>
                              </w:rPr>
                              <w:t>KGaA</w:t>
                            </w:r>
                            <w:proofErr w:type="spellEnd"/>
                            <w:r w:rsidRPr="00A80638">
                              <w:rPr>
                                <w:rFonts w:ascii="Arial" w:hAnsi="Arial" w:cs="Arial"/>
                                <w:b/>
                                <w:bCs w:val="0"/>
                                <w:sz w:val="20"/>
                                <w:szCs w:val="20"/>
                                <w:lang w:val="en-GB"/>
                              </w:rPr>
                              <w:t>.</w:t>
                            </w:r>
                          </w:p>
                        </w:tc>
                      </w:tr>
                      <w:tr w:rsidR="00D272CC" w14:paraId="0B2D2828" w14:textId="77777777">
                        <w:tc>
                          <w:tcPr>
                            <w:tcW w:w="4750" w:type="dxa"/>
                          </w:tcPr>
                          <w:p w14:paraId="06F5B6CB"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Uschi Winkler</w:t>
                            </w:r>
                          </w:p>
                        </w:tc>
                        <w:tc>
                          <w:tcPr>
                            <w:tcW w:w="2792" w:type="dxa"/>
                          </w:tcPr>
                          <w:p w14:paraId="1B724E28"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Dr. Markus Richter</w:t>
                            </w:r>
                          </w:p>
                        </w:tc>
                      </w:tr>
                      <w:tr w:rsidR="00D272CC" w14:paraId="74D85AA0" w14:textId="77777777">
                        <w:tc>
                          <w:tcPr>
                            <w:tcW w:w="4750" w:type="dxa"/>
                          </w:tcPr>
                          <w:p w14:paraId="5E6A2EEB" w14:textId="77777777" w:rsidR="00D272CC" w:rsidRPr="00A80638" w:rsidRDefault="00D272CC" w:rsidP="00B579DC">
                            <w:pPr>
                              <w:autoSpaceDE w:val="0"/>
                              <w:autoSpaceDN w:val="0"/>
                              <w:adjustRightInd w:val="0"/>
                              <w:spacing w:before="0" w:line="240" w:lineRule="auto"/>
                              <w:rPr>
                                <w:rFonts w:cs="Arial"/>
                                <w:szCs w:val="20"/>
                                <w:lang w:eastAsia="de-DE"/>
                              </w:rPr>
                            </w:pPr>
                            <w:r>
                              <w:rPr>
                                <w:rFonts w:cs="Arial"/>
                                <w:szCs w:val="20"/>
                                <w:lang w:eastAsia="de-DE"/>
                              </w:rPr>
                              <w:t>Presse</w:t>
                            </w:r>
                          </w:p>
                        </w:tc>
                        <w:tc>
                          <w:tcPr>
                            <w:tcW w:w="2792" w:type="dxa"/>
                          </w:tcPr>
                          <w:p w14:paraId="2A96C38A"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Unternehmenssprecher</w:t>
                            </w:r>
                          </w:p>
                        </w:tc>
                      </w:tr>
                      <w:tr w:rsidR="00D272CC" w14:paraId="5C8A72B4" w14:textId="77777777">
                        <w:tc>
                          <w:tcPr>
                            <w:tcW w:w="4750" w:type="dxa"/>
                          </w:tcPr>
                          <w:p w14:paraId="2B198FA2"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Am Krebsbach 2</w:t>
                            </w:r>
                          </w:p>
                        </w:tc>
                        <w:tc>
                          <w:tcPr>
                            <w:tcW w:w="2792" w:type="dxa"/>
                          </w:tcPr>
                          <w:p w14:paraId="0EA7F5B9" w14:textId="77777777" w:rsidR="00D272CC" w:rsidRPr="00A80638" w:rsidRDefault="00D272CC">
                            <w:pPr>
                              <w:pStyle w:val="Textkrper21"/>
                              <w:tabs>
                                <w:tab w:val="left" w:pos="4320"/>
                              </w:tabs>
                              <w:snapToGrid w:val="0"/>
                              <w:rPr>
                                <w:rFonts w:ascii="Arial" w:hAnsi="Arial" w:cs="Arial"/>
                                <w:sz w:val="20"/>
                                <w:szCs w:val="20"/>
                              </w:rPr>
                            </w:pPr>
                            <w:proofErr w:type="spellStart"/>
                            <w:r w:rsidRPr="00A80638">
                              <w:rPr>
                                <w:rFonts w:ascii="Arial" w:hAnsi="Arial" w:cs="Arial"/>
                                <w:sz w:val="20"/>
                                <w:szCs w:val="20"/>
                              </w:rPr>
                              <w:t>Rixbecker</w:t>
                            </w:r>
                            <w:proofErr w:type="spellEnd"/>
                            <w:r w:rsidRPr="00A80638">
                              <w:rPr>
                                <w:rFonts w:ascii="Arial" w:hAnsi="Arial" w:cs="Arial"/>
                                <w:sz w:val="20"/>
                                <w:szCs w:val="20"/>
                              </w:rPr>
                              <w:t xml:space="preserve"> Straße 75</w:t>
                            </w:r>
                          </w:p>
                        </w:tc>
                      </w:tr>
                      <w:tr w:rsidR="00D272CC" w14:paraId="42C8159B" w14:textId="77777777">
                        <w:tc>
                          <w:tcPr>
                            <w:tcW w:w="4750" w:type="dxa"/>
                          </w:tcPr>
                          <w:p w14:paraId="465F3B95"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D-79241 Ihringen</w:t>
                            </w:r>
                          </w:p>
                        </w:tc>
                        <w:tc>
                          <w:tcPr>
                            <w:tcW w:w="2792" w:type="dxa"/>
                          </w:tcPr>
                          <w:p w14:paraId="4E7D94F3"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D-59552 Lippstadt</w:t>
                            </w:r>
                          </w:p>
                        </w:tc>
                      </w:tr>
                      <w:tr w:rsidR="00D272CC" w14:paraId="54CF38AF" w14:textId="77777777">
                        <w:tc>
                          <w:tcPr>
                            <w:tcW w:w="4750" w:type="dxa"/>
                          </w:tcPr>
                          <w:p w14:paraId="10F1A14B"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Tel.: +49 8033 3023 290</w:t>
                            </w:r>
                          </w:p>
                        </w:tc>
                        <w:tc>
                          <w:tcPr>
                            <w:tcW w:w="2792" w:type="dxa"/>
                          </w:tcPr>
                          <w:p w14:paraId="20C586C0"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Tel.: +49 (0)2941 38-7545</w:t>
                            </w:r>
                          </w:p>
                        </w:tc>
                      </w:tr>
                      <w:tr w:rsidR="00D272CC" w14:paraId="62214EFA" w14:textId="77777777">
                        <w:tc>
                          <w:tcPr>
                            <w:tcW w:w="4750" w:type="dxa"/>
                          </w:tcPr>
                          <w:p w14:paraId="2CBE6F9C" w14:textId="77777777" w:rsidR="00D272CC" w:rsidRPr="00A80638" w:rsidRDefault="00D272CC" w:rsidP="00B579DC">
                            <w:pPr>
                              <w:autoSpaceDE w:val="0"/>
                              <w:autoSpaceDN w:val="0"/>
                              <w:adjustRightInd w:val="0"/>
                              <w:spacing w:before="0" w:line="240" w:lineRule="auto"/>
                              <w:rPr>
                                <w:rFonts w:cs="Arial"/>
                                <w:szCs w:val="20"/>
                                <w:lang w:eastAsia="de-DE"/>
                              </w:rPr>
                            </w:pPr>
                            <w:r w:rsidRPr="00A80638">
                              <w:rPr>
                                <w:rFonts w:cs="Arial"/>
                                <w:szCs w:val="20"/>
                                <w:lang w:eastAsia="de-DE"/>
                              </w:rPr>
                              <w:t>Mobil: +49 171 837 9251</w:t>
                            </w:r>
                          </w:p>
                        </w:tc>
                        <w:tc>
                          <w:tcPr>
                            <w:tcW w:w="2792" w:type="dxa"/>
                          </w:tcPr>
                          <w:p w14:paraId="20CC8BF1" w14:textId="77777777" w:rsidR="00D272CC" w:rsidRPr="00A80638" w:rsidRDefault="00D272CC">
                            <w:pPr>
                              <w:pStyle w:val="Textkrper21"/>
                              <w:tabs>
                                <w:tab w:val="left" w:pos="4320"/>
                              </w:tabs>
                              <w:snapToGrid w:val="0"/>
                              <w:rPr>
                                <w:rFonts w:ascii="Arial" w:hAnsi="Arial" w:cs="Arial"/>
                                <w:sz w:val="20"/>
                                <w:szCs w:val="20"/>
                              </w:rPr>
                            </w:pPr>
                            <w:r w:rsidRPr="00A80638">
                              <w:rPr>
                                <w:rFonts w:ascii="Arial" w:hAnsi="Arial" w:cs="Arial"/>
                                <w:sz w:val="20"/>
                                <w:szCs w:val="20"/>
                              </w:rPr>
                              <w:t>Fax: +49 (0)2941 38-477545</w:t>
                            </w:r>
                          </w:p>
                        </w:tc>
                      </w:tr>
                      <w:tr w:rsidR="00D272CC" w14:paraId="62F1E0E5" w14:textId="77777777">
                        <w:tc>
                          <w:tcPr>
                            <w:tcW w:w="4750" w:type="dxa"/>
                          </w:tcPr>
                          <w:p w14:paraId="32DFB007" w14:textId="77777777" w:rsidR="00D272CC" w:rsidRPr="00A80638" w:rsidRDefault="00000000" w:rsidP="00B579DC">
                            <w:pPr>
                              <w:spacing w:before="0" w:line="240" w:lineRule="auto"/>
                              <w:rPr>
                                <w:rFonts w:cs="Arial"/>
                                <w:szCs w:val="20"/>
                                <w:lang w:eastAsia="ar-SA"/>
                              </w:rPr>
                            </w:pPr>
                            <w:hyperlink r:id="rId16" w:history="1">
                              <w:r w:rsidR="00D272CC" w:rsidRPr="00E006DE">
                                <w:rPr>
                                  <w:rStyle w:val="Hyperlink"/>
                                  <w:rFonts w:cs="Arial"/>
                                  <w:szCs w:val="20"/>
                                  <w:lang w:eastAsia="de-DE"/>
                                </w:rPr>
                                <w:t>presse@hella-gutmann.com</w:t>
                              </w:r>
                            </w:hyperlink>
                            <w:r w:rsidR="00D272CC" w:rsidRPr="00A80638">
                              <w:rPr>
                                <w:rFonts w:cs="Arial"/>
                                <w:szCs w:val="20"/>
                                <w:lang w:eastAsia="de-DE"/>
                              </w:rPr>
                              <w:t xml:space="preserve"> </w:t>
                            </w:r>
                          </w:p>
                        </w:tc>
                        <w:tc>
                          <w:tcPr>
                            <w:tcW w:w="2792" w:type="dxa"/>
                          </w:tcPr>
                          <w:p w14:paraId="4A70C2E6" w14:textId="00B59563" w:rsidR="00D272CC" w:rsidRPr="00A80638" w:rsidRDefault="00000000">
                            <w:pPr>
                              <w:pStyle w:val="Textkrper21"/>
                              <w:tabs>
                                <w:tab w:val="left" w:pos="4320"/>
                              </w:tabs>
                              <w:snapToGrid w:val="0"/>
                              <w:rPr>
                                <w:rFonts w:ascii="Arial" w:hAnsi="Arial" w:cs="Arial"/>
                                <w:sz w:val="20"/>
                                <w:szCs w:val="20"/>
                              </w:rPr>
                            </w:pPr>
                            <w:hyperlink r:id="rId17" w:history="1">
                              <w:r w:rsidR="00152D76" w:rsidRPr="00A200B4">
                                <w:rPr>
                                  <w:rStyle w:val="Hyperlink"/>
                                  <w:rFonts w:cs="Arial"/>
                                  <w:sz w:val="20"/>
                                  <w:szCs w:val="20"/>
                                </w:rPr>
                                <w:t>Markus.Richter@forvia.com</w:t>
                              </w:r>
                            </w:hyperlink>
                          </w:p>
                        </w:tc>
                      </w:tr>
                      <w:tr w:rsidR="00D272CC" w14:paraId="3E9A06C4" w14:textId="77777777">
                        <w:tc>
                          <w:tcPr>
                            <w:tcW w:w="4750" w:type="dxa"/>
                          </w:tcPr>
                          <w:p w14:paraId="744DAE3E" w14:textId="77777777" w:rsidR="00D272CC" w:rsidRPr="00A80638" w:rsidRDefault="00000000" w:rsidP="00B579DC">
                            <w:pPr>
                              <w:pStyle w:val="Textkrper21"/>
                              <w:tabs>
                                <w:tab w:val="left" w:pos="4320"/>
                              </w:tabs>
                              <w:snapToGrid w:val="0"/>
                              <w:rPr>
                                <w:rFonts w:ascii="Arial" w:hAnsi="Arial" w:cs="Arial"/>
                                <w:sz w:val="20"/>
                                <w:szCs w:val="20"/>
                              </w:rPr>
                            </w:pPr>
                            <w:hyperlink r:id="rId18" w:history="1">
                              <w:r w:rsidR="00D272CC" w:rsidRPr="00A80638">
                                <w:rPr>
                                  <w:rStyle w:val="Hyperlink"/>
                                  <w:rFonts w:cs="Arial"/>
                                  <w:sz w:val="20"/>
                                  <w:szCs w:val="20"/>
                                </w:rPr>
                                <w:t>www.hella-gutmann.com</w:t>
                              </w:r>
                            </w:hyperlink>
                          </w:p>
                        </w:tc>
                        <w:tc>
                          <w:tcPr>
                            <w:tcW w:w="2792" w:type="dxa"/>
                          </w:tcPr>
                          <w:p w14:paraId="632286CB" w14:textId="77777777" w:rsidR="00D272CC" w:rsidRPr="00A80638" w:rsidRDefault="00000000">
                            <w:pPr>
                              <w:pStyle w:val="Textkrper21"/>
                              <w:tabs>
                                <w:tab w:val="left" w:pos="4320"/>
                              </w:tabs>
                              <w:snapToGrid w:val="0"/>
                              <w:rPr>
                                <w:rFonts w:ascii="Arial" w:hAnsi="Arial" w:cs="Arial"/>
                                <w:sz w:val="20"/>
                                <w:szCs w:val="20"/>
                              </w:rPr>
                            </w:pPr>
                            <w:hyperlink r:id="rId19" w:history="1">
                              <w:r w:rsidR="00D272CC" w:rsidRPr="00A80638">
                                <w:rPr>
                                  <w:rStyle w:val="Hyperlink"/>
                                  <w:rFonts w:cs="Arial"/>
                                  <w:sz w:val="20"/>
                                  <w:szCs w:val="20"/>
                                </w:rPr>
                                <w:t>www.hella.com</w:t>
                              </w:r>
                            </w:hyperlink>
                          </w:p>
                        </w:tc>
                      </w:tr>
                    </w:tbl>
                    <w:p w14:paraId="3602720F" w14:textId="77777777" w:rsidR="00D272CC" w:rsidRDefault="00D272CC" w:rsidP="00D272CC">
                      <w:r>
                        <w:t xml:space="preserve"> </w:t>
                      </w:r>
                    </w:p>
                  </w:txbxContent>
                </v:textbox>
                <w10:wrap type="square" side="largest" anchorx="margin"/>
              </v:shape>
            </w:pict>
          </mc:Fallback>
        </mc:AlternateContent>
      </w:r>
    </w:p>
    <w:p w14:paraId="3F306690" w14:textId="77777777" w:rsidR="00C05A5A" w:rsidRPr="00BD118B" w:rsidRDefault="00C05A5A" w:rsidP="0022556A">
      <w:pPr>
        <w:pStyle w:val="PMBoilerplate"/>
        <w:rPr>
          <w:rStyle w:val="Hyperlink"/>
          <w:rFonts w:cs="Arial"/>
          <w:color w:val="auto"/>
          <w:u w:val="none"/>
          <w:lang w:val="fr-FR"/>
        </w:rPr>
      </w:pPr>
    </w:p>
    <w:sectPr w:rsidR="00C05A5A" w:rsidRPr="00BD118B" w:rsidSect="00532AD4">
      <w:headerReference w:type="even" r:id="rId20"/>
      <w:headerReference w:type="default" r:id="rId21"/>
      <w:footerReference w:type="even" r:id="rId22"/>
      <w:footerReference w:type="default" r:id="rId23"/>
      <w:headerReference w:type="first" r:id="rId24"/>
      <w:footerReference w:type="first" r:id="rId25"/>
      <w:pgSz w:w="12240" w:h="15840" w:code="1"/>
      <w:pgMar w:top="1179" w:right="2601" w:bottom="1134" w:left="1418" w:header="851" w:footer="85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D2FF6" w14:textId="77777777" w:rsidR="009860FA" w:rsidRDefault="009860FA">
      <w:r>
        <w:separator/>
      </w:r>
    </w:p>
  </w:endnote>
  <w:endnote w:type="continuationSeparator" w:id="0">
    <w:p w14:paraId="58D38439" w14:textId="77777777" w:rsidR="009860FA" w:rsidRDefault="00986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Hella DIN Universal">
    <w:altName w:val="Calibri"/>
    <w:panose1 w:val="020B0604020202020204"/>
    <w:charset w:val="00"/>
    <w:family w:val="modern"/>
    <w:notTrueType/>
    <w:pitch w:val="variable"/>
    <w:sig w:usb0="E00022BF" w:usb1="D000E0FB" w:usb2="00000008" w:usb3="00000000" w:csb0="000001DF" w:csb1="00000000"/>
  </w:font>
  <w:font w:name="Cambria">
    <w:panose1 w:val="02040503050406030204"/>
    <w:charset w:val="00"/>
    <w:family w:val="roman"/>
    <w:pitch w:val="variable"/>
    <w:sig w:usb0="E00002FF" w:usb1="400004FF" w:usb2="00000000" w:usb3="00000000" w:csb0="0000019F" w:csb1="00000000"/>
  </w:font>
  <w:font w:name="Hella DIN Universal Light">
    <w:altName w:val="Calibri"/>
    <w:panose1 w:val="020B0604020202020204"/>
    <w:charset w:val="00"/>
    <w:family w:val="modern"/>
    <w:notTrueType/>
    <w:pitch w:val="variable"/>
    <w:sig w:usb0="E00022BF" w:usb1="D000E0FB" w:usb2="00000008" w:usb3="00000000" w:csb0="000001D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6F2F" w14:textId="77777777" w:rsidR="00554803" w:rsidRDefault="0055480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54A8A" w14:textId="77777777" w:rsidR="004E78B9" w:rsidRPr="00DB6A0B" w:rsidRDefault="00014CEB" w:rsidP="00BE284E">
    <w:pPr>
      <w:pStyle w:val="Fuzeile"/>
      <w:tabs>
        <w:tab w:val="center" w:pos="4040"/>
        <w:tab w:val="left" w:pos="7193"/>
      </w:tabs>
      <w:rPr>
        <w:rFonts w:ascii="Hella DIN Universal" w:hAnsi="Hella DIN Universal" w:cs="Hella DIN Universal"/>
        <w:color w:val="808080"/>
        <w:sz w:val="16"/>
      </w:rPr>
    </w:pPr>
    <w:r>
      <w:rPr>
        <w:noProof/>
      </w:rPr>
      <mc:AlternateContent>
        <mc:Choice Requires="wps">
          <w:drawing>
            <wp:anchor distT="45720" distB="45720" distL="114300" distR="114300" simplePos="0" relativeHeight="251656704" behindDoc="0" locked="0" layoutInCell="1" allowOverlap="1" wp14:anchorId="6DA90142" wp14:editId="07A24228">
              <wp:simplePos x="0" y="0"/>
              <wp:positionH relativeFrom="column">
                <wp:posOffset>5316220</wp:posOffset>
              </wp:positionH>
              <wp:positionV relativeFrom="paragraph">
                <wp:posOffset>-130810</wp:posOffset>
              </wp:positionV>
              <wp:extent cx="883285" cy="465455"/>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83285" cy="465455"/>
                      </a:xfrm>
                      <a:prstGeom prst="rect">
                        <a:avLst/>
                      </a:prstGeom>
                      <a:solidFill>
                        <a:srgbClr val="FFFFFF"/>
                      </a:solidFill>
                      <a:ln w="9525">
                        <a:noFill/>
                        <a:miter lim="800000"/>
                        <a:headEnd/>
                        <a:tailEnd/>
                      </a:ln>
                    </wps:spPr>
                    <wps:txbx>
                      <w:txbxContent>
                        <w:p w14:paraId="0876B94F" w14:textId="77777777" w:rsidR="00E22B7B" w:rsidRPr="00BD118B" w:rsidRDefault="00E22B7B" w:rsidP="00BE284E">
                          <w:pPr>
                            <w:pStyle w:val="Fuzeile"/>
                            <w:jc w:val="right"/>
                            <w:rPr>
                              <w:rFonts w:cs="Arial"/>
                              <w:color w:val="808080"/>
                              <w:sz w:val="16"/>
                            </w:rPr>
                          </w:pPr>
                          <w:r w:rsidRPr="00BD118B">
                            <w:rPr>
                              <w:rStyle w:val="Seitenzahl"/>
                              <w:rFonts w:cs="Arial"/>
                              <w:color w:val="808080"/>
                              <w:sz w:val="16"/>
                            </w:rPr>
                            <w:t xml:space="preserve">Seite </w:t>
                          </w:r>
                          <w:r w:rsidRPr="00BD118B">
                            <w:rPr>
                              <w:rStyle w:val="Seitenzahl"/>
                              <w:rFonts w:cs="Arial"/>
                              <w:color w:val="808080"/>
                              <w:sz w:val="16"/>
                            </w:rPr>
                            <w:fldChar w:fldCharType="begin"/>
                          </w:r>
                          <w:r w:rsidRPr="00BD118B">
                            <w:rPr>
                              <w:rStyle w:val="Seitenzahl"/>
                              <w:rFonts w:cs="Arial"/>
                              <w:color w:val="808080"/>
                              <w:sz w:val="16"/>
                            </w:rPr>
                            <w:instrText>PAGE  \* Arabic  \* MERGEFORMAT</w:instrText>
                          </w:r>
                          <w:r w:rsidRPr="00BD118B">
                            <w:rPr>
                              <w:rStyle w:val="Seitenzahl"/>
                              <w:rFonts w:cs="Arial"/>
                              <w:color w:val="808080"/>
                              <w:sz w:val="16"/>
                            </w:rPr>
                            <w:fldChar w:fldCharType="separate"/>
                          </w:r>
                          <w:r w:rsidRPr="00BD118B">
                            <w:rPr>
                              <w:rStyle w:val="Seitenzahl"/>
                              <w:rFonts w:cs="Arial"/>
                              <w:color w:val="808080"/>
                              <w:sz w:val="16"/>
                            </w:rPr>
                            <w:t>3</w:t>
                          </w:r>
                          <w:r w:rsidRPr="00BD118B">
                            <w:rPr>
                              <w:rStyle w:val="Seitenzahl"/>
                              <w:rFonts w:cs="Arial"/>
                              <w:color w:val="808080"/>
                              <w:sz w:val="16"/>
                            </w:rPr>
                            <w:fldChar w:fldCharType="end"/>
                          </w:r>
                          <w:r w:rsidRPr="00BD118B">
                            <w:rPr>
                              <w:rStyle w:val="Seitenzahl"/>
                              <w:rFonts w:cs="Arial"/>
                              <w:color w:val="808080"/>
                              <w:sz w:val="16"/>
                            </w:rPr>
                            <w:t xml:space="preserve"> von </w:t>
                          </w:r>
                          <w:r w:rsidRPr="00BD118B">
                            <w:rPr>
                              <w:rStyle w:val="Seitenzahl"/>
                              <w:rFonts w:cs="Arial"/>
                              <w:color w:val="808080"/>
                              <w:sz w:val="16"/>
                            </w:rPr>
                            <w:fldChar w:fldCharType="begin"/>
                          </w:r>
                          <w:r w:rsidRPr="00BD118B">
                            <w:rPr>
                              <w:rStyle w:val="Seitenzahl"/>
                              <w:rFonts w:cs="Arial"/>
                              <w:color w:val="808080"/>
                              <w:sz w:val="16"/>
                            </w:rPr>
                            <w:instrText>NUMPAGES  \* Arabic  \* MERGEFORMAT</w:instrText>
                          </w:r>
                          <w:r w:rsidRPr="00BD118B">
                            <w:rPr>
                              <w:rStyle w:val="Seitenzahl"/>
                              <w:rFonts w:cs="Arial"/>
                              <w:color w:val="808080"/>
                              <w:sz w:val="16"/>
                            </w:rPr>
                            <w:fldChar w:fldCharType="separate"/>
                          </w:r>
                          <w:r w:rsidRPr="00BD118B">
                            <w:rPr>
                              <w:rStyle w:val="Seitenzahl"/>
                              <w:rFonts w:cs="Arial"/>
                              <w:color w:val="808080"/>
                              <w:sz w:val="16"/>
                            </w:rPr>
                            <w:t>5</w:t>
                          </w:r>
                          <w:r w:rsidRPr="00BD118B">
                            <w:rPr>
                              <w:rStyle w:val="Seitenzahl"/>
                              <w:rFonts w:cs="Arial"/>
                              <w:color w:val="808080"/>
                              <w:sz w:val="16"/>
                            </w:rPr>
                            <w:fldChar w:fldCharType="end"/>
                          </w:r>
                        </w:p>
                        <w:p w14:paraId="4DAFC911" w14:textId="77777777" w:rsidR="00E22B7B" w:rsidRDefault="00E22B7B" w:rsidP="00BE284E">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A90142" id="_x0000_t202" coordsize="21600,21600" o:spt="202" path="m,l,21600r21600,l21600,xe">
              <v:stroke joinstyle="miter"/>
              <v:path gradientshapeok="t" o:connecttype="rect"/>
            </v:shapetype>
            <v:shape id="Textfeld 2" o:spid="_x0000_s1027" type="#_x0000_t202" style="position:absolute;margin-left:418.6pt;margin-top:-10.3pt;width:69.55pt;height:36.6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" stroked="f">
              <v:textbox>
                <w:txbxContent>
                  <w:p w14:paraId="0876B94F" w14:textId="77777777" w:rsidR="00E22B7B" w:rsidRPr="00BD118B" w:rsidRDefault="00E22B7B" w:rsidP="00BE284E">
                    <w:pPr>
                      <w:pStyle w:val="Fuzeile"/>
                      <w:jc w:val="right"/>
                      <w:rPr>
                        <w:rFonts w:cs="Arial"/>
                        <w:color w:val="808080"/>
                        <w:sz w:val="16"/>
                      </w:rPr>
                    </w:pPr>
                    <w:r w:rsidRPr="00BD118B">
                      <w:rPr>
                        <w:rStyle w:val="Seitenzahl"/>
                        <w:rFonts w:cs="Arial"/>
                        <w:color w:val="808080"/>
                        <w:sz w:val="16"/>
                      </w:rPr>
                      <w:t xml:space="preserve">Seite </w:t>
                    </w:r>
                    <w:r w:rsidRPr="00BD118B">
                      <w:rPr>
                        <w:rStyle w:val="Seitenzahl"/>
                        <w:rFonts w:cs="Arial"/>
                        <w:color w:val="808080"/>
                        <w:sz w:val="16"/>
                      </w:rPr>
                      <w:fldChar w:fldCharType="begin"/>
                    </w:r>
                    <w:r w:rsidRPr="00BD118B">
                      <w:rPr>
                        <w:rStyle w:val="Seitenzahl"/>
                        <w:rFonts w:cs="Arial"/>
                        <w:color w:val="808080"/>
                        <w:sz w:val="16"/>
                      </w:rPr>
                      <w:instrText>PAGE  \* Arabic  \* MERGEFORMAT</w:instrText>
                    </w:r>
                    <w:r w:rsidRPr="00BD118B">
                      <w:rPr>
                        <w:rStyle w:val="Seitenzahl"/>
                        <w:rFonts w:cs="Arial"/>
                        <w:color w:val="808080"/>
                        <w:sz w:val="16"/>
                      </w:rPr>
                      <w:fldChar w:fldCharType="separate"/>
                    </w:r>
                    <w:r w:rsidRPr="00BD118B">
                      <w:rPr>
                        <w:rStyle w:val="Seitenzahl"/>
                        <w:rFonts w:cs="Arial"/>
                        <w:color w:val="808080"/>
                        <w:sz w:val="16"/>
                      </w:rPr>
                      <w:t>3</w:t>
                    </w:r>
                    <w:r w:rsidRPr="00BD118B">
                      <w:rPr>
                        <w:rStyle w:val="Seitenzahl"/>
                        <w:rFonts w:cs="Arial"/>
                        <w:color w:val="808080"/>
                        <w:sz w:val="16"/>
                      </w:rPr>
                      <w:fldChar w:fldCharType="end"/>
                    </w:r>
                    <w:r w:rsidRPr="00BD118B">
                      <w:rPr>
                        <w:rStyle w:val="Seitenzahl"/>
                        <w:rFonts w:cs="Arial"/>
                        <w:color w:val="808080"/>
                        <w:sz w:val="16"/>
                      </w:rPr>
                      <w:t xml:space="preserve"> von </w:t>
                    </w:r>
                    <w:r w:rsidRPr="00BD118B">
                      <w:rPr>
                        <w:rStyle w:val="Seitenzahl"/>
                        <w:rFonts w:cs="Arial"/>
                        <w:color w:val="808080"/>
                        <w:sz w:val="16"/>
                      </w:rPr>
                      <w:fldChar w:fldCharType="begin"/>
                    </w:r>
                    <w:r w:rsidRPr="00BD118B">
                      <w:rPr>
                        <w:rStyle w:val="Seitenzahl"/>
                        <w:rFonts w:cs="Arial"/>
                        <w:color w:val="808080"/>
                        <w:sz w:val="16"/>
                      </w:rPr>
                      <w:instrText>NUMPAGES  \* Arabic  \* MERGEFORMAT</w:instrText>
                    </w:r>
                    <w:r w:rsidRPr="00BD118B">
                      <w:rPr>
                        <w:rStyle w:val="Seitenzahl"/>
                        <w:rFonts w:cs="Arial"/>
                        <w:color w:val="808080"/>
                        <w:sz w:val="16"/>
                      </w:rPr>
                      <w:fldChar w:fldCharType="separate"/>
                    </w:r>
                    <w:r w:rsidRPr="00BD118B">
                      <w:rPr>
                        <w:rStyle w:val="Seitenzahl"/>
                        <w:rFonts w:cs="Arial"/>
                        <w:color w:val="808080"/>
                        <w:sz w:val="16"/>
                      </w:rPr>
                      <w:t>5</w:t>
                    </w:r>
                    <w:r w:rsidRPr="00BD118B">
                      <w:rPr>
                        <w:rStyle w:val="Seitenzahl"/>
                        <w:rFonts w:cs="Arial"/>
                        <w:color w:val="808080"/>
                        <w:sz w:val="16"/>
                      </w:rPr>
                      <w:fldChar w:fldCharType="end"/>
                    </w:r>
                  </w:p>
                  <w:p w14:paraId="4DAFC911" w14:textId="77777777" w:rsidR="00E22B7B" w:rsidRDefault="00E22B7B" w:rsidP="00BE284E">
                    <w:pPr>
                      <w:jc w:val="right"/>
                    </w:pPr>
                  </w:p>
                </w:txbxContent>
              </v:textbox>
              <w10:wrap type="square"/>
            </v:shape>
          </w:pict>
        </mc:Fallback>
      </mc:AlternateContent>
    </w:r>
    <w:r w:rsidR="00BE284E">
      <w:rPr>
        <w:rFonts w:ascii="Hella DIN Universal" w:hAnsi="Hella DIN Universal" w:cs="Hella DIN Universal"/>
        <w:color w:val="808080"/>
        <w:sz w:val="16"/>
      </w:rPr>
      <w:tab/>
    </w:r>
    <w:r w:rsidR="00BE284E">
      <w:rPr>
        <w:rFonts w:ascii="Hella DIN Universal" w:hAnsi="Hella DIN Universal" w:cs="Hella DIN Universal"/>
        <w:color w:val="808080"/>
        <w:sz w:val="16"/>
      </w:rPr>
      <w:tab/>
    </w:r>
    <w:r w:rsidR="00BE284E">
      <w:rPr>
        <w:rFonts w:ascii="Hella DIN Universal" w:hAnsi="Hella DIN Universal" w:cs="Hella DIN Universal"/>
        <w:color w:val="808080"/>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3D1F" w14:textId="77777777" w:rsidR="00554803" w:rsidRDefault="005548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5724A" w14:textId="77777777" w:rsidR="009860FA" w:rsidRDefault="009860FA">
      <w:r>
        <w:separator/>
      </w:r>
    </w:p>
  </w:footnote>
  <w:footnote w:type="continuationSeparator" w:id="0">
    <w:p w14:paraId="3BB44A37" w14:textId="77777777" w:rsidR="009860FA" w:rsidRDefault="00986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81220" w14:textId="77777777" w:rsidR="00554803" w:rsidRDefault="0055480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A554D" w14:textId="70DCD651" w:rsidR="0008427E" w:rsidRDefault="00014CEB" w:rsidP="006352BA">
    <w:pPr>
      <w:pStyle w:val="PMHeadline1"/>
      <w:spacing w:after="0" w:line="400" w:lineRule="exact"/>
    </w:pPr>
    <w:r>
      <w:rPr>
        <w:noProof/>
      </w:rPr>
      <w:drawing>
        <wp:anchor distT="0" distB="0" distL="114300" distR="114300" simplePos="0" relativeHeight="251658752" behindDoc="0" locked="0" layoutInCell="1" allowOverlap="1" wp14:anchorId="2CCA05F6" wp14:editId="5D537E17">
          <wp:simplePos x="0" y="0"/>
          <wp:positionH relativeFrom="column">
            <wp:posOffset>4300220</wp:posOffset>
          </wp:positionH>
          <wp:positionV relativeFrom="paragraph">
            <wp:posOffset>202565</wp:posOffset>
          </wp:positionV>
          <wp:extent cx="2162175" cy="414655"/>
          <wp:effectExtent l="0" t="0" r="0" b="0"/>
          <wp:wrapNone/>
          <wp:docPr id="4"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414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5768B4" w14:textId="77777777" w:rsidR="0029395E" w:rsidRPr="00BD118B" w:rsidRDefault="0027154A" w:rsidP="006352BA">
    <w:pPr>
      <w:pStyle w:val="PMHeadline1"/>
      <w:spacing w:after="0" w:line="400" w:lineRule="exact"/>
      <w:rPr>
        <w:rFonts w:ascii="Arial" w:hAnsi="Arial" w:cs="Arial"/>
      </w:rPr>
    </w:pPr>
    <w:r w:rsidRPr="00BD118B">
      <w:rPr>
        <w:rFonts w:ascii="Arial" w:hAnsi="Arial" w:cs="Arial"/>
      </w:rPr>
      <w:t>P</w:t>
    </w:r>
    <w:r w:rsidR="00DB6A0B" w:rsidRPr="00BD118B">
      <w:rPr>
        <w:rFonts w:ascii="Arial" w:hAnsi="Arial" w:cs="Arial"/>
      </w:rPr>
      <w:t>ressemitteilung</w:t>
    </w:r>
  </w:p>
  <w:p w14:paraId="7E589349" w14:textId="7F776E3A" w:rsidR="0027154A" w:rsidRPr="00BD118B" w:rsidRDefault="00586D1C" w:rsidP="006352BA">
    <w:pPr>
      <w:pStyle w:val="PMHeadline1"/>
      <w:spacing w:after="0" w:line="300" w:lineRule="exact"/>
      <w:rPr>
        <w:rFonts w:ascii="Arial" w:hAnsi="Arial" w:cs="Arial"/>
        <w:szCs w:val="20"/>
      </w:rPr>
    </w:pPr>
    <w:r>
      <w:rPr>
        <w:rFonts w:ascii="Arial" w:hAnsi="Arial" w:cs="Arial"/>
        <w:sz w:val="20"/>
        <w:szCs w:val="20"/>
      </w:rPr>
      <w:t>Ihringen</w:t>
    </w:r>
    <w:r w:rsidR="00C05A5A" w:rsidRPr="00BD118B">
      <w:rPr>
        <w:rFonts w:ascii="Arial" w:hAnsi="Arial" w:cs="Arial"/>
        <w:sz w:val="20"/>
        <w:szCs w:val="20"/>
      </w:rPr>
      <w:t xml:space="preserve">, </w:t>
    </w:r>
    <w:r w:rsidR="00E95F07">
      <w:rPr>
        <w:rFonts w:ascii="Arial" w:hAnsi="Arial" w:cs="Arial"/>
        <w:sz w:val="20"/>
        <w:szCs w:val="20"/>
      </w:rPr>
      <w:t>30.August</w:t>
    </w:r>
    <w:r w:rsidR="00DB6A0B" w:rsidRPr="00BD118B">
      <w:rPr>
        <w:rFonts w:ascii="Arial" w:hAnsi="Arial" w:cs="Arial"/>
        <w:sz w:val="20"/>
        <w:szCs w:val="20"/>
      </w:rPr>
      <w:t xml:space="preserve"> 20</w:t>
    </w:r>
    <w:r w:rsidR="00843647">
      <w:rPr>
        <w:rFonts w:ascii="Arial" w:hAnsi="Arial" w:cs="Arial"/>
        <w:sz w:val="20"/>
        <w:szCs w:val="20"/>
      </w:rPr>
      <w:t>22</w:t>
    </w:r>
  </w:p>
  <w:p w14:paraId="271745D1" w14:textId="77777777" w:rsidR="001A1F1C" w:rsidRPr="007E3E47" w:rsidRDefault="001A1F1C" w:rsidP="008A37C1">
    <w:pPr>
      <w:pStyle w:val="Kopfzeile"/>
      <w:rPr>
        <w:rFonts w:ascii="Hella DIN Universal" w:hAnsi="Hella DIN Universal" w:cs="Hella DIN Universal"/>
        <w:sz w:val="36"/>
        <w:szCs w:val="36"/>
      </w:rPr>
    </w:pPr>
  </w:p>
  <w:p w14:paraId="42DE24CA" w14:textId="77777777" w:rsidR="0027154A" w:rsidRPr="003B3305" w:rsidRDefault="0027154A" w:rsidP="00B35EFA">
    <w:pPr>
      <w:pStyle w:val="Kopfzeile"/>
      <w:spacing w:before="0" w:line="240" w:lineRule="auto"/>
      <w:rPr>
        <w:rFonts w:ascii="Hella DIN Universal Light" w:hAnsi="Hella DIN Universal Light"/>
        <w:sz w:val="24"/>
      </w:rPr>
    </w:pPr>
    <w:r w:rsidRPr="003B3305">
      <w:rPr>
        <w:rFonts w:ascii="Hella DIN Universal Light" w:hAnsi="Hella DIN Universal Light"/>
        <w:sz w:val="24"/>
      </w:rPr>
      <w:tab/>
    </w:r>
  </w:p>
  <w:p w14:paraId="5F362642" w14:textId="77777777" w:rsidR="0027154A" w:rsidRDefault="0027154A" w:rsidP="003857FB">
    <w:pPr>
      <w:pStyle w:val="Kopfzeile"/>
      <w:spacing w:before="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8CD20" w14:textId="77777777" w:rsidR="00554803" w:rsidRDefault="005548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9A3C94"/>
    <w:multiLevelType w:val="hybridMultilevel"/>
    <w:tmpl w:val="8062A8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4FC5C62"/>
    <w:multiLevelType w:val="hybridMultilevel"/>
    <w:tmpl w:val="AA9CC160"/>
    <w:lvl w:ilvl="0" w:tplc="0409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77E59"/>
    <w:multiLevelType w:val="hybridMultilevel"/>
    <w:tmpl w:val="DADCB3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AF617A"/>
    <w:multiLevelType w:val="hybridMultilevel"/>
    <w:tmpl w:val="7F660C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99516CA"/>
    <w:multiLevelType w:val="hybridMultilevel"/>
    <w:tmpl w:val="DA907028"/>
    <w:lvl w:ilvl="0" w:tplc="0407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4EE44F63"/>
    <w:multiLevelType w:val="hybridMultilevel"/>
    <w:tmpl w:val="9AAC63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FA256A"/>
    <w:multiLevelType w:val="hybridMultilevel"/>
    <w:tmpl w:val="06007D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DF59E2"/>
    <w:multiLevelType w:val="hybridMultilevel"/>
    <w:tmpl w:val="9B88555C"/>
    <w:lvl w:ilvl="0" w:tplc="59CC5E2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50336B"/>
    <w:multiLevelType w:val="hybridMultilevel"/>
    <w:tmpl w:val="7832A87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44000FB"/>
    <w:multiLevelType w:val="hybridMultilevel"/>
    <w:tmpl w:val="7A2C49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9267521"/>
    <w:multiLevelType w:val="hybridMultilevel"/>
    <w:tmpl w:val="7C962574"/>
    <w:lvl w:ilvl="0" w:tplc="31526BBC">
      <w:start w:val="1"/>
      <w:numFmt w:val="bullet"/>
      <w:pStyle w:val="PMBullets"/>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B4B2D8D"/>
    <w:multiLevelType w:val="hybridMultilevel"/>
    <w:tmpl w:val="5D2CB7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628365117">
    <w:abstractNumId w:val="13"/>
  </w:num>
  <w:num w:numId="2" w16cid:durableId="1228568349">
    <w:abstractNumId w:val="4"/>
  </w:num>
  <w:num w:numId="3" w16cid:durableId="1811248284">
    <w:abstractNumId w:val="14"/>
  </w:num>
  <w:num w:numId="4" w16cid:durableId="2095936932">
    <w:abstractNumId w:val="0"/>
  </w:num>
  <w:num w:numId="5" w16cid:durableId="1194341228">
    <w:abstractNumId w:val="10"/>
  </w:num>
  <w:num w:numId="6" w16cid:durableId="233854670">
    <w:abstractNumId w:val="3"/>
  </w:num>
  <w:num w:numId="7" w16cid:durableId="230043507">
    <w:abstractNumId w:val="5"/>
  </w:num>
  <w:num w:numId="8" w16cid:durableId="1058624053">
    <w:abstractNumId w:val="12"/>
  </w:num>
  <w:num w:numId="9" w16cid:durableId="80419507">
    <w:abstractNumId w:val="6"/>
  </w:num>
  <w:num w:numId="10" w16cid:durableId="1462504538">
    <w:abstractNumId w:val="11"/>
  </w:num>
  <w:num w:numId="11" w16cid:durableId="195389835">
    <w:abstractNumId w:val="2"/>
  </w:num>
  <w:num w:numId="12" w16cid:durableId="946742173">
    <w:abstractNumId w:val="9"/>
  </w:num>
  <w:num w:numId="13" w16cid:durableId="735129923">
    <w:abstractNumId w:val="17"/>
  </w:num>
  <w:num w:numId="14" w16cid:durableId="1755974421">
    <w:abstractNumId w:val="1"/>
  </w:num>
  <w:num w:numId="15" w16cid:durableId="772820102">
    <w:abstractNumId w:val="15"/>
  </w:num>
  <w:num w:numId="16" w16cid:durableId="475805778">
    <w:abstractNumId w:val="7"/>
  </w:num>
  <w:num w:numId="17" w16cid:durableId="1211457122">
    <w:abstractNumId w:val="16"/>
  </w:num>
  <w:num w:numId="18" w16cid:durableId="3805995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803"/>
    <w:rsid w:val="00000F74"/>
    <w:rsid w:val="00001FC9"/>
    <w:rsid w:val="00003174"/>
    <w:rsid w:val="00005623"/>
    <w:rsid w:val="00006E74"/>
    <w:rsid w:val="000070CF"/>
    <w:rsid w:val="000100B2"/>
    <w:rsid w:val="00010110"/>
    <w:rsid w:val="000101A4"/>
    <w:rsid w:val="0001076C"/>
    <w:rsid w:val="00010F1D"/>
    <w:rsid w:val="00012159"/>
    <w:rsid w:val="000126FC"/>
    <w:rsid w:val="00013E03"/>
    <w:rsid w:val="00014CEB"/>
    <w:rsid w:val="0001663F"/>
    <w:rsid w:val="00017110"/>
    <w:rsid w:val="000171E7"/>
    <w:rsid w:val="00020638"/>
    <w:rsid w:val="00020898"/>
    <w:rsid w:val="00020942"/>
    <w:rsid w:val="00020B3B"/>
    <w:rsid w:val="00021396"/>
    <w:rsid w:val="00021858"/>
    <w:rsid w:val="00024BC7"/>
    <w:rsid w:val="0002534B"/>
    <w:rsid w:val="00026CBF"/>
    <w:rsid w:val="00030B3A"/>
    <w:rsid w:val="00030FF9"/>
    <w:rsid w:val="00031FAF"/>
    <w:rsid w:val="00033780"/>
    <w:rsid w:val="0003470D"/>
    <w:rsid w:val="00036415"/>
    <w:rsid w:val="00036B21"/>
    <w:rsid w:val="00036B67"/>
    <w:rsid w:val="00036F0A"/>
    <w:rsid w:val="000378FD"/>
    <w:rsid w:val="00037B1C"/>
    <w:rsid w:val="00041555"/>
    <w:rsid w:val="000416A1"/>
    <w:rsid w:val="00041700"/>
    <w:rsid w:val="00041BC9"/>
    <w:rsid w:val="000432EF"/>
    <w:rsid w:val="00043958"/>
    <w:rsid w:val="0004475D"/>
    <w:rsid w:val="000449B9"/>
    <w:rsid w:val="000459F6"/>
    <w:rsid w:val="00046191"/>
    <w:rsid w:val="0004630B"/>
    <w:rsid w:val="000464B0"/>
    <w:rsid w:val="000466B4"/>
    <w:rsid w:val="00046F13"/>
    <w:rsid w:val="00047228"/>
    <w:rsid w:val="000476C8"/>
    <w:rsid w:val="00047A9D"/>
    <w:rsid w:val="00047EBD"/>
    <w:rsid w:val="00050EA3"/>
    <w:rsid w:val="00051431"/>
    <w:rsid w:val="00051D1D"/>
    <w:rsid w:val="0005248F"/>
    <w:rsid w:val="00053819"/>
    <w:rsid w:val="00054422"/>
    <w:rsid w:val="00055EAE"/>
    <w:rsid w:val="00061134"/>
    <w:rsid w:val="00061C71"/>
    <w:rsid w:val="00063773"/>
    <w:rsid w:val="00063C56"/>
    <w:rsid w:val="000646F1"/>
    <w:rsid w:val="000647C6"/>
    <w:rsid w:val="00065738"/>
    <w:rsid w:val="00066919"/>
    <w:rsid w:val="00066DA5"/>
    <w:rsid w:val="00067395"/>
    <w:rsid w:val="00067A35"/>
    <w:rsid w:val="00067B4F"/>
    <w:rsid w:val="00070EBD"/>
    <w:rsid w:val="0007331A"/>
    <w:rsid w:val="0007413E"/>
    <w:rsid w:val="00074DF5"/>
    <w:rsid w:val="00075E10"/>
    <w:rsid w:val="00076377"/>
    <w:rsid w:val="00080192"/>
    <w:rsid w:val="00080279"/>
    <w:rsid w:val="00081511"/>
    <w:rsid w:val="00081B16"/>
    <w:rsid w:val="00082361"/>
    <w:rsid w:val="00082D79"/>
    <w:rsid w:val="00083987"/>
    <w:rsid w:val="0008427E"/>
    <w:rsid w:val="00085F21"/>
    <w:rsid w:val="000865CF"/>
    <w:rsid w:val="000873CF"/>
    <w:rsid w:val="00087AC0"/>
    <w:rsid w:val="00087D58"/>
    <w:rsid w:val="00091B89"/>
    <w:rsid w:val="00092BF3"/>
    <w:rsid w:val="00092C47"/>
    <w:rsid w:val="00093E28"/>
    <w:rsid w:val="000948E1"/>
    <w:rsid w:val="000960F1"/>
    <w:rsid w:val="00097381"/>
    <w:rsid w:val="000A1A59"/>
    <w:rsid w:val="000A2F4C"/>
    <w:rsid w:val="000A36D7"/>
    <w:rsid w:val="000A3B7B"/>
    <w:rsid w:val="000A5BCB"/>
    <w:rsid w:val="000A641D"/>
    <w:rsid w:val="000A7748"/>
    <w:rsid w:val="000B0BC8"/>
    <w:rsid w:val="000B13DF"/>
    <w:rsid w:val="000B183C"/>
    <w:rsid w:val="000B1C11"/>
    <w:rsid w:val="000B4798"/>
    <w:rsid w:val="000B4A78"/>
    <w:rsid w:val="000B514D"/>
    <w:rsid w:val="000B5986"/>
    <w:rsid w:val="000B6352"/>
    <w:rsid w:val="000B7AF4"/>
    <w:rsid w:val="000B7E67"/>
    <w:rsid w:val="000C057A"/>
    <w:rsid w:val="000C1A67"/>
    <w:rsid w:val="000C22BD"/>
    <w:rsid w:val="000C37AC"/>
    <w:rsid w:val="000C5326"/>
    <w:rsid w:val="000C5925"/>
    <w:rsid w:val="000C5FBC"/>
    <w:rsid w:val="000C632C"/>
    <w:rsid w:val="000C6840"/>
    <w:rsid w:val="000C6BF9"/>
    <w:rsid w:val="000C6E30"/>
    <w:rsid w:val="000C74B1"/>
    <w:rsid w:val="000C7D88"/>
    <w:rsid w:val="000D1156"/>
    <w:rsid w:val="000D1479"/>
    <w:rsid w:val="000D1A6C"/>
    <w:rsid w:val="000D2576"/>
    <w:rsid w:val="000D2DB0"/>
    <w:rsid w:val="000D329A"/>
    <w:rsid w:val="000D43BC"/>
    <w:rsid w:val="000D4F00"/>
    <w:rsid w:val="000D56BA"/>
    <w:rsid w:val="000D5C63"/>
    <w:rsid w:val="000D68C3"/>
    <w:rsid w:val="000D6EF0"/>
    <w:rsid w:val="000D7011"/>
    <w:rsid w:val="000E0170"/>
    <w:rsid w:val="000E0AF4"/>
    <w:rsid w:val="000E0C71"/>
    <w:rsid w:val="000E1F4E"/>
    <w:rsid w:val="000E262C"/>
    <w:rsid w:val="000E2D3F"/>
    <w:rsid w:val="000E30AC"/>
    <w:rsid w:val="000E3825"/>
    <w:rsid w:val="000E4B2B"/>
    <w:rsid w:val="000E5061"/>
    <w:rsid w:val="000E52D1"/>
    <w:rsid w:val="000E5C67"/>
    <w:rsid w:val="000E5D36"/>
    <w:rsid w:val="000E601E"/>
    <w:rsid w:val="000E6A53"/>
    <w:rsid w:val="000E7883"/>
    <w:rsid w:val="000F0AAA"/>
    <w:rsid w:val="000F0E12"/>
    <w:rsid w:val="000F1193"/>
    <w:rsid w:val="000F21CD"/>
    <w:rsid w:val="000F340A"/>
    <w:rsid w:val="000F378E"/>
    <w:rsid w:val="000F4068"/>
    <w:rsid w:val="000F5BD2"/>
    <w:rsid w:val="001008AA"/>
    <w:rsid w:val="001011BE"/>
    <w:rsid w:val="00104BC1"/>
    <w:rsid w:val="00106EAE"/>
    <w:rsid w:val="001071FB"/>
    <w:rsid w:val="001071FF"/>
    <w:rsid w:val="00107352"/>
    <w:rsid w:val="00111910"/>
    <w:rsid w:val="00113EB2"/>
    <w:rsid w:val="001148B6"/>
    <w:rsid w:val="00116D0A"/>
    <w:rsid w:val="00116EC2"/>
    <w:rsid w:val="00117D78"/>
    <w:rsid w:val="001204EB"/>
    <w:rsid w:val="00122F8A"/>
    <w:rsid w:val="001230C4"/>
    <w:rsid w:val="00123745"/>
    <w:rsid w:val="00123880"/>
    <w:rsid w:val="00123920"/>
    <w:rsid w:val="001239F8"/>
    <w:rsid w:val="00124112"/>
    <w:rsid w:val="0012467B"/>
    <w:rsid w:val="00124893"/>
    <w:rsid w:val="001262CD"/>
    <w:rsid w:val="001267DF"/>
    <w:rsid w:val="00127569"/>
    <w:rsid w:val="00130AB0"/>
    <w:rsid w:val="001314EC"/>
    <w:rsid w:val="0013404B"/>
    <w:rsid w:val="00134B2F"/>
    <w:rsid w:val="001365D7"/>
    <w:rsid w:val="0013671D"/>
    <w:rsid w:val="001373D5"/>
    <w:rsid w:val="00137A2D"/>
    <w:rsid w:val="00137DC7"/>
    <w:rsid w:val="00140563"/>
    <w:rsid w:val="00142677"/>
    <w:rsid w:val="00143701"/>
    <w:rsid w:val="0014385B"/>
    <w:rsid w:val="00143BE5"/>
    <w:rsid w:val="00144499"/>
    <w:rsid w:val="001462FC"/>
    <w:rsid w:val="00147D76"/>
    <w:rsid w:val="0015102F"/>
    <w:rsid w:val="00151848"/>
    <w:rsid w:val="00151FCA"/>
    <w:rsid w:val="00152276"/>
    <w:rsid w:val="00152D76"/>
    <w:rsid w:val="00154E80"/>
    <w:rsid w:val="00157400"/>
    <w:rsid w:val="00157A44"/>
    <w:rsid w:val="001601EF"/>
    <w:rsid w:val="00160FE0"/>
    <w:rsid w:val="00161C60"/>
    <w:rsid w:val="0016285B"/>
    <w:rsid w:val="00162CF3"/>
    <w:rsid w:val="001633D3"/>
    <w:rsid w:val="0016433F"/>
    <w:rsid w:val="00164BAD"/>
    <w:rsid w:val="00164C21"/>
    <w:rsid w:val="00166469"/>
    <w:rsid w:val="00166CE7"/>
    <w:rsid w:val="00167917"/>
    <w:rsid w:val="00167E18"/>
    <w:rsid w:val="001707A9"/>
    <w:rsid w:val="00172887"/>
    <w:rsid w:val="001728AC"/>
    <w:rsid w:val="001749DF"/>
    <w:rsid w:val="00174A68"/>
    <w:rsid w:val="00176653"/>
    <w:rsid w:val="00176C8A"/>
    <w:rsid w:val="00180564"/>
    <w:rsid w:val="00180860"/>
    <w:rsid w:val="00181220"/>
    <w:rsid w:val="0018184D"/>
    <w:rsid w:val="001823EF"/>
    <w:rsid w:val="00182BF5"/>
    <w:rsid w:val="00184A31"/>
    <w:rsid w:val="001867BA"/>
    <w:rsid w:val="0019009B"/>
    <w:rsid w:val="00190A5F"/>
    <w:rsid w:val="00190B04"/>
    <w:rsid w:val="00192F67"/>
    <w:rsid w:val="00193883"/>
    <w:rsid w:val="00193ED4"/>
    <w:rsid w:val="001951D1"/>
    <w:rsid w:val="001965E1"/>
    <w:rsid w:val="001970A9"/>
    <w:rsid w:val="0019735B"/>
    <w:rsid w:val="00197615"/>
    <w:rsid w:val="00197AB3"/>
    <w:rsid w:val="001A01E0"/>
    <w:rsid w:val="001A1F1C"/>
    <w:rsid w:val="001A21B1"/>
    <w:rsid w:val="001A272B"/>
    <w:rsid w:val="001A34A9"/>
    <w:rsid w:val="001A3A8D"/>
    <w:rsid w:val="001A5063"/>
    <w:rsid w:val="001A5712"/>
    <w:rsid w:val="001A6066"/>
    <w:rsid w:val="001A6674"/>
    <w:rsid w:val="001B0138"/>
    <w:rsid w:val="001B0D0E"/>
    <w:rsid w:val="001B1EFB"/>
    <w:rsid w:val="001B2A98"/>
    <w:rsid w:val="001B40C0"/>
    <w:rsid w:val="001B4480"/>
    <w:rsid w:val="001B4D02"/>
    <w:rsid w:val="001B5EFF"/>
    <w:rsid w:val="001B64F0"/>
    <w:rsid w:val="001B747F"/>
    <w:rsid w:val="001C31CB"/>
    <w:rsid w:val="001C6762"/>
    <w:rsid w:val="001C6774"/>
    <w:rsid w:val="001C7620"/>
    <w:rsid w:val="001C7A17"/>
    <w:rsid w:val="001D0E25"/>
    <w:rsid w:val="001D0FD2"/>
    <w:rsid w:val="001D195A"/>
    <w:rsid w:val="001D1F5E"/>
    <w:rsid w:val="001D31F0"/>
    <w:rsid w:val="001D3ABA"/>
    <w:rsid w:val="001D3D23"/>
    <w:rsid w:val="001D4E05"/>
    <w:rsid w:val="001D568C"/>
    <w:rsid w:val="001D60CD"/>
    <w:rsid w:val="001D6628"/>
    <w:rsid w:val="001E05F1"/>
    <w:rsid w:val="001E14B3"/>
    <w:rsid w:val="001E14DA"/>
    <w:rsid w:val="001E3386"/>
    <w:rsid w:val="001E3564"/>
    <w:rsid w:val="001E5FA7"/>
    <w:rsid w:val="001E6387"/>
    <w:rsid w:val="001E68D2"/>
    <w:rsid w:val="001E6E03"/>
    <w:rsid w:val="001E7219"/>
    <w:rsid w:val="001E76A0"/>
    <w:rsid w:val="001F0AE4"/>
    <w:rsid w:val="001F16A4"/>
    <w:rsid w:val="001F182D"/>
    <w:rsid w:val="001F6471"/>
    <w:rsid w:val="001F6AC5"/>
    <w:rsid w:val="001F779E"/>
    <w:rsid w:val="002016EA"/>
    <w:rsid w:val="002017D4"/>
    <w:rsid w:val="0020197D"/>
    <w:rsid w:val="00204AFC"/>
    <w:rsid w:val="00205A4F"/>
    <w:rsid w:val="00205F20"/>
    <w:rsid w:val="00211490"/>
    <w:rsid w:val="00212A09"/>
    <w:rsid w:val="00213242"/>
    <w:rsid w:val="002135D8"/>
    <w:rsid w:val="00213D76"/>
    <w:rsid w:val="00213D8B"/>
    <w:rsid w:val="00214821"/>
    <w:rsid w:val="00216483"/>
    <w:rsid w:val="002209DD"/>
    <w:rsid w:val="00220ADA"/>
    <w:rsid w:val="00221C62"/>
    <w:rsid w:val="00223679"/>
    <w:rsid w:val="002238B0"/>
    <w:rsid w:val="00223984"/>
    <w:rsid w:val="00224391"/>
    <w:rsid w:val="002252BF"/>
    <w:rsid w:val="0022556A"/>
    <w:rsid w:val="00225A12"/>
    <w:rsid w:val="002264D4"/>
    <w:rsid w:val="00226B9C"/>
    <w:rsid w:val="00230D15"/>
    <w:rsid w:val="00232D60"/>
    <w:rsid w:val="00233F63"/>
    <w:rsid w:val="00234513"/>
    <w:rsid w:val="002347B9"/>
    <w:rsid w:val="0023490B"/>
    <w:rsid w:val="0023498E"/>
    <w:rsid w:val="00235B54"/>
    <w:rsid w:val="0023672E"/>
    <w:rsid w:val="00236C36"/>
    <w:rsid w:val="0023705D"/>
    <w:rsid w:val="00241477"/>
    <w:rsid w:val="002425CE"/>
    <w:rsid w:val="00242CC2"/>
    <w:rsid w:val="00243E17"/>
    <w:rsid w:val="00243F1E"/>
    <w:rsid w:val="00244A07"/>
    <w:rsid w:val="00244B33"/>
    <w:rsid w:val="00245001"/>
    <w:rsid w:val="002456F8"/>
    <w:rsid w:val="00245C9B"/>
    <w:rsid w:val="00246336"/>
    <w:rsid w:val="002470BF"/>
    <w:rsid w:val="002506C3"/>
    <w:rsid w:val="00250855"/>
    <w:rsid w:val="002508A4"/>
    <w:rsid w:val="00250DA1"/>
    <w:rsid w:val="00251D04"/>
    <w:rsid w:val="00254BE1"/>
    <w:rsid w:val="0025581B"/>
    <w:rsid w:val="00255C49"/>
    <w:rsid w:val="00256004"/>
    <w:rsid w:val="0025603F"/>
    <w:rsid w:val="00257364"/>
    <w:rsid w:val="00257C65"/>
    <w:rsid w:val="0026134B"/>
    <w:rsid w:val="00261647"/>
    <w:rsid w:val="002617CB"/>
    <w:rsid w:val="00261958"/>
    <w:rsid w:val="00263316"/>
    <w:rsid w:val="002633CC"/>
    <w:rsid w:val="00265446"/>
    <w:rsid w:val="00266425"/>
    <w:rsid w:val="00266618"/>
    <w:rsid w:val="0026674E"/>
    <w:rsid w:val="00270355"/>
    <w:rsid w:val="00270BAB"/>
    <w:rsid w:val="0027154A"/>
    <w:rsid w:val="0027218C"/>
    <w:rsid w:val="002721DD"/>
    <w:rsid w:val="00273349"/>
    <w:rsid w:val="00275B52"/>
    <w:rsid w:val="00275CC8"/>
    <w:rsid w:val="00275FA9"/>
    <w:rsid w:val="00280443"/>
    <w:rsid w:val="002812A9"/>
    <w:rsid w:val="00281A6E"/>
    <w:rsid w:val="00281D04"/>
    <w:rsid w:val="002834B5"/>
    <w:rsid w:val="0028451E"/>
    <w:rsid w:val="002857F5"/>
    <w:rsid w:val="00285B52"/>
    <w:rsid w:val="002862AD"/>
    <w:rsid w:val="00287BD2"/>
    <w:rsid w:val="00293715"/>
    <w:rsid w:val="0029395E"/>
    <w:rsid w:val="002942BC"/>
    <w:rsid w:val="00294651"/>
    <w:rsid w:val="00294CF9"/>
    <w:rsid w:val="00295600"/>
    <w:rsid w:val="00295A07"/>
    <w:rsid w:val="00296643"/>
    <w:rsid w:val="002A152F"/>
    <w:rsid w:val="002A18EF"/>
    <w:rsid w:val="002A1F93"/>
    <w:rsid w:val="002A2DE5"/>
    <w:rsid w:val="002A2FFF"/>
    <w:rsid w:val="002A34E9"/>
    <w:rsid w:val="002A3652"/>
    <w:rsid w:val="002A3B5E"/>
    <w:rsid w:val="002A538C"/>
    <w:rsid w:val="002A6382"/>
    <w:rsid w:val="002A6A24"/>
    <w:rsid w:val="002B017A"/>
    <w:rsid w:val="002B0591"/>
    <w:rsid w:val="002B57CE"/>
    <w:rsid w:val="002B698E"/>
    <w:rsid w:val="002B788C"/>
    <w:rsid w:val="002B7DF9"/>
    <w:rsid w:val="002C0AE0"/>
    <w:rsid w:val="002C1AA1"/>
    <w:rsid w:val="002C1BAD"/>
    <w:rsid w:val="002C33E1"/>
    <w:rsid w:val="002C3F6A"/>
    <w:rsid w:val="002C432A"/>
    <w:rsid w:val="002C4EF7"/>
    <w:rsid w:val="002C63BA"/>
    <w:rsid w:val="002C76BF"/>
    <w:rsid w:val="002D0BAA"/>
    <w:rsid w:val="002D1515"/>
    <w:rsid w:val="002D3A2D"/>
    <w:rsid w:val="002D4FF2"/>
    <w:rsid w:val="002D5326"/>
    <w:rsid w:val="002D5EA1"/>
    <w:rsid w:val="002D6209"/>
    <w:rsid w:val="002D6615"/>
    <w:rsid w:val="002D7586"/>
    <w:rsid w:val="002D75D7"/>
    <w:rsid w:val="002D7934"/>
    <w:rsid w:val="002E0725"/>
    <w:rsid w:val="002E1111"/>
    <w:rsid w:val="002E134E"/>
    <w:rsid w:val="002E2527"/>
    <w:rsid w:val="002E2CD1"/>
    <w:rsid w:val="002E2EE4"/>
    <w:rsid w:val="002E41FE"/>
    <w:rsid w:val="002E4AB0"/>
    <w:rsid w:val="002E508C"/>
    <w:rsid w:val="002E635F"/>
    <w:rsid w:val="002E6E11"/>
    <w:rsid w:val="002E6FC2"/>
    <w:rsid w:val="002E7CE9"/>
    <w:rsid w:val="002F013B"/>
    <w:rsid w:val="002F2448"/>
    <w:rsid w:val="002F2E9C"/>
    <w:rsid w:val="002F3334"/>
    <w:rsid w:val="002F4A29"/>
    <w:rsid w:val="002F60A2"/>
    <w:rsid w:val="002F6129"/>
    <w:rsid w:val="002F6E8A"/>
    <w:rsid w:val="002F718E"/>
    <w:rsid w:val="002F7559"/>
    <w:rsid w:val="00300206"/>
    <w:rsid w:val="00301027"/>
    <w:rsid w:val="003018DF"/>
    <w:rsid w:val="00304085"/>
    <w:rsid w:val="003046B1"/>
    <w:rsid w:val="00305F35"/>
    <w:rsid w:val="0030694C"/>
    <w:rsid w:val="00310E20"/>
    <w:rsid w:val="00310EFD"/>
    <w:rsid w:val="00311715"/>
    <w:rsid w:val="00312079"/>
    <w:rsid w:val="00312F4C"/>
    <w:rsid w:val="00313C44"/>
    <w:rsid w:val="00313EB9"/>
    <w:rsid w:val="00314B65"/>
    <w:rsid w:val="00316D7E"/>
    <w:rsid w:val="00320438"/>
    <w:rsid w:val="003207D7"/>
    <w:rsid w:val="003216F2"/>
    <w:rsid w:val="0032177E"/>
    <w:rsid w:val="00321A9B"/>
    <w:rsid w:val="00321F06"/>
    <w:rsid w:val="003229A3"/>
    <w:rsid w:val="00322DBA"/>
    <w:rsid w:val="00323102"/>
    <w:rsid w:val="003237FF"/>
    <w:rsid w:val="00325F2A"/>
    <w:rsid w:val="00326E2A"/>
    <w:rsid w:val="00326E42"/>
    <w:rsid w:val="00327102"/>
    <w:rsid w:val="00327FA9"/>
    <w:rsid w:val="00331499"/>
    <w:rsid w:val="00331BA4"/>
    <w:rsid w:val="00332849"/>
    <w:rsid w:val="00333AC3"/>
    <w:rsid w:val="00335098"/>
    <w:rsid w:val="0033601D"/>
    <w:rsid w:val="00336C96"/>
    <w:rsid w:val="00337B3D"/>
    <w:rsid w:val="00342BD7"/>
    <w:rsid w:val="00342DC3"/>
    <w:rsid w:val="003433A5"/>
    <w:rsid w:val="00343863"/>
    <w:rsid w:val="00345A1D"/>
    <w:rsid w:val="00345FFA"/>
    <w:rsid w:val="00346739"/>
    <w:rsid w:val="003472D4"/>
    <w:rsid w:val="00347922"/>
    <w:rsid w:val="00350314"/>
    <w:rsid w:val="00350D5A"/>
    <w:rsid w:val="00350DA4"/>
    <w:rsid w:val="00350EDE"/>
    <w:rsid w:val="00351035"/>
    <w:rsid w:val="003524B9"/>
    <w:rsid w:val="00352B0C"/>
    <w:rsid w:val="00352B9D"/>
    <w:rsid w:val="003532F5"/>
    <w:rsid w:val="0035398D"/>
    <w:rsid w:val="0035426F"/>
    <w:rsid w:val="003542A3"/>
    <w:rsid w:val="003549C0"/>
    <w:rsid w:val="003551D4"/>
    <w:rsid w:val="00356915"/>
    <w:rsid w:val="00361BE2"/>
    <w:rsid w:val="00361F7D"/>
    <w:rsid w:val="0036200C"/>
    <w:rsid w:val="003620B1"/>
    <w:rsid w:val="00362A1F"/>
    <w:rsid w:val="00362B4E"/>
    <w:rsid w:val="003655FA"/>
    <w:rsid w:val="003656C3"/>
    <w:rsid w:val="00365DE9"/>
    <w:rsid w:val="00366170"/>
    <w:rsid w:val="0036637F"/>
    <w:rsid w:val="00366CF3"/>
    <w:rsid w:val="00366DBB"/>
    <w:rsid w:val="00366DC9"/>
    <w:rsid w:val="00366EB8"/>
    <w:rsid w:val="00367124"/>
    <w:rsid w:val="003712E8"/>
    <w:rsid w:val="00372EC9"/>
    <w:rsid w:val="00373FA3"/>
    <w:rsid w:val="00375B48"/>
    <w:rsid w:val="003773B5"/>
    <w:rsid w:val="003804FA"/>
    <w:rsid w:val="00381147"/>
    <w:rsid w:val="00381938"/>
    <w:rsid w:val="00383169"/>
    <w:rsid w:val="003847EC"/>
    <w:rsid w:val="003847FA"/>
    <w:rsid w:val="003857FB"/>
    <w:rsid w:val="003872ED"/>
    <w:rsid w:val="003874B4"/>
    <w:rsid w:val="00387F32"/>
    <w:rsid w:val="00387FBD"/>
    <w:rsid w:val="0039158C"/>
    <w:rsid w:val="00392DA6"/>
    <w:rsid w:val="00393603"/>
    <w:rsid w:val="00393844"/>
    <w:rsid w:val="003A080C"/>
    <w:rsid w:val="003A0A94"/>
    <w:rsid w:val="003A1514"/>
    <w:rsid w:val="003A191E"/>
    <w:rsid w:val="003A203D"/>
    <w:rsid w:val="003A3201"/>
    <w:rsid w:val="003A3E40"/>
    <w:rsid w:val="003A4B12"/>
    <w:rsid w:val="003A4BCB"/>
    <w:rsid w:val="003A4C95"/>
    <w:rsid w:val="003A5F5D"/>
    <w:rsid w:val="003A6844"/>
    <w:rsid w:val="003A7473"/>
    <w:rsid w:val="003A7E74"/>
    <w:rsid w:val="003B01F7"/>
    <w:rsid w:val="003B0306"/>
    <w:rsid w:val="003B05CE"/>
    <w:rsid w:val="003B0917"/>
    <w:rsid w:val="003B19FE"/>
    <w:rsid w:val="003B25FF"/>
    <w:rsid w:val="003B289B"/>
    <w:rsid w:val="003B3305"/>
    <w:rsid w:val="003B411A"/>
    <w:rsid w:val="003B4A48"/>
    <w:rsid w:val="003B5688"/>
    <w:rsid w:val="003B5F65"/>
    <w:rsid w:val="003B7270"/>
    <w:rsid w:val="003B7A25"/>
    <w:rsid w:val="003C17FF"/>
    <w:rsid w:val="003C1C8B"/>
    <w:rsid w:val="003C1CDE"/>
    <w:rsid w:val="003C1D32"/>
    <w:rsid w:val="003C2278"/>
    <w:rsid w:val="003C23CF"/>
    <w:rsid w:val="003C2E8F"/>
    <w:rsid w:val="003C4C19"/>
    <w:rsid w:val="003C500A"/>
    <w:rsid w:val="003C6A2F"/>
    <w:rsid w:val="003C6E6F"/>
    <w:rsid w:val="003C7076"/>
    <w:rsid w:val="003C7845"/>
    <w:rsid w:val="003C7D74"/>
    <w:rsid w:val="003D24BD"/>
    <w:rsid w:val="003D2BC9"/>
    <w:rsid w:val="003D35FC"/>
    <w:rsid w:val="003D37E0"/>
    <w:rsid w:val="003D4130"/>
    <w:rsid w:val="003D5711"/>
    <w:rsid w:val="003D66D9"/>
    <w:rsid w:val="003D7281"/>
    <w:rsid w:val="003D7720"/>
    <w:rsid w:val="003D7E16"/>
    <w:rsid w:val="003E118E"/>
    <w:rsid w:val="003E15F2"/>
    <w:rsid w:val="003E18A6"/>
    <w:rsid w:val="003E1C2E"/>
    <w:rsid w:val="003E2B79"/>
    <w:rsid w:val="003E5937"/>
    <w:rsid w:val="003E630A"/>
    <w:rsid w:val="003E6D5B"/>
    <w:rsid w:val="003E708C"/>
    <w:rsid w:val="003E73FC"/>
    <w:rsid w:val="003F0510"/>
    <w:rsid w:val="003F2088"/>
    <w:rsid w:val="003F2D9C"/>
    <w:rsid w:val="003F7086"/>
    <w:rsid w:val="004007CA"/>
    <w:rsid w:val="004015D7"/>
    <w:rsid w:val="004025A0"/>
    <w:rsid w:val="00402B2B"/>
    <w:rsid w:val="00403016"/>
    <w:rsid w:val="00403FB1"/>
    <w:rsid w:val="00405A3C"/>
    <w:rsid w:val="00405EA1"/>
    <w:rsid w:val="0040785C"/>
    <w:rsid w:val="0040787D"/>
    <w:rsid w:val="00407EB4"/>
    <w:rsid w:val="00410B72"/>
    <w:rsid w:val="004117D7"/>
    <w:rsid w:val="00411ED7"/>
    <w:rsid w:val="004128AB"/>
    <w:rsid w:val="00412FFA"/>
    <w:rsid w:val="004157EF"/>
    <w:rsid w:val="00416570"/>
    <w:rsid w:val="0041663F"/>
    <w:rsid w:val="00417564"/>
    <w:rsid w:val="0042030E"/>
    <w:rsid w:val="00420B12"/>
    <w:rsid w:val="0042116D"/>
    <w:rsid w:val="00424213"/>
    <w:rsid w:val="00424D6E"/>
    <w:rsid w:val="004258FC"/>
    <w:rsid w:val="00425FCA"/>
    <w:rsid w:val="00427453"/>
    <w:rsid w:val="00427D16"/>
    <w:rsid w:val="00430FEE"/>
    <w:rsid w:val="00431036"/>
    <w:rsid w:val="0043316B"/>
    <w:rsid w:val="00433E1D"/>
    <w:rsid w:val="0043449C"/>
    <w:rsid w:val="00435894"/>
    <w:rsid w:val="00435F9D"/>
    <w:rsid w:val="0043699E"/>
    <w:rsid w:val="00436CC4"/>
    <w:rsid w:val="00436D34"/>
    <w:rsid w:val="004378B0"/>
    <w:rsid w:val="00437A6A"/>
    <w:rsid w:val="00440D87"/>
    <w:rsid w:val="00444BA5"/>
    <w:rsid w:val="004507C5"/>
    <w:rsid w:val="004508C0"/>
    <w:rsid w:val="00450A8A"/>
    <w:rsid w:val="00450A99"/>
    <w:rsid w:val="00452219"/>
    <w:rsid w:val="00453903"/>
    <w:rsid w:val="0045433B"/>
    <w:rsid w:val="00454C03"/>
    <w:rsid w:val="00454CD9"/>
    <w:rsid w:val="00455488"/>
    <w:rsid w:val="00455B19"/>
    <w:rsid w:val="0045798C"/>
    <w:rsid w:val="00460F78"/>
    <w:rsid w:val="0046153A"/>
    <w:rsid w:val="0046190C"/>
    <w:rsid w:val="00461A2B"/>
    <w:rsid w:val="0046360D"/>
    <w:rsid w:val="00463FE8"/>
    <w:rsid w:val="0046486A"/>
    <w:rsid w:val="00465200"/>
    <w:rsid w:val="004656AE"/>
    <w:rsid w:val="00466997"/>
    <w:rsid w:val="00466C3E"/>
    <w:rsid w:val="00467B93"/>
    <w:rsid w:val="0047370C"/>
    <w:rsid w:val="00473FA3"/>
    <w:rsid w:val="004744A1"/>
    <w:rsid w:val="00474ED5"/>
    <w:rsid w:val="00475013"/>
    <w:rsid w:val="004755A2"/>
    <w:rsid w:val="00475CB6"/>
    <w:rsid w:val="0047640C"/>
    <w:rsid w:val="004808DF"/>
    <w:rsid w:val="004808E4"/>
    <w:rsid w:val="00481362"/>
    <w:rsid w:val="00481398"/>
    <w:rsid w:val="00481D47"/>
    <w:rsid w:val="00482F73"/>
    <w:rsid w:val="00484BF4"/>
    <w:rsid w:val="00487010"/>
    <w:rsid w:val="00491C27"/>
    <w:rsid w:val="00491F2E"/>
    <w:rsid w:val="00494C88"/>
    <w:rsid w:val="0049500A"/>
    <w:rsid w:val="0049604C"/>
    <w:rsid w:val="00496140"/>
    <w:rsid w:val="00497A87"/>
    <w:rsid w:val="00497FB4"/>
    <w:rsid w:val="004A0575"/>
    <w:rsid w:val="004A2322"/>
    <w:rsid w:val="004A25E7"/>
    <w:rsid w:val="004A378D"/>
    <w:rsid w:val="004A4D76"/>
    <w:rsid w:val="004A564B"/>
    <w:rsid w:val="004A5730"/>
    <w:rsid w:val="004A786C"/>
    <w:rsid w:val="004A7D28"/>
    <w:rsid w:val="004B02F5"/>
    <w:rsid w:val="004B0B3F"/>
    <w:rsid w:val="004B18BA"/>
    <w:rsid w:val="004B1A2B"/>
    <w:rsid w:val="004B1DBF"/>
    <w:rsid w:val="004B54C4"/>
    <w:rsid w:val="004B592E"/>
    <w:rsid w:val="004B5CC1"/>
    <w:rsid w:val="004B6C07"/>
    <w:rsid w:val="004B6C66"/>
    <w:rsid w:val="004B725E"/>
    <w:rsid w:val="004C0384"/>
    <w:rsid w:val="004C2911"/>
    <w:rsid w:val="004C2FAE"/>
    <w:rsid w:val="004C344B"/>
    <w:rsid w:val="004C3620"/>
    <w:rsid w:val="004C3837"/>
    <w:rsid w:val="004C5DA5"/>
    <w:rsid w:val="004C66C9"/>
    <w:rsid w:val="004D074C"/>
    <w:rsid w:val="004D0883"/>
    <w:rsid w:val="004D2891"/>
    <w:rsid w:val="004D28BA"/>
    <w:rsid w:val="004D2A09"/>
    <w:rsid w:val="004D448C"/>
    <w:rsid w:val="004D4698"/>
    <w:rsid w:val="004D4A80"/>
    <w:rsid w:val="004D4AC1"/>
    <w:rsid w:val="004D4C3E"/>
    <w:rsid w:val="004D6AE2"/>
    <w:rsid w:val="004D7697"/>
    <w:rsid w:val="004D7873"/>
    <w:rsid w:val="004E0561"/>
    <w:rsid w:val="004E062F"/>
    <w:rsid w:val="004E130D"/>
    <w:rsid w:val="004E2484"/>
    <w:rsid w:val="004E2E35"/>
    <w:rsid w:val="004E3ECD"/>
    <w:rsid w:val="004E44E6"/>
    <w:rsid w:val="004E4D06"/>
    <w:rsid w:val="004E53BE"/>
    <w:rsid w:val="004E59CE"/>
    <w:rsid w:val="004E5E5F"/>
    <w:rsid w:val="004E78B9"/>
    <w:rsid w:val="004E7C10"/>
    <w:rsid w:val="004F088B"/>
    <w:rsid w:val="004F19CD"/>
    <w:rsid w:val="004F1D4C"/>
    <w:rsid w:val="004F3E9C"/>
    <w:rsid w:val="004F49C1"/>
    <w:rsid w:val="004F5216"/>
    <w:rsid w:val="004F55CB"/>
    <w:rsid w:val="004F5F56"/>
    <w:rsid w:val="004F6616"/>
    <w:rsid w:val="004F6B13"/>
    <w:rsid w:val="004F6E67"/>
    <w:rsid w:val="0050010D"/>
    <w:rsid w:val="0050095F"/>
    <w:rsid w:val="00502647"/>
    <w:rsid w:val="00503F79"/>
    <w:rsid w:val="005043EE"/>
    <w:rsid w:val="00506CA1"/>
    <w:rsid w:val="005073E1"/>
    <w:rsid w:val="00507552"/>
    <w:rsid w:val="00507812"/>
    <w:rsid w:val="005078AC"/>
    <w:rsid w:val="00510D89"/>
    <w:rsid w:val="00511208"/>
    <w:rsid w:val="00511249"/>
    <w:rsid w:val="00511831"/>
    <w:rsid w:val="00511CB9"/>
    <w:rsid w:val="00511F40"/>
    <w:rsid w:val="0051337E"/>
    <w:rsid w:val="00513740"/>
    <w:rsid w:val="00514E7B"/>
    <w:rsid w:val="00515529"/>
    <w:rsid w:val="00516DC3"/>
    <w:rsid w:val="005203D4"/>
    <w:rsid w:val="00521643"/>
    <w:rsid w:val="00521722"/>
    <w:rsid w:val="00521A9F"/>
    <w:rsid w:val="0052212F"/>
    <w:rsid w:val="0052214E"/>
    <w:rsid w:val="00522340"/>
    <w:rsid w:val="0052360E"/>
    <w:rsid w:val="00523787"/>
    <w:rsid w:val="0052493F"/>
    <w:rsid w:val="00524B49"/>
    <w:rsid w:val="00525E2C"/>
    <w:rsid w:val="005261BA"/>
    <w:rsid w:val="0052662A"/>
    <w:rsid w:val="005304F4"/>
    <w:rsid w:val="00530610"/>
    <w:rsid w:val="005314F6"/>
    <w:rsid w:val="00531998"/>
    <w:rsid w:val="00531D88"/>
    <w:rsid w:val="00532AD4"/>
    <w:rsid w:val="00533F21"/>
    <w:rsid w:val="005350EE"/>
    <w:rsid w:val="00535C26"/>
    <w:rsid w:val="0053665F"/>
    <w:rsid w:val="00536773"/>
    <w:rsid w:val="005368AA"/>
    <w:rsid w:val="0054155E"/>
    <w:rsid w:val="0054296B"/>
    <w:rsid w:val="00542ECB"/>
    <w:rsid w:val="00545784"/>
    <w:rsid w:val="00545B81"/>
    <w:rsid w:val="00546CC2"/>
    <w:rsid w:val="005507FE"/>
    <w:rsid w:val="00550CDC"/>
    <w:rsid w:val="00551024"/>
    <w:rsid w:val="00554803"/>
    <w:rsid w:val="0055619F"/>
    <w:rsid w:val="0055620C"/>
    <w:rsid w:val="00556C8E"/>
    <w:rsid w:val="005573F5"/>
    <w:rsid w:val="00557FAE"/>
    <w:rsid w:val="005617FE"/>
    <w:rsid w:val="00561FA3"/>
    <w:rsid w:val="005633A4"/>
    <w:rsid w:val="0056342A"/>
    <w:rsid w:val="005657A9"/>
    <w:rsid w:val="00565C6C"/>
    <w:rsid w:val="00565EB1"/>
    <w:rsid w:val="005660A1"/>
    <w:rsid w:val="005666AC"/>
    <w:rsid w:val="005669BC"/>
    <w:rsid w:val="00567F39"/>
    <w:rsid w:val="00571319"/>
    <w:rsid w:val="005718F8"/>
    <w:rsid w:val="005720C1"/>
    <w:rsid w:val="00572182"/>
    <w:rsid w:val="005726BA"/>
    <w:rsid w:val="00572BA4"/>
    <w:rsid w:val="00572CB5"/>
    <w:rsid w:val="005739BE"/>
    <w:rsid w:val="005751B0"/>
    <w:rsid w:val="00575877"/>
    <w:rsid w:val="00577769"/>
    <w:rsid w:val="00577AF7"/>
    <w:rsid w:val="00580689"/>
    <w:rsid w:val="00580F07"/>
    <w:rsid w:val="005817A4"/>
    <w:rsid w:val="0058248C"/>
    <w:rsid w:val="005833D0"/>
    <w:rsid w:val="0058382F"/>
    <w:rsid w:val="0058408A"/>
    <w:rsid w:val="005847FA"/>
    <w:rsid w:val="00585A96"/>
    <w:rsid w:val="00585B5C"/>
    <w:rsid w:val="005869A7"/>
    <w:rsid w:val="00586D1C"/>
    <w:rsid w:val="00591613"/>
    <w:rsid w:val="00592997"/>
    <w:rsid w:val="005932FE"/>
    <w:rsid w:val="00593BAE"/>
    <w:rsid w:val="00593D5E"/>
    <w:rsid w:val="00594690"/>
    <w:rsid w:val="00594777"/>
    <w:rsid w:val="00595955"/>
    <w:rsid w:val="00595D74"/>
    <w:rsid w:val="00596577"/>
    <w:rsid w:val="005971FC"/>
    <w:rsid w:val="00597E8B"/>
    <w:rsid w:val="005A0279"/>
    <w:rsid w:val="005A0465"/>
    <w:rsid w:val="005A0AA9"/>
    <w:rsid w:val="005A2F3B"/>
    <w:rsid w:val="005A3443"/>
    <w:rsid w:val="005A3FB2"/>
    <w:rsid w:val="005A41F2"/>
    <w:rsid w:val="005A4C27"/>
    <w:rsid w:val="005A59FE"/>
    <w:rsid w:val="005A5B6A"/>
    <w:rsid w:val="005A6B9F"/>
    <w:rsid w:val="005A7856"/>
    <w:rsid w:val="005B2700"/>
    <w:rsid w:val="005B3738"/>
    <w:rsid w:val="005B439E"/>
    <w:rsid w:val="005B6F28"/>
    <w:rsid w:val="005C032B"/>
    <w:rsid w:val="005C083E"/>
    <w:rsid w:val="005C08D8"/>
    <w:rsid w:val="005C0F25"/>
    <w:rsid w:val="005C11CC"/>
    <w:rsid w:val="005C1676"/>
    <w:rsid w:val="005C2700"/>
    <w:rsid w:val="005C27EC"/>
    <w:rsid w:val="005C2F48"/>
    <w:rsid w:val="005C3301"/>
    <w:rsid w:val="005C3870"/>
    <w:rsid w:val="005C391D"/>
    <w:rsid w:val="005C4811"/>
    <w:rsid w:val="005C4F14"/>
    <w:rsid w:val="005C5671"/>
    <w:rsid w:val="005C5B8D"/>
    <w:rsid w:val="005C73D5"/>
    <w:rsid w:val="005C76E8"/>
    <w:rsid w:val="005C77B7"/>
    <w:rsid w:val="005D0BDC"/>
    <w:rsid w:val="005D1A3C"/>
    <w:rsid w:val="005D1DB5"/>
    <w:rsid w:val="005D22B8"/>
    <w:rsid w:val="005D2932"/>
    <w:rsid w:val="005D2C2F"/>
    <w:rsid w:val="005D37E1"/>
    <w:rsid w:val="005D403D"/>
    <w:rsid w:val="005D44B4"/>
    <w:rsid w:val="005D4872"/>
    <w:rsid w:val="005D4AA4"/>
    <w:rsid w:val="005D4BC3"/>
    <w:rsid w:val="005D6AD3"/>
    <w:rsid w:val="005D6BB9"/>
    <w:rsid w:val="005D7BF5"/>
    <w:rsid w:val="005E08B6"/>
    <w:rsid w:val="005E26F7"/>
    <w:rsid w:val="005E2AAF"/>
    <w:rsid w:val="005E2CF4"/>
    <w:rsid w:val="005E3239"/>
    <w:rsid w:val="005E5DDD"/>
    <w:rsid w:val="005E6638"/>
    <w:rsid w:val="005E6E7F"/>
    <w:rsid w:val="005E7176"/>
    <w:rsid w:val="005F01D3"/>
    <w:rsid w:val="005F3C13"/>
    <w:rsid w:val="005F3ED0"/>
    <w:rsid w:val="005F4489"/>
    <w:rsid w:val="005F45A9"/>
    <w:rsid w:val="005F498F"/>
    <w:rsid w:val="005F4C2F"/>
    <w:rsid w:val="005F715D"/>
    <w:rsid w:val="005F72E7"/>
    <w:rsid w:val="006013C4"/>
    <w:rsid w:val="00601A33"/>
    <w:rsid w:val="00601CCB"/>
    <w:rsid w:val="006039C9"/>
    <w:rsid w:val="00603BCE"/>
    <w:rsid w:val="006041C4"/>
    <w:rsid w:val="006048CE"/>
    <w:rsid w:val="00610485"/>
    <w:rsid w:val="00610EFF"/>
    <w:rsid w:val="00612BBF"/>
    <w:rsid w:val="006153CC"/>
    <w:rsid w:val="0061625A"/>
    <w:rsid w:val="00616748"/>
    <w:rsid w:val="00617153"/>
    <w:rsid w:val="00620EDC"/>
    <w:rsid w:val="00623E93"/>
    <w:rsid w:val="0062411C"/>
    <w:rsid w:val="006254DF"/>
    <w:rsid w:val="006255CF"/>
    <w:rsid w:val="0062576A"/>
    <w:rsid w:val="00625C3F"/>
    <w:rsid w:val="00625E7B"/>
    <w:rsid w:val="00631622"/>
    <w:rsid w:val="00633BB2"/>
    <w:rsid w:val="00633BF1"/>
    <w:rsid w:val="00634941"/>
    <w:rsid w:val="006352BA"/>
    <w:rsid w:val="0063551E"/>
    <w:rsid w:val="006355AF"/>
    <w:rsid w:val="006361DA"/>
    <w:rsid w:val="00636990"/>
    <w:rsid w:val="00637111"/>
    <w:rsid w:val="00637FB6"/>
    <w:rsid w:val="00640584"/>
    <w:rsid w:val="00640D12"/>
    <w:rsid w:val="00641913"/>
    <w:rsid w:val="00642975"/>
    <w:rsid w:val="00644F0A"/>
    <w:rsid w:val="0064542A"/>
    <w:rsid w:val="006474D0"/>
    <w:rsid w:val="00647822"/>
    <w:rsid w:val="006478AE"/>
    <w:rsid w:val="00652152"/>
    <w:rsid w:val="00652BE1"/>
    <w:rsid w:val="00653984"/>
    <w:rsid w:val="00654B53"/>
    <w:rsid w:val="006550D8"/>
    <w:rsid w:val="0065597A"/>
    <w:rsid w:val="006567FB"/>
    <w:rsid w:val="00657563"/>
    <w:rsid w:val="00657B07"/>
    <w:rsid w:val="006609E2"/>
    <w:rsid w:val="00661E05"/>
    <w:rsid w:val="00661F03"/>
    <w:rsid w:val="006646E9"/>
    <w:rsid w:val="006649D5"/>
    <w:rsid w:val="006654D5"/>
    <w:rsid w:val="00666249"/>
    <w:rsid w:val="00666651"/>
    <w:rsid w:val="006669A2"/>
    <w:rsid w:val="00667D85"/>
    <w:rsid w:val="00667EA9"/>
    <w:rsid w:val="0067015B"/>
    <w:rsid w:val="00671997"/>
    <w:rsid w:val="006725E6"/>
    <w:rsid w:val="006734F6"/>
    <w:rsid w:val="00673C7B"/>
    <w:rsid w:val="00673F35"/>
    <w:rsid w:val="00674297"/>
    <w:rsid w:val="0067443E"/>
    <w:rsid w:val="006756F5"/>
    <w:rsid w:val="0067658A"/>
    <w:rsid w:val="00676660"/>
    <w:rsid w:val="00676C51"/>
    <w:rsid w:val="0067750E"/>
    <w:rsid w:val="00681C92"/>
    <w:rsid w:val="006820C4"/>
    <w:rsid w:val="00683970"/>
    <w:rsid w:val="00683CA4"/>
    <w:rsid w:val="00685562"/>
    <w:rsid w:val="00685C77"/>
    <w:rsid w:val="00686B42"/>
    <w:rsid w:val="00690DE0"/>
    <w:rsid w:val="006919C6"/>
    <w:rsid w:val="00691BAA"/>
    <w:rsid w:val="00693667"/>
    <w:rsid w:val="00695D5E"/>
    <w:rsid w:val="00697603"/>
    <w:rsid w:val="006A019C"/>
    <w:rsid w:val="006A1327"/>
    <w:rsid w:val="006A1662"/>
    <w:rsid w:val="006A1BC7"/>
    <w:rsid w:val="006A2D5E"/>
    <w:rsid w:val="006A3891"/>
    <w:rsid w:val="006A3B8C"/>
    <w:rsid w:val="006A5E5C"/>
    <w:rsid w:val="006A68B7"/>
    <w:rsid w:val="006A7519"/>
    <w:rsid w:val="006A7715"/>
    <w:rsid w:val="006B0E33"/>
    <w:rsid w:val="006B1694"/>
    <w:rsid w:val="006B1DBA"/>
    <w:rsid w:val="006B3665"/>
    <w:rsid w:val="006B393C"/>
    <w:rsid w:val="006B470C"/>
    <w:rsid w:val="006B5D26"/>
    <w:rsid w:val="006B5D80"/>
    <w:rsid w:val="006B76F7"/>
    <w:rsid w:val="006B7D6E"/>
    <w:rsid w:val="006B7F99"/>
    <w:rsid w:val="006C10C1"/>
    <w:rsid w:val="006C1CC6"/>
    <w:rsid w:val="006C2F3A"/>
    <w:rsid w:val="006C49DF"/>
    <w:rsid w:val="006C5ED9"/>
    <w:rsid w:val="006C662E"/>
    <w:rsid w:val="006C7637"/>
    <w:rsid w:val="006D0807"/>
    <w:rsid w:val="006D0CC3"/>
    <w:rsid w:val="006D1FB9"/>
    <w:rsid w:val="006D548F"/>
    <w:rsid w:val="006D5585"/>
    <w:rsid w:val="006D6D7D"/>
    <w:rsid w:val="006E1127"/>
    <w:rsid w:val="006E17EC"/>
    <w:rsid w:val="006E190A"/>
    <w:rsid w:val="006E3007"/>
    <w:rsid w:val="006E3CF6"/>
    <w:rsid w:val="006E4B07"/>
    <w:rsid w:val="006E6ED1"/>
    <w:rsid w:val="006E7167"/>
    <w:rsid w:val="006E79F4"/>
    <w:rsid w:val="006E7D77"/>
    <w:rsid w:val="006F0792"/>
    <w:rsid w:val="006F10A0"/>
    <w:rsid w:val="006F1D1B"/>
    <w:rsid w:val="006F23F3"/>
    <w:rsid w:val="006F26AB"/>
    <w:rsid w:val="006F29C2"/>
    <w:rsid w:val="006F2BE9"/>
    <w:rsid w:val="006F3027"/>
    <w:rsid w:val="006F3091"/>
    <w:rsid w:val="006F548A"/>
    <w:rsid w:val="006F6A84"/>
    <w:rsid w:val="006F6B30"/>
    <w:rsid w:val="00701190"/>
    <w:rsid w:val="007013A9"/>
    <w:rsid w:val="00702926"/>
    <w:rsid w:val="00703B63"/>
    <w:rsid w:val="0070410F"/>
    <w:rsid w:val="007059CD"/>
    <w:rsid w:val="00711500"/>
    <w:rsid w:val="00711900"/>
    <w:rsid w:val="00711A31"/>
    <w:rsid w:val="00712C4D"/>
    <w:rsid w:val="007138AA"/>
    <w:rsid w:val="00713E34"/>
    <w:rsid w:val="007145F7"/>
    <w:rsid w:val="00715AAF"/>
    <w:rsid w:val="00715BCA"/>
    <w:rsid w:val="007161F0"/>
    <w:rsid w:val="0071642D"/>
    <w:rsid w:val="00717A73"/>
    <w:rsid w:val="00721CAB"/>
    <w:rsid w:val="00723318"/>
    <w:rsid w:val="00726FAA"/>
    <w:rsid w:val="007305D2"/>
    <w:rsid w:val="00730836"/>
    <w:rsid w:val="00731040"/>
    <w:rsid w:val="00732655"/>
    <w:rsid w:val="007327A9"/>
    <w:rsid w:val="007330A7"/>
    <w:rsid w:val="007355E3"/>
    <w:rsid w:val="00735932"/>
    <w:rsid w:val="00735C6B"/>
    <w:rsid w:val="00735CE5"/>
    <w:rsid w:val="0073602D"/>
    <w:rsid w:val="00736F3F"/>
    <w:rsid w:val="0073765C"/>
    <w:rsid w:val="00737E62"/>
    <w:rsid w:val="00740FF7"/>
    <w:rsid w:val="00743389"/>
    <w:rsid w:val="0074380B"/>
    <w:rsid w:val="00744F3A"/>
    <w:rsid w:val="0074532A"/>
    <w:rsid w:val="00745598"/>
    <w:rsid w:val="00745B6D"/>
    <w:rsid w:val="007522BE"/>
    <w:rsid w:val="00753470"/>
    <w:rsid w:val="007551CB"/>
    <w:rsid w:val="00755E2C"/>
    <w:rsid w:val="007564EA"/>
    <w:rsid w:val="00757E84"/>
    <w:rsid w:val="00760D3C"/>
    <w:rsid w:val="007635D1"/>
    <w:rsid w:val="007652AA"/>
    <w:rsid w:val="0076559E"/>
    <w:rsid w:val="0076591B"/>
    <w:rsid w:val="00765CF2"/>
    <w:rsid w:val="0076661D"/>
    <w:rsid w:val="0076662C"/>
    <w:rsid w:val="00766E09"/>
    <w:rsid w:val="00770874"/>
    <w:rsid w:val="007716E1"/>
    <w:rsid w:val="0077205E"/>
    <w:rsid w:val="0077246F"/>
    <w:rsid w:val="00773260"/>
    <w:rsid w:val="00773FEE"/>
    <w:rsid w:val="00774353"/>
    <w:rsid w:val="00774672"/>
    <w:rsid w:val="00774977"/>
    <w:rsid w:val="00774DF7"/>
    <w:rsid w:val="00775003"/>
    <w:rsid w:val="0077614C"/>
    <w:rsid w:val="007764AF"/>
    <w:rsid w:val="00777355"/>
    <w:rsid w:val="007811A2"/>
    <w:rsid w:val="0078146C"/>
    <w:rsid w:val="007819D7"/>
    <w:rsid w:val="00781F60"/>
    <w:rsid w:val="007833F8"/>
    <w:rsid w:val="0078599F"/>
    <w:rsid w:val="00786BFA"/>
    <w:rsid w:val="007877C7"/>
    <w:rsid w:val="00787822"/>
    <w:rsid w:val="00787BF7"/>
    <w:rsid w:val="0079199F"/>
    <w:rsid w:val="00791F4F"/>
    <w:rsid w:val="00793B26"/>
    <w:rsid w:val="00793D9C"/>
    <w:rsid w:val="00796BDA"/>
    <w:rsid w:val="00797550"/>
    <w:rsid w:val="007A05B1"/>
    <w:rsid w:val="007A1C46"/>
    <w:rsid w:val="007A27D5"/>
    <w:rsid w:val="007A3282"/>
    <w:rsid w:val="007A401D"/>
    <w:rsid w:val="007A4023"/>
    <w:rsid w:val="007A40D9"/>
    <w:rsid w:val="007A4393"/>
    <w:rsid w:val="007A5E87"/>
    <w:rsid w:val="007A67F7"/>
    <w:rsid w:val="007B00F6"/>
    <w:rsid w:val="007B123A"/>
    <w:rsid w:val="007B1E6C"/>
    <w:rsid w:val="007B2136"/>
    <w:rsid w:val="007B271E"/>
    <w:rsid w:val="007B33AE"/>
    <w:rsid w:val="007B33B9"/>
    <w:rsid w:val="007B418B"/>
    <w:rsid w:val="007B4748"/>
    <w:rsid w:val="007B4EE9"/>
    <w:rsid w:val="007B5351"/>
    <w:rsid w:val="007B570D"/>
    <w:rsid w:val="007B6646"/>
    <w:rsid w:val="007B7B49"/>
    <w:rsid w:val="007C09BB"/>
    <w:rsid w:val="007C4C43"/>
    <w:rsid w:val="007C610F"/>
    <w:rsid w:val="007C7561"/>
    <w:rsid w:val="007C7C68"/>
    <w:rsid w:val="007D1844"/>
    <w:rsid w:val="007D1D08"/>
    <w:rsid w:val="007D3DD0"/>
    <w:rsid w:val="007D5763"/>
    <w:rsid w:val="007D5B85"/>
    <w:rsid w:val="007D5BD8"/>
    <w:rsid w:val="007D6686"/>
    <w:rsid w:val="007D7D91"/>
    <w:rsid w:val="007E172A"/>
    <w:rsid w:val="007E1EA8"/>
    <w:rsid w:val="007E2B79"/>
    <w:rsid w:val="007E344B"/>
    <w:rsid w:val="007E3E47"/>
    <w:rsid w:val="007E3E6E"/>
    <w:rsid w:val="007E477A"/>
    <w:rsid w:val="007E6AD4"/>
    <w:rsid w:val="007F0605"/>
    <w:rsid w:val="007F065B"/>
    <w:rsid w:val="007F08C6"/>
    <w:rsid w:val="007F1370"/>
    <w:rsid w:val="007F2D7A"/>
    <w:rsid w:val="007F627C"/>
    <w:rsid w:val="007F71FC"/>
    <w:rsid w:val="007F7BAD"/>
    <w:rsid w:val="00800055"/>
    <w:rsid w:val="00800513"/>
    <w:rsid w:val="00801FA3"/>
    <w:rsid w:val="0080217E"/>
    <w:rsid w:val="00802775"/>
    <w:rsid w:val="0080348D"/>
    <w:rsid w:val="0080362F"/>
    <w:rsid w:val="00803970"/>
    <w:rsid w:val="00803D4D"/>
    <w:rsid w:val="008043F6"/>
    <w:rsid w:val="0080487D"/>
    <w:rsid w:val="00804D89"/>
    <w:rsid w:val="00804DC9"/>
    <w:rsid w:val="00804E23"/>
    <w:rsid w:val="00806869"/>
    <w:rsid w:val="00806DE5"/>
    <w:rsid w:val="008073BC"/>
    <w:rsid w:val="0080758F"/>
    <w:rsid w:val="00810FD7"/>
    <w:rsid w:val="008121D0"/>
    <w:rsid w:val="00814B01"/>
    <w:rsid w:val="00814EA5"/>
    <w:rsid w:val="0081513E"/>
    <w:rsid w:val="00815F5F"/>
    <w:rsid w:val="00816405"/>
    <w:rsid w:val="00816EBC"/>
    <w:rsid w:val="00820E0F"/>
    <w:rsid w:val="0082102E"/>
    <w:rsid w:val="00822ECF"/>
    <w:rsid w:val="00822FAE"/>
    <w:rsid w:val="008245DF"/>
    <w:rsid w:val="00825E0A"/>
    <w:rsid w:val="00825ED1"/>
    <w:rsid w:val="00830177"/>
    <w:rsid w:val="008309E6"/>
    <w:rsid w:val="00832C26"/>
    <w:rsid w:val="00833D45"/>
    <w:rsid w:val="0083535B"/>
    <w:rsid w:val="008362FD"/>
    <w:rsid w:val="00837C7E"/>
    <w:rsid w:val="008403CA"/>
    <w:rsid w:val="00840F7D"/>
    <w:rsid w:val="00841C3C"/>
    <w:rsid w:val="00843647"/>
    <w:rsid w:val="00843B48"/>
    <w:rsid w:val="0084462B"/>
    <w:rsid w:val="00844F2B"/>
    <w:rsid w:val="0084583E"/>
    <w:rsid w:val="008460B9"/>
    <w:rsid w:val="008461C2"/>
    <w:rsid w:val="008468B0"/>
    <w:rsid w:val="00846C7B"/>
    <w:rsid w:val="00846F94"/>
    <w:rsid w:val="00847370"/>
    <w:rsid w:val="00847A13"/>
    <w:rsid w:val="00847B0D"/>
    <w:rsid w:val="00847F1D"/>
    <w:rsid w:val="00851B90"/>
    <w:rsid w:val="008521DF"/>
    <w:rsid w:val="0085293E"/>
    <w:rsid w:val="008533A2"/>
    <w:rsid w:val="00853E23"/>
    <w:rsid w:val="00854A5E"/>
    <w:rsid w:val="008556C4"/>
    <w:rsid w:val="00855758"/>
    <w:rsid w:val="00855A87"/>
    <w:rsid w:val="008560A9"/>
    <w:rsid w:val="00857F6F"/>
    <w:rsid w:val="008609F2"/>
    <w:rsid w:val="00860BF7"/>
    <w:rsid w:val="00862AC4"/>
    <w:rsid w:val="00862C6E"/>
    <w:rsid w:val="00862D89"/>
    <w:rsid w:val="00863E2E"/>
    <w:rsid w:val="00866D53"/>
    <w:rsid w:val="008670C7"/>
    <w:rsid w:val="00867703"/>
    <w:rsid w:val="008704AC"/>
    <w:rsid w:val="008725E5"/>
    <w:rsid w:val="0087261F"/>
    <w:rsid w:val="00872ED8"/>
    <w:rsid w:val="008740D3"/>
    <w:rsid w:val="0087552F"/>
    <w:rsid w:val="00876807"/>
    <w:rsid w:val="00876A4E"/>
    <w:rsid w:val="00876C7E"/>
    <w:rsid w:val="00876E55"/>
    <w:rsid w:val="0087718B"/>
    <w:rsid w:val="008778D3"/>
    <w:rsid w:val="00880116"/>
    <w:rsid w:val="00881150"/>
    <w:rsid w:val="00881656"/>
    <w:rsid w:val="0088382B"/>
    <w:rsid w:val="008839DE"/>
    <w:rsid w:val="00886D83"/>
    <w:rsid w:val="008904A6"/>
    <w:rsid w:val="00890AA3"/>
    <w:rsid w:val="00891353"/>
    <w:rsid w:val="00895232"/>
    <w:rsid w:val="008956CA"/>
    <w:rsid w:val="00895C45"/>
    <w:rsid w:val="00895E55"/>
    <w:rsid w:val="00896341"/>
    <w:rsid w:val="008963DE"/>
    <w:rsid w:val="00897883"/>
    <w:rsid w:val="008A0204"/>
    <w:rsid w:val="008A16A5"/>
    <w:rsid w:val="008A1BE6"/>
    <w:rsid w:val="008A1E83"/>
    <w:rsid w:val="008A21B8"/>
    <w:rsid w:val="008A37C1"/>
    <w:rsid w:val="008A3AA5"/>
    <w:rsid w:val="008A3C05"/>
    <w:rsid w:val="008A3C1C"/>
    <w:rsid w:val="008A4230"/>
    <w:rsid w:val="008A42D5"/>
    <w:rsid w:val="008A7385"/>
    <w:rsid w:val="008A7401"/>
    <w:rsid w:val="008A777E"/>
    <w:rsid w:val="008B1283"/>
    <w:rsid w:val="008B1372"/>
    <w:rsid w:val="008B1638"/>
    <w:rsid w:val="008B21E4"/>
    <w:rsid w:val="008B380E"/>
    <w:rsid w:val="008B3DA8"/>
    <w:rsid w:val="008B42E7"/>
    <w:rsid w:val="008B48AD"/>
    <w:rsid w:val="008B525E"/>
    <w:rsid w:val="008B5F13"/>
    <w:rsid w:val="008B5FDB"/>
    <w:rsid w:val="008B60EF"/>
    <w:rsid w:val="008B6367"/>
    <w:rsid w:val="008B7252"/>
    <w:rsid w:val="008C00A3"/>
    <w:rsid w:val="008C0607"/>
    <w:rsid w:val="008C0A4E"/>
    <w:rsid w:val="008C17C9"/>
    <w:rsid w:val="008C1BF7"/>
    <w:rsid w:val="008C306B"/>
    <w:rsid w:val="008C317D"/>
    <w:rsid w:val="008C33CA"/>
    <w:rsid w:val="008C3596"/>
    <w:rsid w:val="008C4425"/>
    <w:rsid w:val="008C4E60"/>
    <w:rsid w:val="008C507C"/>
    <w:rsid w:val="008C5486"/>
    <w:rsid w:val="008C5C74"/>
    <w:rsid w:val="008C6D63"/>
    <w:rsid w:val="008C6DAF"/>
    <w:rsid w:val="008D0247"/>
    <w:rsid w:val="008D06CC"/>
    <w:rsid w:val="008D119C"/>
    <w:rsid w:val="008D3C8F"/>
    <w:rsid w:val="008D5A11"/>
    <w:rsid w:val="008D5A7C"/>
    <w:rsid w:val="008D5BE4"/>
    <w:rsid w:val="008D6DAF"/>
    <w:rsid w:val="008D77AC"/>
    <w:rsid w:val="008E09A8"/>
    <w:rsid w:val="008E0DDC"/>
    <w:rsid w:val="008E1AE0"/>
    <w:rsid w:val="008E21D0"/>
    <w:rsid w:val="008E301E"/>
    <w:rsid w:val="008E30E2"/>
    <w:rsid w:val="008E3AF0"/>
    <w:rsid w:val="008E75F5"/>
    <w:rsid w:val="008E7ACE"/>
    <w:rsid w:val="008F0384"/>
    <w:rsid w:val="008F0CB1"/>
    <w:rsid w:val="008F4958"/>
    <w:rsid w:val="008F4E91"/>
    <w:rsid w:val="008F5B9E"/>
    <w:rsid w:val="008F72C2"/>
    <w:rsid w:val="00900A09"/>
    <w:rsid w:val="00900B7E"/>
    <w:rsid w:val="00902DCE"/>
    <w:rsid w:val="009037E8"/>
    <w:rsid w:val="00904FD1"/>
    <w:rsid w:val="009073EA"/>
    <w:rsid w:val="009160E8"/>
    <w:rsid w:val="00916E67"/>
    <w:rsid w:val="00917068"/>
    <w:rsid w:val="009176BD"/>
    <w:rsid w:val="00920437"/>
    <w:rsid w:val="0092174B"/>
    <w:rsid w:val="0092192A"/>
    <w:rsid w:val="00921CEF"/>
    <w:rsid w:val="00921DE7"/>
    <w:rsid w:val="00922E29"/>
    <w:rsid w:val="00923337"/>
    <w:rsid w:val="00923EB9"/>
    <w:rsid w:val="00924765"/>
    <w:rsid w:val="00924CAF"/>
    <w:rsid w:val="0092607A"/>
    <w:rsid w:val="00926288"/>
    <w:rsid w:val="009269B3"/>
    <w:rsid w:val="00926D51"/>
    <w:rsid w:val="00926EFE"/>
    <w:rsid w:val="00927239"/>
    <w:rsid w:val="0092762C"/>
    <w:rsid w:val="009314EB"/>
    <w:rsid w:val="00931F09"/>
    <w:rsid w:val="00931F9E"/>
    <w:rsid w:val="00932E76"/>
    <w:rsid w:val="009334C2"/>
    <w:rsid w:val="009346B5"/>
    <w:rsid w:val="009346CB"/>
    <w:rsid w:val="00934CA7"/>
    <w:rsid w:val="0093516B"/>
    <w:rsid w:val="009361DD"/>
    <w:rsid w:val="00936BDA"/>
    <w:rsid w:val="00937105"/>
    <w:rsid w:val="00940037"/>
    <w:rsid w:val="00940134"/>
    <w:rsid w:val="009404AE"/>
    <w:rsid w:val="009439CD"/>
    <w:rsid w:val="00944487"/>
    <w:rsid w:val="00944F1F"/>
    <w:rsid w:val="009469CE"/>
    <w:rsid w:val="009475A0"/>
    <w:rsid w:val="009479AC"/>
    <w:rsid w:val="00950D14"/>
    <w:rsid w:val="009515D4"/>
    <w:rsid w:val="00951D56"/>
    <w:rsid w:val="009521B1"/>
    <w:rsid w:val="009522E4"/>
    <w:rsid w:val="00954576"/>
    <w:rsid w:val="0095505A"/>
    <w:rsid w:val="009561E7"/>
    <w:rsid w:val="00956771"/>
    <w:rsid w:val="00957420"/>
    <w:rsid w:val="00957F98"/>
    <w:rsid w:val="009610DE"/>
    <w:rsid w:val="009626D8"/>
    <w:rsid w:val="009649AA"/>
    <w:rsid w:val="00965476"/>
    <w:rsid w:val="009655C0"/>
    <w:rsid w:val="00965CF1"/>
    <w:rsid w:val="009668BF"/>
    <w:rsid w:val="00971296"/>
    <w:rsid w:val="00971787"/>
    <w:rsid w:val="0097216A"/>
    <w:rsid w:val="00973A7A"/>
    <w:rsid w:val="009743D5"/>
    <w:rsid w:val="00974D52"/>
    <w:rsid w:val="00975ECE"/>
    <w:rsid w:val="00976CAE"/>
    <w:rsid w:val="00980BD5"/>
    <w:rsid w:val="009827A2"/>
    <w:rsid w:val="009829AB"/>
    <w:rsid w:val="00983811"/>
    <w:rsid w:val="00983F33"/>
    <w:rsid w:val="009844F1"/>
    <w:rsid w:val="00985ADF"/>
    <w:rsid w:val="00985BC3"/>
    <w:rsid w:val="009860FA"/>
    <w:rsid w:val="0098649A"/>
    <w:rsid w:val="00986C3F"/>
    <w:rsid w:val="009871AD"/>
    <w:rsid w:val="00987B72"/>
    <w:rsid w:val="0099021E"/>
    <w:rsid w:val="0099154B"/>
    <w:rsid w:val="009920E4"/>
    <w:rsid w:val="00992254"/>
    <w:rsid w:val="009930A6"/>
    <w:rsid w:val="00993783"/>
    <w:rsid w:val="00994B97"/>
    <w:rsid w:val="00995DF3"/>
    <w:rsid w:val="009A32D8"/>
    <w:rsid w:val="009A43A3"/>
    <w:rsid w:val="009A56B0"/>
    <w:rsid w:val="009A62EC"/>
    <w:rsid w:val="009A7665"/>
    <w:rsid w:val="009B04BB"/>
    <w:rsid w:val="009B4148"/>
    <w:rsid w:val="009B48EC"/>
    <w:rsid w:val="009B6524"/>
    <w:rsid w:val="009B6ED6"/>
    <w:rsid w:val="009B7D19"/>
    <w:rsid w:val="009B7F89"/>
    <w:rsid w:val="009C104C"/>
    <w:rsid w:val="009C107A"/>
    <w:rsid w:val="009C1176"/>
    <w:rsid w:val="009C12B6"/>
    <w:rsid w:val="009C19AC"/>
    <w:rsid w:val="009C1B75"/>
    <w:rsid w:val="009C1E42"/>
    <w:rsid w:val="009C395D"/>
    <w:rsid w:val="009C48E0"/>
    <w:rsid w:val="009C7279"/>
    <w:rsid w:val="009C7F93"/>
    <w:rsid w:val="009D015D"/>
    <w:rsid w:val="009D04D8"/>
    <w:rsid w:val="009D0552"/>
    <w:rsid w:val="009D0711"/>
    <w:rsid w:val="009D092D"/>
    <w:rsid w:val="009D16BD"/>
    <w:rsid w:val="009D18FA"/>
    <w:rsid w:val="009D32F1"/>
    <w:rsid w:val="009D4444"/>
    <w:rsid w:val="009D74B2"/>
    <w:rsid w:val="009D766B"/>
    <w:rsid w:val="009D7D8B"/>
    <w:rsid w:val="009E06F4"/>
    <w:rsid w:val="009E0BA1"/>
    <w:rsid w:val="009E114D"/>
    <w:rsid w:val="009E2723"/>
    <w:rsid w:val="009E29DA"/>
    <w:rsid w:val="009E455A"/>
    <w:rsid w:val="009E4CF0"/>
    <w:rsid w:val="009E4F65"/>
    <w:rsid w:val="009E6376"/>
    <w:rsid w:val="009E6E69"/>
    <w:rsid w:val="009F135E"/>
    <w:rsid w:val="009F2EB1"/>
    <w:rsid w:val="009F350A"/>
    <w:rsid w:val="009F4570"/>
    <w:rsid w:val="009F544D"/>
    <w:rsid w:val="009F5DA9"/>
    <w:rsid w:val="009F5F57"/>
    <w:rsid w:val="009F6539"/>
    <w:rsid w:val="009F6F82"/>
    <w:rsid w:val="00A00CA4"/>
    <w:rsid w:val="00A00F6C"/>
    <w:rsid w:val="00A011FE"/>
    <w:rsid w:val="00A01C5A"/>
    <w:rsid w:val="00A02392"/>
    <w:rsid w:val="00A02730"/>
    <w:rsid w:val="00A02AA8"/>
    <w:rsid w:val="00A03C50"/>
    <w:rsid w:val="00A045A8"/>
    <w:rsid w:val="00A0487C"/>
    <w:rsid w:val="00A04A0A"/>
    <w:rsid w:val="00A04CB4"/>
    <w:rsid w:val="00A10807"/>
    <w:rsid w:val="00A13491"/>
    <w:rsid w:val="00A1373E"/>
    <w:rsid w:val="00A13802"/>
    <w:rsid w:val="00A1443F"/>
    <w:rsid w:val="00A1535B"/>
    <w:rsid w:val="00A1552A"/>
    <w:rsid w:val="00A1697D"/>
    <w:rsid w:val="00A16CF7"/>
    <w:rsid w:val="00A20783"/>
    <w:rsid w:val="00A230F6"/>
    <w:rsid w:val="00A25732"/>
    <w:rsid w:val="00A259A5"/>
    <w:rsid w:val="00A265EF"/>
    <w:rsid w:val="00A266B1"/>
    <w:rsid w:val="00A26839"/>
    <w:rsid w:val="00A26BCF"/>
    <w:rsid w:val="00A303CE"/>
    <w:rsid w:val="00A305BB"/>
    <w:rsid w:val="00A3074C"/>
    <w:rsid w:val="00A31B14"/>
    <w:rsid w:val="00A31C9E"/>
    <w:rsid w:val="00A32A69"/>
    <w:rsid w:val="00A331E3"/>
    <w:rsid w:val="00A333F1"/>
    <w:rsid w:val="00A33707"/>
    <w:rsid w:val="00A339C2"/>
    <w:rsid w:val="00A352E1"/>
    <w:rsid w:val="00A35C53"/>
    <w:rsid w:val="00A378AA"/>
    <w:rsid w:val="00A41397"/>
    <w:rsid w:val="00A41E5D"/>
    <w:rsid w:val="00A4243D"/>
    <w:rsid w:val="00A43169"/>
    <w:rsid w:val="00A44BDD"/>
    <w:rsid w:val="00A4501C"/>
    <w:rsid w:val="00A46C4E"/>
    <w:rsid w:val="00A473D8"/>
    <w:rsid w:val="00A47737"/>
    <w:rsid w:val="00A514FE"/>
    <w:rsid w:val="00A5182D"/>
    <w:rsid w:val="00A51964"/>
    <w:rsid w:val="00A53942"/>
    <w:rsid w:val="00A53BC9"/>
    <w:rsid w:val="00A542E1"/>
    <w:rsid w:val="00A548FE"/>
    <w:rsid w:val="00A54DF5"/>
    <w:rsid w:val="00A55047"/>
    <w:rsid w:val="00A55B6C"/>
    <w:rsid w:val="00A56148"/>
    <w:rsid w:val="00A5747D"/>
    <w:rsid w:val="00A574E3"/>
    <w:rsid w:val="00A57B00"/>
    <w:rsid w:val="00A600C9"/>
    <w:rsid w:val="00A60495"/>
    <w:rsid w:val="00A6105B"/>
    <w:rsid w:val="00A61619"/>
    <w:rsid w:val="00A618EA"/>
    <w:rsid w:val="00A62FFC"/>
    <w:rsid w:val="00A64BBE"/>
    <w:rsid w:val="00A668B1"/>
    <w:rsid w:val="00A701EA"/>
    <w:rsid w:val="00A722A4"/>
    <w:rsid w:val="00A72F51"/>
    <w:rsid w:val="00A73147"/>
    <w:rsid w:val="00A735D0"/>
    <w:rsid w:val="00A746E0"/>
    <w:rsid w:val="00A750DD"/>
    <w:rsid w:val="00A7660A"/>
    <w:rsid w:val="00A7734A"/>
    <w:rsid w:val="00A810AC"/>
    <w:rsid w:val="00A81238"/>
    <w:rsid w:val="00A81416"/>
    <w:rsid w:val="00A81BD7"/>
    <w:rsid w:val="00A81D50"/>
    <w:rsid w:val="00A83A3D"/>
    <w:rsid w:val="00A83B3F"/>
    <w:rsid w:val="00A85A52"/>
    <w:rsid w:val="00A85EFA"/>
    <w:rsid w:val="00A86AFC"/>
    <w:rsid w:val="00A8735C"/>
    <w:rsid w:val="00A87D80"/>
    <w:rsid w:val="00A87EF8"/>
    <w:rsid w:val="00A908B3"/>
    <w:rsid w:val="00A90D95"/>
    <w:rsid w:val="00A90E76"/>
    <w:rsid w:val="00A90F56"/>
    <w:rsid w:val="00A91262"/>
    <w:rsid w:val="00A913F3"/>
    <w:rsid w:val="00A9167F"/>
    <w:rsid w:val="00A91C03"/>
    <w:rsid w:val="00A91E76"/>
    <w:rsid w:val="00A91EE8"/>
    <w:rsid w:val="00A943BC"/>
    <w:rsid w:val="00A94527"/>
    <w:rsid w:val="00A94DE3"/>
    <w:rsid w:val="00A953FA"/>
    <w:rsid w:val="00A96BCE"/>
    <w:rsid w:val="00A97BD8"/>
    <w:rsid w:val="00AA031E"/>
    <w:rsid w:val="00AA03A1"/>
    <w:rsid w:val="00AA0D5B"/>
    <w:rsid w:val="00AA1AB3"/>
    <w:rsid w:val="00AA1FA4"/>
    <w:rsid w:val="00AA2EF0"/>
    <w:rsid w:val="00AA33B6"/>
    <w:rsid w:val="00AA4232"/>
    <w:rsid w:val="00AA5336"/>
    <w:rsid w:val="00AA53CF"/>
    <w:rsid w:val="00AA5D3C"/>
    <w:rsid w:val="00AA6B30"/>
    <w:rsid w:val="00AA7601"/>
    <w:rsid w:val="00AA7BB3"/>
    <w:rsid w:val="00AB07CF"/>
    <w:rsid w:val="00AB2088"/>
    <w:rsid w:val="00AB24B0"/>
    <w:rsid w:val="00AB323A"/>
    <w:rsid w:val="00AB3430"/>
    <w:rsid w:val="00AB3727"/>
    <w:rsid w:val="00AB3B6B"/>
    <w:rsid w:val="00AB3E37"/>
    <w:rsid w:val="00AB472D"/>
    <w:rsid w:val="00AB4CC8"/>
    <w:rsid w:val="00AB5E16"/>
    <w:rsid w:val="00AB66D3"/>
    <w:rsid w:val="00AC172E"/>
    <w:rsid w:val="00AC56BF"/>
    <w:rsid w:val="00AC73DF"/>
    <w:rsid w:val="00AC7581"/>
    <w:rsid w:val="00AD0880"/>
    <w:rsid w:val="00AD1157"/>
    <w:rsid w:val="00AD11D8"/>
    <w:rsid w:val="00AD1516"/>
    <w:rsid w:val="00AD3D96"/>
    <w:rsid w:val="00AD7A3E"/>
    <w:rsid w:val="00AE00CF"/>
    <w:rsid w:val="00AE0585"/>
    <w:rsid w:val="00AE0BB0"/>
    <w:rsid w:val="00AE2A46"/>
    <w:rsid w:val="00AE364A"/>
    <w:rsid w:val="00AE446B"/>
    <w:rsid w:val="00AE7F3B"/>
    <w:rsid w:val="00AF0D34"/>
    <w:rsid w:val="00AF1177"/>
    <w:rsid w:val="00AF1E5C"/>
    <w:rsid w:val="00AF4AD2"/>
    <w:rsid w:val="00AF4DAA"/>
    <w:rsid w:val="00AF4E12"/>
    <w:rsid w:val="00AF5B10"/>
    <w:rsid w:val="00AF5FA1"/>
    <w:rsid w:val="00AF6705"/>
    <w:rsid w:val="00AF7E9F"/>
    <w:rsid w:val="00B01658"/>
    <w:rsid w:val="00B01674"/>
    <w:rsid w:val="00B01D48"/>
    <w:rsid w:val="00B0201F"/>
    <w:rsid w:val="00B0399A"/>
    <w:rsid w:val="00B055D4"/>
    <w:rsid w:val="00B05A05"/>
    <w:rsid w:val="00B06B93"/>
    <w:rsid w:val="00B07AA6"/>
    <w:rsid w:val="00B1051E"/>
    <w:rsid w:val="00B112D3"/>
    <w:rsid w:val="00B115AF"/>
    <w:rsid w:val="00B1265D"/>
    <w:rsid w:val="00B1290A"/>
    <w:rsid w:val="00B15189"/>
    <w:rsid w:val="00B16204"/>
    <w:rsid w:val="00B1744D"/>
    <w:rsid w:val="00B20733"/>
    <w:rsid w:val="00B2082C"/>
    <w:rsid w:val="00B208AB"/>
    <w:rsid w:val="00B20FA0"/>
    <w:rsid w:val="00B219DE"/>
    <w:rsid w:val="00B2297B"/>
    <w:rsid w:val="00B22FD9"/>
    <w:rsid w:val="00B2674B"/>
    <w:rsid w:val="00B26DB7"/>
    <w:rsid w:val="00B270D4"/>
    <w:rsid w:val="00B328D7"/>
    <w:rsid w:val="00B32B5B"/>
    <w:rsid w:val="00B333E7"/>
    <w:rsid w:val="00B334E9"/>
    <w:rsid w:val="00B33C8A"/>
    <w:rsid w:val="00B3459B"/>
    <w:rsid w:val="00B34675"/>
    <w:rsid w:val="00B34A56"/>
    <w:rsid w:val="00B35457"/>
    <w:rsid w:val="00B35EFA"/>
    <w:rsid w:val="00B3628A"/>
    <w:rsid w:val="00B370B4"/>
    <w:rsid w:val="00B40216"/>
    <w:rsid w:val="00B40825"/>
    <w:rsid w:val="00B408DA"/>
    <w:rsid w:val="00B40BCC"/>
    <w:rsid w:val="00B41FE9"/>
    <w:rsid w:val="00B42C0F"/>
    <w:rsid w:val="00B4597C"/>
    <w:rsid w:val="00B47322"/>
    <w:rsid w:val="00B5208D"/>
    <w:rsid w:val="00B52915"/>
    <w:rsid w:val="00B550B5"/>
    <w:rsid w:val="00B55743"/>
    <w:rsid w:val="00B55BE2"/>
    <w:rsid w:val="00B57366"/>
    <w:rsid w:val="00B579DC"/>
    <w:rsid w:val="00B601E3"/>
    <w:rsid w:val="00B61951"/>
    <w:rsid w:val="00B649EB"/>
    <w:rsid w:val="00B64DAA"/>
    <w:rsid w:val="00B66A4A"/>
    <w:rsid w:val="00B66BB1"/>
    <w:rsid w:val="00B67416"/>
    <w:rsid w:val="00B6763D"/>
    <w:rsid w:val="00B678B5"/>
    <w:rsid w:val="00B700A1"/>
    <w:rsid w:val="00B711B7"/>
    <w:rsid w:val="00B718E3"/>
    <w:rsid w:val="00B721B8"/>
    <w:rsid w:val="00B72782"/>
    <w:rsid w:val="00B73184"/>
    <w:rsid w:val="00B73D89"/>
    <w:rsid w:val="00B74AE2"/>
    <w:rsid w:val="00B76262"/>
    <w:rsid w:val="00B80333"/>
    <w:rsid w:val="00B8143B"/>
    <w:rsid w:val="00B81C88"/>
    <w:rsid w:val="00B81D0E"/>
    <w:rsid w:val="00B823AA"/>
    <w:rsid w:val="00B82CB0"/>
    <w:rsid w:val="00B82E2E"/>
    <w:rsid w:val="00B8327D"/>
    <w:rsid w:val="00B84959"/>
    <w:rsid w:val="00B84AAB"/>
    <w:rsid w:val="00B856DC"/>
    <w:rsid w:val="00B86EA7"/>
    <w:rsid w:val="00B86FF7"/>
    <w:rsid w:val="00B90F65"/>
    <w:rsid w:val="00B90F6E"/>
    <w:rsid w:val="00B92F53"/>
    <w:rsid w:val="00B93008"/>
    <w:rsid w:val="00B953E3"/>
    <w:rsid w:val="00B95C22"/>
    <w:rsid w:val="00B973B8"/>
    <w:rsid w:val="00BA03ED"/>
    <w:rsid w:val="00BA05B8"/>
    <w:rsid w:val="00BA2CA7"/>
    <w:rsid w:val="00BA4976"/>
    <w:rsid w:val="00BA585C"/>
    <w:rsid w:val="00BB04CB"/>
    <w:rsid w:val="00BB176D"/>
    <w:rsid w:val="00BB4EC1"/>
    <w:rsid w:val="00BB592C"/>
    <w:rsid w:val="00BB5E18"/>
    <w:rsid w:val="00BB715D"/>
    <w:rsid w:val="00BB772A"/>
    <w:rsid w:val="00BB7DB9"/>
    <w:rsid w:val="00BC12B9"/>
    <w:rsid w:val="00BC1915"/>
    <w:rsid w:val="00BC245A"/>
    <w:rsid w:val="00BC6A5D"/>
    <w:rsid w:val="00BD118B"/>
    <w:rsid w:val="00BD1A1B"/>
    <w:rsid w:val="00BD1B83"/>
    <w:rsid w:val="00BD2B42"/>
    <w:rsid w:val="00BD2EF3"/>
    <w:rsid w:val="00BD31F4"/>
    <w:rsid w:val="00BD366B"/>
    <w:rsid w:val="00BD374B"/>
    <w:rsid w:val="00BD4521"/>
    <w:rsid w:val="00BD468D"/>
    <w:rsid w:val="00BD5C80"/>
    <w:rsid w:val="00BD678E"/>
    <w:rsid w:val="00BD6C0F"/>
    <w:rsid w:val="00BD7409"/>
    <w:rsid w:val="00BD7A92"/>
    <w:rsid w:val="00BE0D98"/>
    <w:rsid w:val="00BE2693"/>
    <w:rsid w:val="00BE284E"/>
    <w:rsid w:val="00BE2ED5"/>
    <w:rsid w:val="00BE430A"/>
    <w:rsid w:val="00BE6214"/>
    <w:rsid w:val="00BE6327"/>
    <w:rsid w:val="00BE6472"/>
    <w:rsid w:val="00BE77B1"/>
    <w:rsid w:val="00BE7F92"/>
    <w:rsid w:val="00BF041E"/>
    <w:rsid w:val="00BF0624"/>
    <w:rsid w:val="00BF0989"/>
    <w:rsid w:val="00BF115F"/>
    <w:rsid w:val="00BF33F5"/>
    <w:rsid w:val="00BF3F9F"/>
    <w:rsid w:val="00BF443F"/>
    <w:rsid w:val="00BF6ECD"/>
    <w:rsid w:val="00C00A80"/>
    <w:rsid w:val="00C00D00"/>
    <w:rsid w:val="00C00DE8"/>
    <w:rsid w:val="00C00E70"/>
    <w:rsid w:val="00C01294"/>
    <w:rsid w:val="00C01A94"/>
    <w:rsid w:val="00C01D18"/>
    <w:rsid w:val="00C0298A"/>
    <w:rsid w:val="00C03170"/>
    <w:rsid w:val="00C0365E"/>
    <w:rsid w:val="00C04124"/>
    <w:rsid w:val="00C047E9"/>
    <w:rsid w:val="00C05248"/>
    <w:rsid w:val="00C054ED"/>
    <w:rsid w:val="00C05A5A"/>
    <w:rsid w:val="00C06725"/>
    <w:rsid w:val="00C07052"/>
    <w:rsid w:val="00C07464"/>
    <w:rsid w:val="00C07544"/>
    <w:rsid w:val="00C07DA1"/>
    <w:rsid w:val="00C10883"/>
    <w:rsid w:val="00C10D52"/>
    <w:rsid w:val="00C11564"/>
    <w:rsid w:val="00C127AE"/>
    <w:rsid w:val="00C132DA"/>
    <w:rsid w:val="00C14916"/>
    <w:rsid w:val="00C14AD6"/>
    <w:rsid w:val="00C14D29"/>
    <w:rsid w:val="00C14EE9"/>
    <w:rsid w:val="00C16A9B"/>
    <w:rsid w:val="00C16C72"/>
    <w:rsid w:val="00C17ECD"/>
    <w:rsid w:val="00C204BB"/>
    <w:rsid w:val="00C209F0"/>
    <w:rsid w:val="00C20BBA"/>
    <w:rsid w:val="00C21708"/>
    <w:rsid w:val="00C21955"/>
    <w:rsid w:val="00C22561"/>
    <w:rsid w:val="00C235FF"/>
    <w:rsid w:val="00C24D67"/>
    <w:rsid w:val="00C26D79"/>
    <w:rsid w:val="00C318D1"/>
    <w:rsid w:val="00C31CE4"/>
    <w:rsid w:val="00C32688"/>
    <w:rsid w:val="00C33121"/>
    <w:rsid w:val="00C333EC"/>
    <w:rsid w:val="00C333FC"/>
    <w:rsid w:val="00C3378D"/>
    <w:rsid w:val="00C34F87"/>
    <w:rsid w:val="00C35566"/>
    <w:rsid w:val="00C357CD"/>
    <w:rsid w:val="00C36155"/>
    <w:rsid w:val="00C36993"/>
    <w:rsid w:val="00C37544"/>
    <w:rsid w:val="00C37BE0"/>
    <w:rsid w:val="00C40021"/>
    <w:rsid w:val="00C40E0D"/>
    <w:rsid w:val="00C4260C"/>
    <w:rsid w:val="00C42B0D"/>
    <w:rsid w:val="00C44559"/>
    <w:rsid w:val="00C45329"/>
    <w:rsid w:val="00C459CD"/>
    <w:rsid w:val="00C46215"/>
    <w:rsid w:val="00C4707A"/>
    <w:rsid w:val="00C472D9"/>
    <w:rsid w:val="00C474CC"/>
    <w:rsid w:val="00C52CC8"/>
    <w:rsid w:val="00C530C8"/>
    <w:rsid w:val="00C53632"/>
    <w:rsid w:val="00C53CFE"/>
    <w:rsid w:val="00C57073"/>
    <w:rsid w:val="00C57441"/>
    <w:rsid w:val="00C57C43"/>
    <w:rsid w:val="00C61DDE"/>
    <w:rsid w:val="00C61E5A"/>
    <w:rsid w:val="00C623B7"/>
    <w:rsid w:val="00C62613"/>
    <w:rsid w:val="00C63470"/>
    <w:rsid w:val="00C65315"/>
    <w:rsid w:val="00C65C69"/>
    <w:rsid w:val="00C67452"/>
    <w:rsid w:val="00C70FFC"/>
    <w:rsid w:val="00C71105"/>
    <w:rsid w:val="00C7205F"/>
    <w:rsid w:val="00C722AE"/>
    <w:rsid w:val="00C73282"/>
    <w:rsid w:val="00C73C4F"/>
    <w:rsid w:val="00C7467E"/>
    <w:rsid w:val="00C76D83"/>
    <w:rsid w:val="00C77982"/>
    <w:rsid w:val="00C77CDD"/>
    <w:rsid w:val="00C8263A"/>
    <w:rsid w:val="00C82E86"/>
    <w:rsid w:val="00C87651"/>
    <w:rsid w:val="00C87B82"/>
    <w:rsid w:val="00C87FAD"/>
    <w:rsid w:val="00C91CEE"/>
    <w:rsid w:val="00C9422A"/>
    <w:rsid w:val="00C94771"/>
    <w:rsid w:val="00C94BE0"/>
    <w:rsid w:val="00C95B1E"/>
    <w:rsid w:val="00C96220"/>
    <w:rsid w:val="00C96787"/>
    <w:rsid w:val="00CA0243"/>
    <w:rsid w:val="00CA05B5"/>
    <w:rsid w:val="00CA0A9B"/>
    <w:rsid w:val="00CA1292"/>
    <w:rsid w:val="00CA22A8"/>
    <w:rsid w:val="00CA508B"/>
    <w:rsid w:val="00CA74EA"/>
    <w:rsid w:val="00CB081F"/>
    <w:rsid w:val="00CB1A89"/>
    <w:rsid w:val="00CB3CE5"/>
    <w:rsid w:val="00CB5832"/>
    <w:rsid w:val="00CB592F"/>
    <w:rsid w:val="00CB5EAB"/>
    <w:rsid w:val="00CB637C"/>
    <w:rsid w:val="00CB723C"/>
    <w:rsid w:val="00CB7244"/>
    <w:rsid w:val="00CB79A1"/>
    <w:rsid w:val="00CB7A6B"/>
    <w:rsid w:val="00CB7F24"/>
    <w:rsid w:val="00CC0243"/>
    <w:rsid w:val="00CC071D"/>
    <w:rsid w:val="00CC0CAF"/>
    <w:rsid w:val="00CC1DF2"/>
    <w:rsid w:val="00CC2119"/>
    <w:rsid w:val="00CC3762"/>
    <w:rsid w:val="00CC3F76"/>
    <w:rsid w:val="00CC5606"/>
    <w:rsid w:val="00CC663E"/>
    <w:rsid w:val="00CC6BBD"/>
    <w:rsid w:val="00CD0A59"/>
    <w:rsid w:val="00CD0CE1"/>
    <w:rsid w:val="00CD27CD"/>
    <w:rsid w:val="00CD291C"/>
    <w:rsid w:val="00CD43A7"/>
    <w:rsid w:val="00CD5967"/>
    <w:rsid w:val="00CD5BAD"/>
    <w:rsid w:val="00CD7395"/>
    <w:rsid w:val="00CD7BD5"/>
    <w:rsid w:val="00CE1414"/>
    <w:rsid w:val="00CE18C0"/>
    <w:rsid w:val="00CE226B"/>
    <w:rsid w:val="00CE3B91"/>
    <w:rsid w:val="00CE3FEB"/>
    <w:rsid w:val="00CE4B3B"/>
    <w:rsid w:val="00CE51F8"/>
    <w:rsid w:val="00CE5A77"/>
    <w:rsid w:val="00CE5E1F"/>
    <w:rsid w:val="00CE5E34"/>
    <w:rsid w:val="00CE5EF0"/>
    <w:rsid w:val="00CE64F5"/>
    <w:rsid w:val="00CE6C59"/>
    <w:rsid w:val="00CE7138"/>
    <w:rsid w:val="00CF022F"/>
    <w:rsid w:val="00CF0469"/>
    <w:rsid w:val="00CF0D02"/>
    <w:rsid w:val="00CF14E8"/>
    <w:rsid w:val="00CF26A3"/>
    <w:rsid w:val="00CF35EC"/>
    <w:rsid w:val="00CF36A0"/>
    <w:rsid w:val="00CF40E3"/>
    <w:rsid w:val="00CF46A5"/>
    <w:rsid w:val="00CF46AF"/>
    <w:rsid w:val="00CF4C3B"/>
    <w:rsid w:val="00CF541E"/>
    <w:rsid w:val="00CF5FAA"/>
    <w:rsid w:val="00D005C0"/>
    <w:rsid w:val="00D017DE"/>
    <w:rsid w:val="00D01E94"/>
    <w:rsid w:val="00D01EA2"/>
    <w:rsid w:val="00D022B5"/>
    <w:rsid w:val="00D03721"/>
    <w:rsid w:val="00D03E44"/>
    <w:rsid w:val="00D04E2A"/>
    <w:rsid w:val="00D05D6C"/>
    <w:rsid w:val="00D07576"/>
    <w:rsid w:val="00D07E28"/>
    <w:rsid w:val="00D10AED"/>
    <w:rsid w:val="00D11D87"/>
    <w:rsid w:val="00D121DA"/>
    <w:rsid w:val="00D12AC5"/>
    <w:rsid w:val="00D12E4A"/>
    <w:rsid w:val="00D13573"/>
    <w:rsid w:val="00D13680"/>
    <w:rsid w:val="00D143C9"/>
    <w:rsid w:val="00D146AF"/>
    <w:rsid w:val="00D14F49"/>
    <w:rsid w:val="00D15435"/>
    <w:rsid w:val="00D163BA"/>
    <w:rsid w:val="00D16582"/>
    <w:rsid w:val="00D2044D"/>
    <w:rsid w:val="00D20A61"/>
    <w:rsid w:val="00D20D20"/>
    <w:rsid w:val="00D2135C"/>
    <w:rsid w:val="00D21944"/>
    <w:rsid w:val="00D239C4"/>
    <w:rsid w:val="00D24025"/>
    <w:rsid w:val="00D272CC"/>
    <w:rsid w:val="00D30E78"/>
    <w:rsid w:val="00D320A0"/>
    <w:rsid w:val="00D32A5B"/>
    <w:rsid w:val="00D35050"/>
    <w:rsid w:val="00D4014D"/>
    <w:rsid w:val="00D40BBF"/>
    <w:rsid w:val="00D4298A"/>
    <w:rsid w:val="00D44960"/>
    <w:rsid w:val="00D44EB5"/>
    <w:rsid w:val="00D46BA2"/>
    <w:rsid w:val="00D47CC7"/>
    <w:rsid w:val="00D50229"/>
    <w:rsid w:val="00D506A5"/>
    <w:rsid w:val="00D509E0"/>
    <w:rsid w:val="00D52A68"/>
    <w:rsid w:val="00D52F7C"/>
    <w:rsid w:val="00D5318C"/>
    <w:rsid w:val="00D54467"/>
    <w:rsid w:val="00D55DAE"/>
    <w:rsid w:val="00D56E5B"/>
    <w:rsid w:val="00D57CB5"/>
    <w:rsid w:val="00D607FC"/>
    <w:rsid w:val="00D61BE6"/>
    <w:rsid w:val="00D6303C"/>
    <w:rsid w:val="00D67015"/>
    <w:rsid w:val="00D70AF9"/>
    <w:rsid w:val="00D738F3"/>
    <w:rsid w:val="00D74C2D"/>
    <w:rsid w:val="00D7526D"/>
    <w:rsid w:val="00D75E02"/>
    <w:rsid w:val="00D75EF8"/>
    <w:rsid w:val="00D76C02"/>
    <w:rsid w:val="00D7739D"/>
    <w:rsid w:val="00D80F5B"/>
    <w:rsid w:val="00D819D9"/>
    <w:rsid w:val="00D81B5A"/>
    <w:rsid w:val="00D81CF6"/>
    <w:rsid w:val="00D81F2D"/>
    <w:rsid w:val="00D8209D"/>
    <w:rsid w:val="00D82E29"/>
    <w:rsid w:val="00D840CB"/>
    <w:rsid w:val="00D84E18"/>
    <w:rsid w:val="00D84F95"/>
    <w:rsid w:val="00D859C2"/>
    <w:rsid w:val="00D87953"/>
    <w:rsid w:val="00D87E8E"/>
    <w:rsid w:val="00D90590"/>
    <w:rsid w:val="00D90643"/>
    <w:rsid w:val="00D90814"/>
    <w:rsid w:val="00D90F73"/>
    <w:rsid w:val="00D92D4A"/>
    <w:rsid w:val="00D94FFB"/>
    <w:rsid w:val="00D956A2"/>
    <w:rsid w:val="00D95B46"/>
    <w:rsid w:val="00D96F1B"/>
    <w:rsid w:val="00DA020F"/>
    <w:rsid w:val="00DA0D31"/>
    <w:rsid w:val="00DA17D0"/>
    <w:rsid w:val="00DA21A0"/>
    <w:rsid w:val="00DA27C6"/>
    <w:rsid w:val="00DA3D50"/>
    <w:rsid w:val="00DA4477"/>
    <w:rsid w:val="00DA44E8"/>
    <w:rsid w:val="00DA78F1"/>
    <w:rsid w:val="00DB04F9"/>
    <w:rsid w:val="00DB12B1"/>
    <w:rsid w:val="00DB15FB"/>
    <w:rsid w:val="00DB26A7"/>
    <w:rsid w:val="00DB3147"/>
    <w:rsid w:val="00DB345C"/>
    <w:rsid w:val="00DB4151"/>
    <w:rsid w:val="00DB5B66"/>
    <w:rsid w:val="00DB620E"/>
    <w:rsid w:val="00DB631D"/>
    <w:rsid w:val="00DB6A0B"/>
    <w:rsid w:val="00DB7893"/>
    <w:rsid w:val="00DC031F"/>
    <w:rsid w:val="00DC0448"/>
    <w:rsid w:val="00DC1675"/>
    <w:rsid w:val="00DC2E1D"/>
    <w:rsid w:val="00DC3508"/>
    <w:rsid w:val="00DC412B"/>
    <w:rsid w:val="00DC4278"/>
    <w:rsid w:val="00DC46B1"/>
    <w:rsid w:val="00DC485F"/>
    <w:rsid w:val="00DC5F3D"/>
    <w:rsid w:val="00DC6010"/>
    <w:rsid w:val="00DC6954"/>
    <w:rsid w:val="00DC7D4F"/>
    <w:rsid w:val="00DD09E7"/>
    <w:rsid w:val="00DD2A18"/>
    <w:rsid w:val="00DD2BA7"/>
    <w:rsid w:val="00DD32DC"/>
    <w:rsid w:val="00DD7283"/>
    <w:rsid w:val="00DD7482"/>
    <w:rsid w:val="00DE0021"/>
    <w:rsid w:val="00DE0B7A"/>
    <w:rsid w:val="00DE1043"/>
    <w:rsid w:val="00DE25F3"/>
    <w:rsid w:val="00DE3E92"/>
    <w:rsid w:val="00DE43ED"/>
    <w:rsid w:val="00DE4742"/>
    <w:rsid w:val="00DE49E2"/>
    <w:rsid w:val="00DE4E90"/>
    <w:rsid w:val="00DE584E"/>
    <w:rsid w:val="00DE5DC0"/>
    <w:rsid w:val="00DE6055"/>
    <w:rsid w:val="00DE60CA"/>
    <w:rsid w:val="00DF0BBF"/>
    <w:rsid w:val="00DF1D0A"/>
    <w:rsid w:val="00DF1EDC"/>
    <w:rsid w:val="00DF20A8"/>
    <w:rsid w:val="00DF3AA2"/>
    <w:rsid w:val="00DF40C4"/>
    <w:rsid w:val="00DF438B"/>
    <w:rsid w:val="00DF4A45"/>
    <w:rsid w:val="00DF5008"/>
    <w:rsid w:val="00DF5DAF"/>
    <w:rsid w:val="00DF5E14"/>
    <w:rsid w:val="00DF6A13"/>
    <w:rsid w:val="00DF6E11"/>
    <w:rsid w:val="00E00743"/>
    <w:rsid w:val="00E00760"/>
    <w:rsid w:val="00E02803"/>
    <w:rsid w:val="00E03163"/>
    <w:rsid w:val="00E031AA"/>
    <w:rsid w:val="00E039CB"/>
    <w:rsid w:val="00E04B25"/>
    <w:rsid w:val="00E04C14"/>
    <w:rsid w:val="00E04FFA"/>
    <w:rsid w:val="00E05C96"/>
    <w:rsid w:val="00E069BE"/>
    <w:rsid w:val="00E10C5B"/>
    <w:rsid w:val="00E11443"/>
    <w:rsid w:val="00E12187"/>
    <w:rsid w:val="00E130D0"/>
    <w:rsid w:val="00E15AC6"/>
    <w:rsid w:val="00E16BB7"/>
    <w:rsid w:val="00E177C2"/>
    <w:rsid w:val="00E17A2F"/>
    <w:rsid w:val="00E201E5"/>
    <w:rsid w:val="00E21607"/>
    <w:rsid w:val="00E2199E"/>
    <w:rsid w:val="00E22A74"/>
    <w:rsid w:val="00E22B7B"/>
    <w:rsid w:val="00E2321E"/>
    <w:rsid w:val="00E24075"/>
    <w:rsid w:val="00E24C18"/>
    <w:rsid w:val="00E25874"/>
    <w:rsid w:val="00E2682B"/>
    <w:rsid w:val="00E271FE"/>
    <w:rsid w:val="00E27932"/>
    <w:rsid w:val="00E27E6E"/>
    <w:rsid w:val="00E30156"/>
    <w:rsid w:val="00E32678"/>
    <w:rsid w:val="00E32E98"/>
    <w:rsid w:val="00E338E2"/>
    <w:rsid w:val="00E33A98"/>
    <w:rsid w:val="00E347CE"/>
    <w:rsid w:val="00E3512B"/>
    <w:rsid w:val="00E36DD5"/>
    <w:rsid w:val="00E370DC"/>
    <w:rsid w:val="00E4025A"/>
    <w:rsid w:val="00E40462"/>
    <w:rsid w:val="00E407C6"/>
    <w:rsid w:val="00E43A4B"/>
    <w:rsid w:val="00E4574A"/>
    <w:rsid w:val="00E45937"/>
    <w:rsid w:val="00E46E73"/>
    <w:rsid w:val="00E471EA"/>
    <w:rsid w:val="00E473EF"/>
    <w:rsid w:val="00E47949"/>
    <w:rsid w:val="00E50A0F"/>
    <w:rsid w:val="00E52155"/>
    <w:rsid w:val="00E52590"/>
    <w:rsid w:val="00E531AD"/>
    <w:rsid w:val="00E537A5"/>
    <w:rsid w:val="00E53C70"/>
    <w:rsid w:val="00E54896"/>
    <w:rsid w:val="00E55F41"/>
    <w:rsid w:val="00E5650B"/>
    <w:rsid w:val="00E61213"/>
    <w:rsid w:val="00E615F1"/>
    <w:rsid w:val="00E615FB"/>
    <w:rsid w:val="00E627E5"/>
    <w:rsid w:val="00E63B51"/>
    <w:rsid w:val="00E63FB0"/>
    <w:rsid w:val="00E64120"/>
    <w:rsid w:val="00E6437A"/>
    <w:rsid w:val="00E64A48"/>
    <w:rsid w:val="00E64F85"/>
    <w:rsid w:val="00E6660C"/>
    <w:rsid w:val="00E671BC"/>
    <w:rsid w:val="00E677CA"/>
    <w:rsid w:val="00E70117"/>
    <w:rsid w:val="00E70195"/>
    <w:rsid w:val="00E70937"/>
    <w:rsid w:val="00E70C9A"/>
    <w:rsid w:val="00E73BC0"/>
    <w:rsid w:val="00E755CB"/>
    <w:rsid w:val="00E778CC"/>
    <w:rsid w:val="00E81DF8"/>
    <w:rsid w:val="00E82202"/>
    <w:rsid w:val="00E828BA"/>
    <w:rsid w:val="00E828C3"/>
    <w:rsid w:val="00E83C5A"/>
    <w:rsid w:val="00E858F0"/>
    <w:rsid w:val="00E85BDD"/>
    <w:rsid w:val="00E86100"/>
    <w:rsid w:val="00E870BF"/>
    <w:rsid w:val="00E9163E"/>
    <w:rsid w:val="00E9165A"/>
    <w:rsid w:val="00E91D19"/>
    <w:rsid w:val="00E93591"/>
    <w:rsid w:val="00E940C4"/>
    <w:rsid w:val="00E9454C"/>
    <w:rsid w:val="00E94824"/>
    <w:rsid w:val="00E95F07"/>
    <w:rsid w:val="00E96209"/>
    <w:rsid w:val="00E97E07"/>
    <w:rsid w:val="00E97E36"/>
    <w:rsid w:val="00EA0343"/>
    <w:rsid w:val="00EA06FE"/>
    <w:rsid w:val="00EA1248"/>
    <w:rsid w:val="00EA1517"/>
    <w:rsid w:val="00EA1BEC"/>
    <w:rsid w:val="00EA26FB"/>
    <w:rsid w:val="00EA2BF3"/>
    <w:rsid w:val="00EA2E7E"/>
    <w:rsid w:val="00EA4B07"/>
    <w:rsid w:val="00EA560F"/>
    <w:rsid w:val="00EA5D1B"/>
    <w:rsid w:val="00EA63D2"/>
    <w:rsid w:val="00EA66D1"/>
    <w:rsid w:val="00EA6E50"/>
    <w:rsid w:val="00EA7459"/>
    <w:rsid w:val="00EA7F6A"/>
    <w:rsid w:val="00EB2503"/>
    <w:rsid w:val="00EB3BB1"/>
    <w:rsid w:val="00EB3D55"/>
    <w:rsid w:val="00EB3F3E"/>
    <w:rsid w:val="00EB471C"/>
    <w:rsid w:val="00EB5B23"/>
    <w:rsid w:val="00EB5D04"/>
    <w:rsid w:val="00EC0DF0"/>
    <w:rsid w:val="00EC21D8"/>
    <w:rsid w:val="00EC3DC9"/>
    <w:rsid w:val="00EC4176"/>
    <w:rsid w:val="00EC5D7A"/>
    <w:rsid w:val="00ED0250"/>
    <w:rsid w:val="00ED1728"/>
    <w:rsid w:val="00ED175C"/>
    <w:rsid w:val="00ED1DF7"/>
    <w:rsid w:val="00ED350E"/>
    <w:rsid w:val="00ED364B"/>
    <w:rsid w:val="00ED4139"/>
    <w:rsid w:val="00ED4A4C"/>
    <w:rsid w:val="00ED5B54"/>
    <w:rsid w:val="00EE2841"/>
    <w:rsid w:val="00EE2A8F"/>
    <w:rsid w:val="00EE3558"/>
    <w:rsid w:val="00EE39B8"/>
    <w:rsid w:val="00EE47B9"/>
    <w:rsid w:val="00EE6EC2"/>
    <w:rsid w:val="00EE7272"/>
    <w:rsid w:val="00EE7772"/>
    <w:rsid w:val="00EF0A64"/>
    <w:rsid w:val="00EF0EAE"/>
    <w:rsid w:val="00EF0F33"/>
    <w:rsid w:val="00EF165C"/>
    <w:rsid w:val="00EF202F"/>
    <w:rsid w:val="00EF352C"/>
    <w:rsid w:val="00EF5092"/>
    <w:rsid w:val="00EF5392"/>
    <w:rsid w:val="00EF5E1F"/>
    <w:rsid w:val="00EF6B37"/>
    <w:rsid w:val="00EF7165"/>
    <w:rsid w:val="00EF7BB8"/>
    <w:rsid w:val="00F018EA"/>
    <w:rsid w:val="00F0241F"/>
    <w:rsid w:val="00F02C9D"/>
    <w:rsid w:val="00F04758"/>
    <w:rsid w:val="00F05B0E"/>
    <w:rsid w:val="00F078A7"/>
    <w:rsid w:val="00F10219"/>
    <w:rsid w:val="00F10490"/>
    <w:rsid w:val="00F10CC9"/>
    <w:rsid w:val="00F1159A"/>
    <w:rsid w:val="00F11868"/>
    <w:rsid w:val="00F12764"/>
    <w:rsid w:val="00F127E1"/>
    <w:rsid w:val="00F12FA9"/>
    <w:rsid w:val="00F134FC"/>
    <w:rsid w:val="00F13901"/>
    <w:rsid w:val="00F139C5"/>
    <w:rsid w:val="00F15809"/>
    <w:rsid w:val="00F166B2"/>
    <w:rsid w:val="00F20396"/>
    <w:rsid w:val="00F21390"/>
    <w:rsid w:val="00F21626"/>
    <w:rsid w:val="00F21CE6"/>
    <w:rsid w:val="00F21EBB"/>
    <w:rsid w:val="00F22975"/>
    <w:rsid w:val="00F22D1D"/>
    <w:rsid w:val="00F230DE"/>
    <w:rsid w:val="00F24F68"/>
    <w:rsid w:val="00F25BBE"/>
    <w:rsid w:val="00F25C04"/>
    <w:rsid w:val="00F27B50"/>
    <w:rsid w:val="00F27D89"/>
    <w:rsid w:val="00F3050C"/>
    <w:rsid w:val="00F3394A"/>
    <w:rsid w:val="00F33CA1"/>
    <w:rsid w:val="00F36001"/>
    <w:rsid w:val="00F37489"/>
    <w:rsid w:val="00F40FD0"/>
    <w:rsid w:val="00F425BD"/>
    <w:rsid w:val="00F44D00"/>
    <w:rsid w:val="00F44D6D"/>
    <w:rsid w:val="00F453A7"/>
    <w:rsid w:val="00F45860"/>
    <w:rsid w:val="00F46FAA"/>
    <w:rsid w:val="00F46FD3"/>
    <w:rsid w:val="00F47510"/>
    <w:rsid w:val="00F47F80"/>
    <w:rsid w:val="00F51009"/>
    <w:rsid w:val="00F51265"/>
    <w:rsid w:val="00F512DA"/>
    <w:rsid w:val="00F51BAE"/>
    <w:rsid w:val="00F51BC8"/>
    <w:rsid w:val="00F523E7"/>
    <w:rsid w:val="00F52537"/>
    <w:rsid w:val="00F52C69"/>
    <w:rsid w:val="00F5344E"/>
    <w:rsid w:val="00F53F17"/>
    <w:rsid w:val="00F54BAB"/>
    <w:rsid w:val="00F5682D"/>
    <w:rsid w:val="00F57DB0"/>
    <w:rsid w:val="00F6053E"/>
    <w:rsid w:val="00F60D21"/>
    <w:rsid w:val="00F6232E"/>
    <w:rsid w:val="00F63B9B"/>
    <w:rsid w:val="00F66E84"/>
    <w:rsid w:val="00F673FA"/>
    <w:rsid w:val="00F678F0"/>
    <w:rsid w:val="00F708DC"/>
    <w:rsid w:val="00F708FC"/>
    <w:rsid w:val="00F712F5"/>
    <w:rsid w:val="00F713C6"/>
    <w:rsid w:val="00F71EDD"/>
    <w:rsid w:val="00F72FFB"/>
    <w:rsid w:val="00F7359F"/>
    <w:rsid w:val="00F7454C"/>
    <w:rsid w:val="00F76BDE"/>
    <w:rsid w:val="00F81703"/>
    <w:rsid w:val="00F826E3"/>
    <w:rsid w:val="00F82A2A"/>
    <w:rsid w:val="00F82C33"/>
    <w:rsid w:val="00F83C6D"/>
    <w:rsid w:val="00F84DE2"/>
    <w:rsid w:val="00F84F66"/>
    <w:rsid w:val="00F855F2"/>
    <w:rsid w:val="00F865A7"/>
    <w:rsid w:val="00F87257"/>
    <w:rsid w:val="00F900D6"/>
    <w:rsid w:val="00F9057B"/>
    <w:rsid w:val="00F90E82"/>
    <w:rsid w:val="00F938FC"/>
    <w:rsid w:val="00F94FF6"/>
    <w:rsid w:val="00F97240"/>
    <w:rsid w:val="00F97552"/>
    <w:rsid w:val="00F9768E"/>
    <w:rsid w:val="00F976AC"/>
    <w:rsid w:val="00FA1836"/>
    <w:rsid w:val="00FA26F1"/>
    <w:rsid w:val="00FA3045"/>
    <w:rsid w:val="00FA30ED"/>
    <w:rsid w:val="00FA4B5D"/>
    <w:rsid w:val="00FA6AC9"/>
    <w:rsid w:val="00FA7109"/>
    <w:rsid w:val="00FB4760"/>
    <w:rsid w:val="00FB5815"/>
    <w:rsid w:val="00FB6500"/>
    <w:rsid w:val="00FB680A"/>
    <w:rsid w:val="00FB74A2"/>
    <w:rsid w:val="00FB761F"/>
    <w:rsid w:val="00FC009D"/>
    <w:rsid w:val="00FC1426"/>
    <w:rsid w:val="00FC1C87"/>
    <w:rsid w:val="00FC1FC8"/>
    <w:rsid w:val="00FC25E1"/>
    <w:rsid w:val="00FC45EE"/>
    <w:rsid w:val="00FC464D"/>
    <w:rsid w:val="00FC4FC6"/>
    <w:rsid w:val="00FC530E"/>
    <w:rsid w:val="00FC5AEE"/>
    <w:rsid w:val="00FC63BE"/>
    <w:rsid w:val="00FC6513"/>
    <w:rsid w:val="00FC6E4A"/>
    <w:rsid w:val="00FC6E99"/>
    <w:rsid w:val="00FD02C1"/>
    <w:rsid w:val="00FD0C50"/>
    <w:rsid w:val="00FD11DD"/>
    <w:rsid w:val="00FD131E"/>
    <w:rsid w:val="00FD136D"/>
    <w:rsid w:val="00FD1914"/>
    <w:rsid w:val="00FD2323"/>
    <w:rsid w:val="00FD24DF"/>
    <w:rsid w:val="00FD268D"/>
    <w:rsid w:val="00FD390A"/>
    <w:rsid w:val="00FD4285"/>
    <w:rsid w:val="00FD47E4"/>
    <w:rsid w:val="00FD51AE"/>
    <w:rsid w:val="00FD5B4C"/>
    <w:rsid w:val="00FD63FA"/>
    <w:rsid w:val="00FE1034"/>
    <w:rsid w:val="00FE11B1"/>
    <w:rsid w:val="00FE361A"/>
    <w:rsid w:val="00FE3A09"/>
    <w:rsid w:val="00FE3F78"/>
    <w:rsid w:val="00FE5331"/>
    <w:rsid w:val="00FE6D93"/>
    <w:rsid w:val="00FF0AFF"/>
    <w:rsid w:val="00FF1D43"/>
    <w:rsid w:val="00FF2D1C"/>
    <w:rsid w:val="00FF38BC"/>
    <w:rsid w:val="00FF4FA1"/>
    <w:rsid w:val="00FF538E"/>
    <w:rsid w:val="00FF5E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CC6A16"/>
  <w15:docId w15:val="{D8421F20-0DD1-6044-A09D-A3B40552D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216483"/>
    <w:pPr>
      <w:spacing w:before="180" w:line="300" w:lineRule="exact"/>
    </w:pPr>
    <w:rPr>
      <w:rFonts w:ascii="Arial" w:hAnsi="Arial"/>
      <w:szCs w:val="24"/>
      <w:lang w:eastAsia="en-US"/>
    </w:rPr>
  </w:style>
  <w:style w:type="paragraph" w:styleId="berschrift1">
    <w:name w:val="heading 1"/>
    <w:basedOn w:val="Standard"/>
    <w:pPr>
      <w:spacing w:before="100" w:beforeAutospacing="1" w:after="240" w:line="240" w:lineRule="auto"/>
      <w:outlineLvl w:val="0"/>
    </w:pPr>
    <w:rPr>
      <w:rFonts w:eastAsia="Arial Unicode MS" w:cs="Arial Unicode MS"/>
      <w:b/>
      <w:bCs/>
      <w:kern w:val="36"/>
      <w:sz w:val="24"/>
      <w:szCs w:val="48"/>
    </w:rPr>
  </w:style>
  <w:style w:type="paragraph" w:styleId="berschrift2">
    <w:name w:val="heading 2"/>
    <w:basedOn w:val="Standard"/>
    <w:pPr>
      <w:spacing w:after="120" w:line="240" w:lineRule="auto"/>
      <w:outlineLvl w:val="1"/>
    </w:pPr>
    <w:rPr>
      <w:rFonts w:eastAsia="Arial Unicode MS" w:cs="Arial Unicode MS"/>
      <w:b/>
      <w:bCs/>
      <w:szCs w:val="36"/>
    </w:rPr>
  </w:style>
  <w:style w:type="paragraph" w:styleId="berschrift3">
    <w:name w:val="heading 3"/>
    <w:basedOn w:val="Standard"/>
    <w:next w:val="Standard"/>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pPr>
      <w:keepNext/>
      <w:outlineLvl w:val="3"/>
    </w:pPr>
    <w:rPr>
      <w:rFonts w:cs="Arial"/>
      <w:b/>
      <w:bCs/>
      <w:szCs w:val="32"/>
    </w:rPr>
  </w:style>
  <w:style w:type="paragraph" w:styleId="berschrift5">
    <w:name w:val="heading 5"/>
    <w:basedOn w:val="Standard"/>
    <w:next w:val="Standard"/>
    <w:pPr>
      <w:keepNext/>
      <w:outlineLvl w:val="4"/>
    </w:pPr>
    <w:rPr>
      <w:rFonts w:cs="Arial"/>
      <w:b/>
      <w:bCs/>
    </w:rPr>
  </w:style>
  <w:style w:type="paragraph" w:styleId="berschrift6">
    <w:name w:val="heading 6"/>
    <w:basedOn w:val="Standard"/>
    <w:next w:val="Standard"/>
    <w:pPr>
      <w:keepNext/>
      <w:outlineLvl w:val="5"/>
    </w:pPr>
    <w:rPr>
      <w:rFonts w:cs="Arial"/>
      <w:b/>
      <w:bCs/>
      <w:sz w:val="16"/>
    </w:rPr>
  </w:style>
  <w:style w:type="paragraph" w:styleId="berschrift7">
    <w:name w:val="heading 7"/>
    <w:basedOn w:val="Standard"/>
    <w:next w:val="Standard"/>
    <w:link w:val="berschrift7Zchn"/>
    <w:pPr>
      <w:keepNext/>
      <w:jc w:val="right"/>
      <w:outlineLvl w:val="6"/>
    </w:pPr>
    <w:rPr>
      <w:rFonts w:cs="Arial"/>
      <w:b/>
      <w:bCs/>
      <w:sz w:val="16"/>
    </w:rPr>
  </w:style>
  <w:style w:type="paragraph" w:styleId="berschrift8">
    <w:name w:val="heading 8"/>
    <w:basedOn w:val="Standard"/>
    <w:next w:val="Standard"/>
    <w:pPr>
      <w:keepNext/>
      <w:outlineLvl w:val="7"/>
    </w:pPr>
    <w:rPr>
      <w:rFonts w:cs="Arial"/>
      <w:b/>
      <w:bCs/>
      <w:color w:val="FF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autoRedefine/>
    <w:pPr>
      <w:autoSpaceDE w:val="0"/>
      <w:autoSpaceDN w:val="0"/>
      <w:adjustRightInd w:val="0"/>
      <w:spacing w:line="240" w:lineRule="atLeast"/>
    </w:pPr>
    <w:rPr>
      <w:color w:val="000000"/>
      <w:szCs w:val="20"/>
    </w:rPr>
  </w:style>
  <w:style w:type="paragraph" w:styleId="Textkrper2">
    <w:name w:val="Body Text 2"/>
    <w:basedOn w:val="Standard"/>
    <w:pPr>
      <w:autoSpaceDE w:val="0"/>
      <w:autoSpaceDN w:val="0"/>
      <w:adjustRightInd w:val="0"/>
      <w:spacing w:before="0" w:line="240" w:lineRule="atLeast"/>
    </w:pPr>
    <w:rPr>
      <w:rFonts w:ascii="Helv" w:hAnsi="Helv"/>
      <w:bCs/>
      <w:color w:val="000000"/>
    </w:rPr>
  </w:style>
  <w:style w:type="paragraph" w:styleId="StandardWeb">
    <w:name w:val="Normal (Web)"/>
    <w:basedOn w:val="Standard"/>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uiPriority w:val="99"/>
    <w:rPr>
      <w:color w:val="0000FF"/>
      <w:u w:val="single"/>
    </w:rPr>
  </w:style>
  <w:style w:type="character" w:styleId="Fett">
    <w:name w:val="Strong"/>
    <w:qFormat/>
    <w:rPr>
      <w:b/>
      <w:bCs/>
    </w:rPr>
  </w:style>
  <w:style w:type="paragraph" w:styleId="Textkrper3">
    <w:name w:val="Body Text 3"/>
    <w:basedOn w:val="Standard"/>
    <w:rPr>
      <w:rFonts w:cs="Arial"/>
    </w:rPr>
  </w:style>
  <w:style w:type="character" w:styleId="BesuchterLink">
    <w:name w:val="FollowedHyperlink"/>
    <w:rPr>
      <w:color w:val="800080"/>
      <w:u w:val="single"/>
    </w:rPr>
  </w:style>
  <w:style w:type="character" w:customStyle="1" w:styleId="Internetlink">
    <w:name w:val="Internet link"/>
    <w:rPr>
      <w:rFonts w:cs="Tahoma"/>
      <w:color w:val="000080"/>
      <w:u w:val="single"/>
    </w:rPr>
  </w:style>
  <w:style w:type="character" w:styleId="Seitenzahl">
    <w:name w:val="page number"/>
    <w:basedOn w:val="Absatz-Standardschriftart"/>
  </w:style>
  <w:style w:type="paragraph" w:styleId="KeinLeerraum">
    <w:name w:val="No Spacing"/>
    <w:rPr>
      <w:rFonts w:ascii="Arial" w:hAnsi="Arial"/>
      <w:szCs w:val="24"/>
    </w:rPr>
  </w:style>
  <w:style w:type="paragraph" w:styleId="Listenabsatz">
    <w:name w:val="List Paragraph"/>
    <w:basedOn w:val="Standard"/>
    <w:uiPriority w:val="34"/>
    <w:qFormat/>
    <w:pPr>
      <w:ind w:left="720"/>
    </w:pPr>
  </w:style>
  <w:style w:type="paragraph" w:styleId="Aufzhlungszeichen">
    <w:name w:val="List Bullet"/>
    <w:basedOn w:val="Standard"/>
    <w:autoRedefine/>
    <w:pPr>
      <w:numPr>
        <w:numId w:val="4"/>
      </w:numPr>
    </w:pPr>
  </w:style>
  <w:style w:type="paragraph" w:styleId="Dokumentstruktur">
    <w:name w:val="Document Map"/>
    <w:basedOn w:val="Standard"/>
    <w:semiHidden/>
    <w:pPr>
      <w:shd w:val="clear" w:color="auto" w:fill="000080"/>
    </w:pPr>
    <w:rPr>
      <w:rFonts w:ascii="Tahoma" w:hAnsi="Tahoma" w:cs="Tahoma"/>
    </w:rPr>
  </w:style>
  <w:style w:type="paragraph" w:customStyle="1" w:styleId="Formatvorlage1">
    <w:name w:val="Formatvorlage1"/>
    <w:basedOn w:val="Textkrper"/>
  </w:style>
  <w:style w:type="paragraph" w:styleId="Sprechblasentext">
    <w:name w:val="Balloon Text"/>
    <w:basedOn w:val="Standard"/>
    <w:semiHidden/>
    <w:rPr>
      <w:rFonts w:ascii="Tahoma" w:hAnsi="Tahoma" w:cs="Tahoma"/>
      <w:sz w:val="16"/>
      <w:szCs w:val="16"/>
    </w:rPr>
  </w:style>
  <w:style w:type="character" w:customStyle="1" w:styleId="KopfzeileZchn">
    <w:name w:val="Kopfzeile Zchn"/>
    <w:link w:val="Kopfzeile"/>
    <w:uiPriority w:val="99"/>
    <w:rsid w:val="00D44960"/>
    <w:rPr>
      <w:rFonts w:ascii="Arial" w:hAnsi="Arial"/>
      <w:szCs w:val="24"/>
    </w:rPr>
  </w:style>
  <w:style w:type="paragraph" w:customStyle="1" w:styleId="PMBullets">
    <w:name w:val="PM Bullets"/>
    <w:basedOn w:val="Standard"/>
    <w:link w:val="PMBulletsZchn"/>
    <w:qFormat/>
    <w:rsid w:val="00E27E6E"/>
    <w:pPr>
      <w:numPr>
        <w:numId w:val="17"/>
      </w:numPr>
      <w:spacing w:before="0" w:after="120" w:line="360" w:lineRule="exact"/>
      <w:ind w:left="357" w:hanging="357"/>
    </w:pPr>
    <w:rPr>
      <w:rFonts w:ascii="Hella DIN Universal" w:hAnsi="Hella DIN Universal" w:cs="Hella DIN Universal"/>
      <w:sz w:val="24"/>
    </w:rPr>
  </w:style>
  <w:style w:type="paragraph" w:customStyle="1" w:styleId="PMBody">
    <w:name w:val="PM Body"/>
    <w:basedOn w:val="Standard"/>
    <w:link w:val="PMBodyZchn"/>
    <w:qFormat/>
    <w:rsid w:val="00216483"/>
    <w:pPr>
      <w:spacing w:before="240" w:line="330" w:lineRule="exact"/>
    </w:pPr>
    <w:rPr>
      <w:sz w:val="22"/>
      <w:szCs w:val="22"/>
    </w:rPr>
  </w:style>
  <w:style w:type="character" w:customStyle="1" w:styleId="PMBulletsZchn">
    <w:name w:val="PM Bullets Zchn"/>
    <w:link w:val="PMBullets"/>
    <w:rsid w:val="00E27E6E"/>
    <w:rPr>
      <w:rFonts w:ascii="Hella DIN Universal" w:hAnsi="Hella DIN Universal" w:cs="Hella DIN Universal"/>
      <w:sz w:val="24"/>
      <w:szCs w:val="24"/>
    </w:rPr>
  </w:style>
  <w:style w:type="paragraph" w:customStyle="1" w:styleId="PMBoilerplate">
    <w:name w:val="PM Boilerplate"/>
    <w:basedOn w:val="Standard"/>
    <w:link w:val="PMBoilerplateZchn"/>
    <w:qFormat/>
    <w:rsid w:val="0022556A"/>
    <w:pPr>
      <w:spacing w:before="0" w:after="180"/>
    </w:pPr>
  </w:style>
  <w:style w:type="paragraph" w:styleId="Titel">
    <w:name w:val="Title"/>
    <w:basedOn w:val="Standard"/>
    <w:next w:val="Standard"/>
    <w:link w:val="TitelZchn"/>
    <w:rsid w:val="00B2082C"/>
    <w:pPr>
      <w:spacing w:before="240" w:after="60"/>
      <w:jc w:val="center"/>
      <w:outlineLvl w:val="0"/>
    </w:pPr>
    <w:rPr>
      <w:rFonts w:ascii="Cambria" w:hAnsi="Cambria"/>
      <w:b/>
      <w:bCs/>
      <w:kern w:val="28"/>
      <w:sz w:val="32"/>
      <w:szCs w:val="32"/>
    </w:rPr>
  </w:style>
  <w:style w:type="character" w:customStyle="1" w:styleId="TitelZchn">
    <w:name w:val="Titel Zchn"/>
    <w:link w:val="Titel"/>
    <w:rsid w:val="00B2082C"/>
    <w:rPr>
      <w:rFonts w:ascii="Cambria" w:eastAsia="Times New Roman" w:hAnsi="Cambria" w:cs="Times New Roman"/>
      <w:b/>
      <w:bCs/>
      <w:kern w:val="28"/>
      <w:sz w:val="32"/>
      <w:szCs w:val="32"/>
    </w:rPr>
  </w:style>
  <w:style w:type="paragraph" w:customStyle="1" w:styleId="PMSubheading">
    <w:name w:val="PM Subheading"/>
    <w:basedOn w:val="Standard"/>
    <w:link w:val="PMSubheadingZchn"/>
    <w:qFormat/>
    <w:rsid w:val="00532AD4"/>
    <w:pPr>
      <w:spacing w:before="240"/>
    </w:pPr>
    <w:rPr>
      <w:b/>
      <w:bCs/>
      <w:sz w:val="22"/>
      <w:szCs w:val="22"/>
    </w:rPr>
  </w:style>
  <w:style w:type="character" w:customStyle="1" w:styleId="PMBodyZchn">
    <w:name w:val="PM Body Zchn"/>
    <w:link w:val="PMBody"/>
    <w:rsid w:val="00216483"/>
    <w:rPr>
      <w:rFonts w:ascii="Arial" w:hAnsi="Arial"/>
      <w:sz w:val="22"/>
      <w:szCs w:val="22"/>
    </w:rPr>
  </w:style>
  <w:style w:type="paragraph" w:customStyle="1" w:styleId="PM1stpargraph">
    <w:name w:val="PM 1st pargraph"/>
    <w:basedOn w:val="Standard"/>
    <w:link w:val="PM1stpargraphZchn"/>
    <w:qFormat/>
    <w:rsid w:val="00532AD4"/>
    <w:pPr>
      <w:spacing w:before="300" w:line="330" w:lineRule="exact"/>
    </w:pPr>
    <w:rPr>
      <w:sz w:val="22"/>
      <w:szCs w:val="22"/>
    </w:rPr>
  </w:style>
  <w:style w:type="paragraph" w:customStyle="1" w:styleId="Formatvorlage3">
    <w:name w:val="Formatvorlage3"/>
    <w:rsid w:val="002834B5"/>
    <w:rPr>
      <w:rFonts w:ascii="Hella DIN Universal" w:hAnsi="Hella DIN Universal" w:cs="Hella DIN Universal"/>
      <w:sz w:val="40"/>
      <w:szCs w:val="40"/>
      <w:lang w:eastAsia="en-US"/>
    </w:rPr>
  </w:style>
  <w:style w:type="paragraph" w:customStyle="1" w:styleId="Formatvorlage2">
    <w:name w:val="Formatvorlage2"/>
    <w:basedOn w:val="Standard"/>
    <w:rsid w:val="00531998"/>
    <w:pPr>
      <w:spacing w:before="120" w:line="240" w:lineRule="auto"/>
    </w:pPr>
    <w:rPr>
      <w:rFonts w:cs="Hella DIN Universal Light"/>
      <w:b/>
      <w:bCs/>
      <w:sz w:val="22"/>
      <w:szCs w:val="20"/>
    </w:rPr>
  </w:style>
  <w:style w:type="character" w:styleId="Kommentarzeichen">
    <w:name w:val="annotation reference"/>
    <w:rsid w:val="001F6AC5"/>
    <w:rPr>
      <w:sz w:val="16"/>
      <w:szCs w:val="16"/>
    </w:rPr>
  </w:style>
  <w:style w:type="paragraph" w:styleId="Kommentartext">
    <w:name w:val="annotation text"/>
    <w:basedOn w:val="Standard"/>
    <w:link w:val="KommentartextZchn"/>
    <w:rsid w:val="001F6AC5"/>
    <w:pPr>
      <w:spacing w:line="240" w:lineRule="auto"/>
    </w:pPr>
    <w:rPr>
      <w:szCs w:val="20"/>
    </w:rPr>
  </w:style>
  <w:style w:type="character" w:customStyle="1" w:styleId="KommentartextZchn">
    <w:name w:val="Kommentartext Zchn"/>
    <w:link w:val="Kommentartext"/>
    <w:rsid w:val="001F6AC5"/>
    <w:rPr>
      <w:rFonts w:ascii="Arial" w:hAnsi="Arial"/>
    </w:rPr>
  </w:style>
  <w:style w:type="paragraph" w:styleId="Kommentarthema">
    <w:name w:val="annotation subject"/>
    <w:basedOn w:val="Kommentartext"/>
    <w:next w:val="Kommentartext"/>
    <w:link w:val="KommentarthemaZchn"/>
    <w:rsid w:val="001F6AC5"/>
    <w:rPr>
      <w:b/>
      <w:bCs/>
    </w:rPr>
  </w:style>
  <w:style w:type="character" w:customStyle="1" w:styleId="KommentarthemaZchn">
    <w:name w:val="Kommentarthema Zchn"/>
    <w:link w:val="Kommentarthema"/>
    <w:rsid w:val="001F6AC5"/>
    <w:rPr>
      <w:rFonts w:ascii="Arial" w:hAnsi="Arial"/>
      <w:b/>
      <w:bCs/>
    </w:rPr>
  </w:style>
  <w:style w:type="paragraph" w:customStyle="1" w:styleId="Flietext9ptblockFinanzteilFlietext">
    <w:name w:val="Fließtext 9pt block (Finanzteil:Fließtext)"/>
    <w:basedOn w:val="Standard"/>
    <w:uiPriority w:val="99"/>
    <w:rsid w:val="00DE584E"/>
    <w:pPr>
      <w:tabs>
        <w:tab w:val="left" w:pos="227"/>
        <w:tab w:val="left" w:pos="425"/>
      </w:tabs>
      <w:autoSpaceDE w:val="0"/>
      <w:autoSpaceDN w:val="0"/>
      <w:adjustRightInd w:val="0"/>
      <w:spacing w:before="0" w:line="228" w:lineRule="atLeast"/>
      <w:jc w:val="both"/>
      <w:textAlignment w:val="center"/>
    </w:pPr>
    <w:rPr>
      <w:rFonts w:ascii="Hella DIN Universal Light" w:hAnsi="Hella DIN Universal Light" w:cs="Hella DIN Universal Light"/>
      <w:color w:val="000000"/>
      <w:sz w:val="18"/>
      <w:szCs w:val="18"/>
    </w:rPr>
  </w:style>
  <w:style w:type="character" w:styleId="NichtaufgelsteErwhnung">
    <w:name w:val="Unresolved Mention"/>
    <w:uiPriority w:val="99"/>
    <w:semiHidden/>
    <w:unhideWhenUsed/>
    <w:rsid w:val="009E4CF0"/>
    <w:rPr>
      <w:color w:val="605E5C"/>
      <w:shd w:val="clear" w:color="auto" w:fill="E1DFDD"/>
    </w:rPr>
  </w:style>
  <w:style w:type="character" w:customStyle="1" w:styleId="PMBoilerplateZchn">
    <w:name w:val="PM Boilerplate Zchn"/>
    <w:link w:val="PMBoilerplate"/>
    <w:rsid w:val="0022556A"/>
    <w:rPr>
      <w:rFonts w:ascii="Arial" w:hAnsi="Arial"/>
      <w:szCs w:val="24"/>
    </w:rPr>
  </w:style>
  <w:style w:type="character" w:customStyle="1" w:styleId="PMSubheadingZchn">
    <w:name w:val="PM Subheading Zchn"/>
    <w:link w:val="PMSubheading"/>
    <w:rsid w:val="00532AD4"/>
    <w:rPr>
      <w:rFonts w:ascii="Arial" w:hAnsi="Arial"/>
      <w:b/>
      <w:bCs/>
      <w:sz w:val="22"/>
      <w:szCs w:val="22"/>
    </w:rPr>
  </w:style>
  <w:style w:type="character" w:customStyle="1" w:styleId="PM1stpargraphZchn">
    <w:name w:val="PM 1st pargraph Zchn"/>
    <w:link w:val="PM1stpargraph"/>
    <w:rsid w:val="00532AD4"/>
    <w:rPr>
      <w:rFonts w:ascii="Arial" w:hAnsi="Arial"/>
      <w:sz w:val="22"/>
      <w:szCs w:val="22"/>
    </w:rPr>
  </w:style>
  <w:style w:type="paragraph" w:customStyle="1" w:styleId="PMHeadline1">
    <w:name w:val="PM Headline1"/>
    <w:basedOn w:val="Standard"/>
    <w:link w:val="PMHeadline1Zchn"/>
    <w:qFormat/>
    <w:rsid w:val="00531998"/>
    <w:pPr>
      <w:spacing w:before="0" w:after="300" w:line="500" w:lineRule="exact"/>
    </w:pPr>
    <w:rPr>
      <w:rFonts w:ascii="Hella DIN Universal" w:hAnsi="Hella DIN Universal" w:cs="Hella DIN Universal"/>
      <w:sz w:val="40"/>
      <w:szCs w:val="40"/>
    </w:rPr>
  </w:style>
  <w:style w:type="character" w:customStyle="1" w:styleId="PMHeadline1Zchn">
    <w:name w:val="PM Headline1 Zchn"/>
    <w:link w:val="PMHeadline1"/>
    <w:rsid w:val="00531998"/>
    <w:rPr>
      <w:rFonts w:ascii="Hella DIN Universal" w:hAnsi="Hella DIN Universal" w:cs="Hella DIN Universal"/>
      <w:b w:val="0"/>
      <w:bCs w:val="0"/>
      <w:sz w:val="40"/>
      <w:szCs w:val="40"/>
    </w:rPr>
  </w:style>
  <w:style w:type="character" w:customStyle="1" w:styleId="berschrift7Zchn">
    <w:name w:val="Überschrift 7 Zchn"/>
    <w:link w:val="berschrift7"/>
    <w:rsid w:val="00E22B7B"/>
    <w:rPr>
      <w:rFonts w:ascii="Arial" w:hAnsi="Arial" w:cs="Arial"/>
      <w:b/>
      <w:bCs/>
      <w:sz w:val="16"/>
      <w:szCs w:val="24"/>
    </w:rPr>
  </w:style>
  <w:style w:type="character" w:customStyle="1" w:styleId="FuzeileZchn">
    <w:name w:val="Fußzeile Zchn"/>
    <w:link w:val="Fuzeile"/>
    <w:rsid w:val="00E22B7B"/>
    <w:rPr>
      <w:rFonts w:ascii="Arial" w:hAnsi="Arial"/>
      <w:szCs w:val="24"/>
    </w:rPr>
  </w:style>
  <w:style w:type="paragraph" w:customStyle="1" w:styleId="PMAbbinder">
    <w:name w:val="PM Abbinder"/>
    <w:basedOn w:val="Standard"/>
    <w:link w:val="PMAbbinderZchn"/>
    <w:qFormat/>
    <w:rsid w:val="00597E8B"/>
    <w:pPr>
      <w:spacing w:before="0" w:line="240" w:lineRule="auto"/>
    </w:pPr>
    <w:rPr>
      <w:rFonts w:cs="Arial"/>
      <w:sz w:val="24"/>
      <w:szCs w:val="18"/>
    </w:rPr>
  </w:style>
  <w:style w:type="character" w:customStyle="1" w:styleId="PMAbbinderZchn">
    <w:name w:val="PM Abbinder Zchn"/>
    <w:link w:val="PMAbbinder"/>
    <w:locked/>
    <w:rsid w:val="00597E8B"/>
    <w:rPr>
      <w:rFonts w:ascii="Arial" w:hAnsi="Arial" w:cs="Arial"/>
      <w:sz w:val="24"/>
      <w:szCs w:val="18"/>
    </w:rPr>
  </w:style>
  <w:style w:type="paragraph" w:customStyle="1" w:styleId="Textkrper21">
    <w:name w:val="Textkörper 21"/>
    <w:basedOn w:val="Standard"/>
    <w:rsid w:val="00D272CC"/>
    <w:pPr>
      <w:suppressAutoHyphens/>
      <w:autoSpaceDE w:val="0"/>
      <w:spacing w:before="0" w:line="240" w:lineRule="atLeast"/>
    </w:pPr>
    <w:rPr>
      <w:rFonts w:ascii="Helv" w:hAnsi="Helv"/>
      <w:bCs/>
      <w:color w:val="000000"/>
      <w:sz w:val="24"/>
      <w:lang w:eastAsia="ar-SA"/>
    </w:rPr>
  </w:style>
  <w:style w:type="paragraph" w:customStyle="1" w:styleId="paragraph">
    <w:name w:val="paragraph"/>
    <w:basedOn w:val="Standard"/>
    <w:rsid w:val="001204EB"/>
    <w:pPr>
      <w:spacing w:before="100" w:beforeAutospacing="1" w:after="100" w:afterAutospacing="1" w:line="240" w:lineRule="auto"/>
    </w:pPr>
    <w:rPr>
      <w:rFonts w:ascii="Times New Roman" w:hAnsi="Times New Roman"/>
      <w:sz w:val="24"/>
      <w:lang w:eastAsia="de-DE"/>
    </w:rPr>
  </w:style>
  <w:style w:type="character" w:customStyle="1" w:styleId="normaltextrun">
    <w:name w:val="normaltextrun"/>
    <w:basedOn w:val="Absatz-Standardschriftart"/>
    <w:rsid w:val="00120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87313">
      <w:bodyDiv w:val="1"/>
      <w:marLeft w:val="0"/>
      <w:marRight w:val="0"/>
      <w:marTop w:val="0"/>
      <w:marBottom w:val="0"/>
      <w:divBdr>
        <w:top w:val="none" w:sz="0" w:space="0" w:color="auto"/>
        <w:left w:val="none" w:sz="0" w:space="0" w:color="auto"/>
        <w:bottom w:val="none" w:sz="0" w:space="0" w:color="auto"/>
        <w:right w:val="none" w:sz="0" w:space="0" w:color="auto"/>
      </w:divBdr>
    </w:div>
    <w:div w:id="108934955">
      <w:bodyDiv w:val="1"/>
      <w:marLeft w:val="0"/>
      <w:marRight w:val="0"/>
      <w:marTop w:val="0"/>
      <w:marBottom w:val="0"/>
      <w:divBdr>
        <w:top w:val="none" w:sz="0" w:space="0" w:color="auto"/>
        <w:left w:val="none" w:sz="0" w:space="0" w:color="auto"/>
        <w:bottom w:val="none" w:sz="0" w:space="0" w:color="auto"/>
        <w:right w:val="none" w:sz="0" w:space="0" w:color="auto"/>
      </w:divBdr>
    </w:div>
    <w:div w:id="368650322">
      <w:bodyDiv w:val="1"/>
      <w:marLeft w:val="0"/>
      <w:marRight w:val="0"/>
      <w:marTop w:val="0"/>
      <w:marBottom w:val="0"/>
      <w:divBdr>
        <w:top w:val="none" w:sz="0" w:space="0" w:color="auto"/>
        <w:left w:val="none" w:sz="0" w:space="0" w:color="auto"/>
        <w:bottom w:val="none" w:sz="0" w:space="0" w:color="auto"/>
        <w:right w:val="none" w:sz="0" w:space="0" w:color="auto"/>
      </w:divBdr>
    </w:div>
    <w:div w:id="374014166">
      <w:bodyDiv w:val="1"/>
      <w:marLeft w:val="0"/>
      <w:marRight w:val="0"/>
      <w:marTop w:val="0"/>
      <w:marBottom w:val="0"/>
      <w:divBdr>
        <w:top w:val="none" w:sz="0" w:space="0" w:color="auto"/>
        <w:left w:val="none" w:sz="0" w:space="0" w:color="auto"/>
        <w:bottom w:val="none" w:sz="0" w:space="0" w:color="auto"/>
        <w:right w:val="none" w:sz="0" w:space="0" w:color="auto"/>
      </w:divBdr>
    </w:div>
    <w:div w:id="387195444">
      <w:bodyDiv w:val="1"/>
      <w:marLeft w:val="0"/>
      <w:marRight w:val="0"/>
      <w:marTop w:val="0"/>
      <w:marBottom w:val="0"/>
      <w:divBdr>
        <w:top w:val="none" w:sz="0" w:space="0" w:color="auto"/>
        <w:left w:val="none" w:sz="0" w:space="0" w:color="auto"/>
        <w:bottom w:val="none" w:sz="0" w:space="0" w:color="auto"/>
        <w:right w:val="none" w:sz="0" w:space="0" w:color="auto"/>
      </w:divBdr>
    </w:div>
    <w:div w:id="494304317">
      <w:bodyDiv w:val="1"/>
      <w:marLeft w:val="0"/>
      <w:marRight w:val="0"/>
      <w:marTop w:val="0"/>
      <w:marBottom w:val="0"/>
      <w:divBdr>
        <w:top w:val="none" w:sz="0" w:space="0" w:color="auto"/>
        <w:left w:val="none" w:sz="0" w:space="0" w:color="auto"/>
        <w:bottom w:val="none" w:sz="0" w:space="0" w:color="auto"/>
        <w:right w:val="none" w:sz="0" w:space="0" w:color="auto"/>
      </w:divBdr>
    </w:div>
    <w:div w:id="498882941">
      <w:bodyDiv w:val="1"/>
      <w:marLeft w:val="0"/>
      <w:marRight w:val="0"/>
      <w:marTop w:val="0"/>
      <w:marBottom w:val="0"/>
      <w:divBdr>
        <w:top w:val="none" w:sz="0" w:space="0" w:color="auto"/>
        <w:left w:val="none" w:sz="0" w:space="0" w:color="auto"/>
        <w:bottom w:val="none" w:sz="0" w:space="0" w:color="auto"/>
        <w:right w:val="none" w:sz="0" w:space="0" w:color="auto"/>
      </w:divBdr>
    </w:div>
    <w:div w:id="696543276">
      <w:bodyDiv w:val="1"/>
      <w:marLeft w:val="0"/>
      <w:marRight w:val="0"/>
      <w:marTop w:val="0"/>
      <w:marBottom w:val="0"/>
      <w:divBdr>
        <w:top w:val="none" w:sz="0" w:space="0" w:color="auto"/>
        <w:left w:val="none" w:sz="0" w:space="0" w:color="auto"/>
        <w:bottom w:val="none" w:sz="0" w:space="0" w:color="auto"/>
        <w:right w:val="none" w:sz="0" w:space="0" w:color="auto"/>
      </w:divBdr>
    </w:div>
    <w:div w:id="700399424">
      <w:bodyDiv w:val="1"/>
      <w:marLeft w:val="0"/>
      <w:marRight w:val="0"/>
      <w:marTop w:val="0"/>
      <w:marBottom w:val="0"/>
      <w:divBdr>
        <w:top w:val="none" w:sz="0" w:space="0" w:color="auto"/>
        <w:left w:val="none" w:sz="0" w:space="0" w:color="auto"/>
        <w:bottom w:val="none" w:sz="0" w:space="0" w:color="auto"/>
        <w:right w:val="none" w:sz="0" w:space="0" w:color="auto"/>
      </w:divBdr>
    </w:div>
    <w:div w:id="958687068">
      <w:bodyDiv w:val="1"/>
      <w:marLeft w:val="0"/>
      <w:marRight w:val="0"/>
      <w:marTop w:val="0"/>
      <w:marBottom w:val="0"/>
      <w:divBdr>
        <w:top w:val="none" w:sz="0" w:space="0" w:color="auto"/>
        <w:left w:val="none" w:sz="0" w:space="0" w:color="auto"/>
        <w:bottom w:val="none" w:sz="0" w:space="0" w:color="auto"/>
        <w:right w:val="none" w:sz="0" w:space="0" w:color="auto"/>
      </w:divBdr>
    </w:div>
    <w:div w:id="1000891233">
      <w:bodyDiv w:val="1"/>
      <w:marLeft w:val="0"/>
      <w:marRight w:val="0"/>
      <w:marTop w:val="0"/>
      <w:marBottom w:val="0"/>
      <w:divBdr>
        <w:top w:val="none" w:sz="0" w:space="0" w:color="auto"/>
        <w:left w:val="none" w:sz="0" w:space="0" w:color="auto"/>
        <w:bottom w:val="none" w:sz="0" w:space="0" w:color="auto"/>
        <w:right w:val="none" w:sz="0" w:space="0" w:color="auto"/>
      </w:divBdr>
    </w:div>
    <w:div w:id="1033723746">
      <w:bodyDiv w:val="1"/>
      <w:marLeft w:val="0"/>
      <w:marRight w:val="0"/>
      <w:marTop w:val="0"/>
      <w:marBottom w:val="0"/>
      <w:divBdr>
        <w:top w:val="none" w:sz="0" w:space="0" w:color="auto"/>
        <w:left w:val="none" w:sz="0" w:space="0" w:color="auto"/>
        <w:bottom w:val="none" w:sz="0" w:space="0" w:color="auto"/>
        <w:right w:val="none" w:sz="0" w:space="0" w:color="auto"/>
      </w:divBdr>
    </w:div>
    <w:div w:id="1127431201">
      <w:bodyDiv w:val="1"/>
      <w:marLeft w:val="0"/>
      <w:marRight w:val="0"/>
      <w:marTop w:val="0"/>
      <w:marBottom w:val="0"/>
      <w:divBdr>
        <w:top w:val="none" w:sz="0" w:space="0" w:color="auto"/>
        <w:left w:val="none" w:sz="0" w:space="0" w:color="auto"/>
        <w:bottom w:val="none" w:sz="0" w:space="0" w:color="auto"/>
        <w:right w:val="none" w:sz="0" w:space="0" w:color="auto"/>
      </w:divBdr>
    </w:div>
    <w:div w:id="1192650218">
      <w:bodyDiv w:val="1"/>
      <w:marLeft w:val="0"/>
      <w:marRight w:val="0"/>
      <w:marTop w:val="0"/>
      <w:marBottom w:val="0"/>
      <w:divBdr>
        <w:top w:val="none" w:sz="0" w:space="0" w:color="auto"/>
        <w:left w:val="none" w:sz="0" w:space="0" w:color="auto"/>
        <w:bottom w:val="none" w:sz="0" w:space="0" w:color="auto"/>
        <w:right w:val="none" w:sz="0" w:space="0" w:color="auto"/>
      </w:divBdr>
      <w:divsChild>
        <w:div w:id="1130248421">
          <w:marLeft w:val="0"/>
          <w:marRight w:val="0"/>
          <w:marTop w:val="0"/>
          <w:marBottom w:val="0"/>
          <w:divBdr>
            <w:top w:val="none" w:sz="0" w:space="0" w:color="auto"/>
            <w:left w:val="none" w:sz="0" w:space="0" w:color="auto"/>
            <w:bottom w:val="none" w:sz="0" w:space="0" w:color="auto"/>
            <w:right w:val="none" w:sz="0" w:space="0" w:color="auto"/>
          </w:divBdr>
          <w:divsChild>
            <w:div w:id="387071392">
              <w:marLeft w:val="0"/>
              <w:marRight w:val="0"/>
              <w:marTop w:val="0"/>
              <w:marBottom w:val="0"/>
              <w:divBdr>
                <w:top w:val="none" w:sz="0" w:space="0" w:color="auto"/>
                <w:left w:val="none" w:sz="0" w:space="0" w:color="auto"/>
                <w:bottom w:val="none" w:sz="0" w:space="0" w:color="auto"/>
                <w:right w:val="none" w:sz="0" w:space="0" w:color="auto"/>
              </w:divBdr>
              <w:divsChild>
                <w:div w:id="1624649635">
                  <w:marLeft w:val="0"/>
                  <w:marRight w:val="0"/>
                  <w:marTop w:val="0"/>
                  <w:marBottom w:val="0"/>
                  <w:divBdr>
                    <w:top w:val="none" w:sz="0" w:space="0" w:color="auto"/>
                    <w:left w:val="none" w:sz="0" w:space="0" w:color="auto"/>
                    <w:bottom w:val="none" w:sz="0" w:space="0" w:color="auto"/>
                    <w:right w:val="none" w:sz="0" w:space="0" w:color="auto"/>
                  </w:divBdr>
                  <w:divsChild>
                    <w:div w:id="429202263">
                      <w:marLeft w:val="0"/>
                      <w:marRight w:val="0"/>
                      <w:marTop w:val="0"/>
                      <w:marBottom w:val="450"/>
                      <w:divBdr>
                        <w:top w:val="none" w:sz="0" w:space="0" w:color="auto"/>
                        <w:left w:val="none" w:sz="0" w:space="0" w:color="auto"/>
                        <w:bottom w:val="none" w:sz="0" w:space="0" w:color="auto"/>
                        <w:right w:val="none" w:sz="0" w:space="0" w:color="auto"/>
                      </w:divBdr>
                      <w:divsChild>
                        <w:div w:id="1831406573">
                          <w:marLeft w:val="0"/>
                          <w:marRight w:val="0"/>
                          <w:marTop w:val="0"/>
                          <w:marBottom w:val="0"/>
                          <w:divBdr>
                            <w:top w:val="none" w:sz="0" w:space="0" w:color="auto"/>
                            <w:left w:val="none" w:sz="0" w:space="0" w:color="auto"/>
                            <w:bottom w:val="none" w:sz="0" w:space="0" w:color="auto"/>
                            <w:right w:val="none" w:sz="0" w:space="0" w:color="auto"/>
                          </w:divBdr>
                          <w:divsChild>
                            <w:div w:id="1756051149">
                              <w:marLeft w:val="0"/>
                              <w:marRight w:val="0"/>
                              <w:marTop w:val="0"/>
                              <w:marBottom w:val="0"/>
                              <w:divBdr>
                                <w:top w:val="none" w:sz="0" w:space="0" w:color="auto"/>
                                <w:left w:val="none" w:sz="0" w:space="0" w:color="auto"/>
                                <w:bottom w:val="none" w:sz="0" w:space="0" w:color="auto"/>
                                <w:right w:val="none" w:sz="0" w:space="0" w:color="auto"/>
                              </w:divBdr>
                              <w:divsChild>
                                <w:div w:id="47268995">
                                  <w:marLeft w:val="0"/>
                                  <w:marRight w:val="0"/>
                                  <w:marTop w:val="0"/>
                                  <w:marBottom w:val="0"/>
                                  <w:divBdr>
                                    <w:top w:val="none" w:sz="0" w:space="0" w:color="auto"/>
                                    <w:left w:val="none" w:sz="0" w:space="0" w:color="auto"/>
                                    <w:bottom w:val="none" w:sz="0" w:space="0" w:color="auto"/>
                                    <w:right w:val="none" w:sz="0" w:space="0" w:color="auto"/>
                                  </w:divBdr>
                                  <w:divsChild>
                                    <w:div w:id="387457924">
                                      <w:marLeft w:val="0"/>
                                      <w:marRight w:val="0"/>
                                      <w:marTop w:val="0"/>
                                      <w:marBottom w:val="0"/>
                                      <w:divBdr>
                                        <w:top w:val="none" w:sz="0" w:space="0" w:color="auto"/>
                                        <w:left w:val="none" w:sz="0" w:space="0" w:color="auto"/>
                                        <w:bottom w:val="none" w:sz="0" w:space="0" w:color="auto"/>
                                        <w:right w:val="none" w:sz="0" w:space="0" w:color="auto"/>
                                      </w:divBdr>
                                      <w:divsChild>
                                        <w:div w:id="1703281598">
                                          <w:marLeft w:val="0"/>
                                          <w:marRight w:val="0"/>
                                          <w:marTop w:val="0"/>
                                          <w:marBottom w:val="0"/>
                                          <w:divBdr>
                                            <w:top w:val="none" w:sz="0" w:space="0" w:color="auto"/>
                                            <w:left w:val="none" w:sz="0" w:space="0" w:color="auto"/>
                                            <w:bottom w:val="none" w:sz="0" w:space="0" w:color="auto"/>
                                            <w:right w:val="none" w:sz="0" w:space="0" w:color="auto"/>
                                          </w:divBdr>
                                          <w:divsChild>
                                            <w:div w:id="2038846139">
                                              <w:marLeft w:val="0"/>
                                              <w:marRight w:val="0"/>
                                              <w:marTop w:val="0"/>
                                              <w:marBottom w:val="0"/>
                                              <w:divBdr>
                                                <w:top w:val="none" w:sz="0" w:space="0" w:color="auto"/>
                                                <w:left w:val="none" w:sz="0" w:space="0" w:color="auto"/>
                                                <w:bottom w:val="none" w:sz="0" w:space="0" w:color="auto"/>
                                                <w:right w:val="none" w:sz="0" w:space="0" w:color="auto"/>
                                              </w:divBdr>
                                              <w:divsChild>
                                                <w:div w:id="66925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7755033">
      <w:bodyDiv w:val="1"/>
      <w:marLeft w:val="0"/>
      <w:marRight w:val="0"/>
      <w:marTop w:val="0"/>
      <w:marBottom w:val="0"/>
      <w:divBdr>
        <w:top w:val="none" w:sz="0" w:space="0" w:color="auto"/>
        <w:left w:val="none" w:sz="0" w:space="0" w:color="auto"/>
        <w:bottom w:val="none" w:sz="0" w:space="0" w:color="auto"/>
        <w:right w:val="none" w:sz="0" w:space="0" w:color="auto"/>
      </w:divBdr>
    </w:div>
    <w:div w:id="1658027700">
      <w:bodyDiv w:val="1"/>
      <w:marLeft w:val="0"/>
      <w:marRight w:val="0"/>
      <w:marTop w:val="0"/>
      <w:marBottom w:val="0"/>
      <w:divBdr>
        <w:top w:val="none" w:sz="0" w:space="0" w:color="auto"/>
        <w:left w:val="none" w:sz="0" w:space="0" w:color="auto"/>
        <w:bottom w:val="none" w:sz="0" w:space="0" w:color="auto"/>
        <w:right w:val="none" w:sz="0" w:space="0" w:color="auto"/>
      </w:divBdr>
    </w:div>
    <w:div w:id="2096241293">
      <w:bodyDiv w:val="1"/>
      <w:marLeft w:val="0"/>
      <w:marRight w:val="0"/>
      <w:marTop w:val="0"/>
      <w:marBottom w:val="0"/>
      <w:divBdr>
        <w:top w:val="none" w:sz="0" w:space="0" w:color="auto"/>
        <w:left w:val="none" w:sz="0" w:space="0" w:color="auto"/>
        <w:bottom w:val="none" w:sz="0" w:space="0" w:color="auto"/>
        <w:right w:val="none" w:sz="0" w:space="0" w:color="auto"/>
      </w:divBdr>
    </w:div>
    <w:div w:id="2109962664">
      <w:bodyDiv w:val="1"/>
      <w:marLeft w:val="0"/>
      <w:marRight w:val="0"/>
      <w:marTop w:val="0"/>
      <w:marBottom w:val="0"/>
      <w:divBdr>
        <w:top w:val="none" w:sz="0" w:space="0" w:color="auto"/>
        <w:left w:val="none" w:sz="0" w:space="0" w:color="auto"/>
        <w:bottom w:val="none" w:sz="0" w:space="0" w:color="auto"/>
        <w:right w:val="none" w:sz="0" w:space="0" w:color="auto"/>
      </w:divBdr>
      <w:divsChild>
        <w:div w:id="2125490767">
          <w:marLeft w:val="302"/>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us.Richter@forvia.com" TargetMode="External"/><Relationship Id="rId18" Type="http://schemas.openxmlformats.org/officeDocument/2006/relationships/hyperlink" Target="http://www.hella-gutmann.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resse@hella-gutmann.com" TargetMode="External"/><Relationship Id="rId17" Type="http://schemas.openxmlformats.org/officeDocument/2006/relationships/hyperlink" Target="mailto:Markus.Richter@forvia.co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presse@hella-gutmann.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ella-gutmann.com/de/hella-gutmann/presse/"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hella.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hell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ella-gutmann.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uschiwinkler/Desktop/PI_2022/xxxx.xx.xx_HGS%20PMxx_Template_de.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ubtitles xmlns="d836a169-a660-453e-bba8-453fb3668e64">false</Subtitles>
    <Tag_x0020_Test xmlns="d836a169-a660-453e-bba8-453fb3668e64">Enter Choice #1</Tag_x0020_Test>
    <Copyright xmlns="d836a169-a660-453e-bba8-453fb3668e64">HELLA</Copyright>
    <Classification xmlns="d836a169-a660-453e-bba8-453fb3668e64">Internal</Classification>
    <Business_x0020_Division xmlns="d836a169-a660-453e-bba8-453fb3668e64" xsi:nil="true"/>
    <_ip_UnifiedCompliancePolicyUIAction xmlns="http://schemas.microsoft.com/sharepoint/v3" xsi:nil="true"/>
    <Language xmlns="d836a169-a660-453e-bba8-453fb3668e64" xsi:nil="true"/>
    <_ip_UnifiedCompliancePolicyProperties xmlns="http://schemas.microsoft.com/sharepoint/v3" xsi:nil="true"/>
    <Supplier xmlns="d836a169-a660-453e-bba8-453fb3668e64" xsi:nil="true"/>
    <Video_x0020_type xmlns="d836a169-a660-453e-bba8-453fb3668e64" xsi:nil="true"/>
    <Category xmlns="d836a169-a660-453e-bba8-453fb3668e6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0DEC0E5858F4D42B1A4B9FB8D5D2F89" ma:contentTypeVersion="24" ma:contentTypeDescription="Create a new document." ma:contentTypeScope="" ma:versionID="30c6acc7f8aa4e3d0415254d0b731813">
  <xsd:schema xmlns:xsd="http://www.w3.org/2001/XMLSchema" xmlns:xs="http://www.w3.org/2001/XMLSchema" xmlns:p="http://schemas.microsoft.com/office/2006/metadata/properties" xmlns:ns1="http://schemas.microsoft.com/sharepoint/v3" xmlns:ns2="d836a169-a660-453e-bba8-453fb3668e64" xmlns:ns3="40806c8d-a960-4ea9-b42d-1b643f9679f1" targetNamespace="http://schemas.microsoft.com/office/2006/metadata/properties" ma:root="true" ma:fieldsID="fdb242bdb6b762e8c24c23fdb551f172" ns1:_="" ns2:_="" ns3:_="">
    <xsd:import namespace="http://schemas.microsoft.com/sharepoint/v3"/>
    <xsd:import namespace="d836a169-a660-453e-bba8-453fb3668e64"/>
    <xsd:import namespace="40806c8d-a960-4ea9-b42d-1b643f9679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Language" minOccurs="0"/>
                <xsd:element ref="ns2:Classification" minOccurs="0"/>
                <xsd:element ref="ns2:Copyright" minOccurs="0"/>
                <xsd:element ref="ns2:Category" minOccurs="0"/>
                <xsd:element ref="ns2:Business_x0020_Division" minOccurs="0"/>
                <xsd:element ref="ns2:Subtitles" minOccurs="0"/>
                <xsd:element ref="ns2:Video_x0020_type" minOccurs="0"/>
                <xsd:element ref="ns2:Tag_x0020_Test" minOccurs="0"/>
                <xsd:element ref="ns1:_ip_UnifiedCompliancePolicyProperties" minOccurs="0"/>
                <xsd:element ref="ns1:_ip_UnifiedCompliancePolicyUIAction" minOccurs="0"/>
                <xsd:element ref="ns2:MediaServiceAutoKeyPoints" minOccurs="0"/>
                <xsd:element ref="ns2:MediaServiceKeyPoints" minOccurs="0"/>
                <xsd:element ref="ns2:Supplie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36a169-a660-453e-bba8-453fb3668e6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Language" ma:index="18" nillable="true" ma:displayName="Language" ma:internalName="Language">
      <xsd:simpleType>
        <xsd:restriction base="dms:Text">
          <xsd:maxLength value="255"/>
        </xsd:restriction>
      </xsd:simpleType>
    </xsd:element>
    <xsd:element name="Classification" ma:index="19" nillable="true" ma:displayName="Classification" ma:default="Internal" ma:description="Public or internal" ma:format="Dropdown" ma:internalName="Classification">
      <xsd:simpleType>
        <xsd:restriction base="dms:Text">
          <xsd:maxLength value="255"/>
        </xsd:restriction>
      </xsd:simpleType>
    </xsd:element>
    <xsd:element name="Copyright" ma:index="20" nillable="true" ma:displayName="Copyright" ma:default="HELLA" ma:description="Enter who owns the Copyright of the video" ma:format="Dropdown" ma:internalName="Copyright">
      <xsd:simpleType>
        <xsd:restriction base="dms:Text">
          <xsd:maxLength value="255"/>
        </xsd:restriction>
      </xsd:simpleType>
    </xsd:element>
    <xsd:element name="Category" ma:index="21" nillable="true" ma:displayName="Category" ma:format="Dropdown" ma:internalName="Category">
      <xsd:simpleType>
        <xsd:restriction base="dms:Text">
          <xsd:maxLength value="255"/>
        </xsd:restriction>
      </xsd:simpleType>
    </xsd:element>
    <xsd:element name="Business_x0020_Division" ma:index="22" nillable="true" ma:displayName="Business Division" ma:format="Dropdown" ma:internalName="Business_x0020_Division">
      <xsd:simpleType>
        <xsd:restriction base="dms:Text">
          <xsd:maxLength value="255"/>
        </xsd:restriction>
      </xsd:simpleType>
    </xsd:element>
    <xsd:element name="Subtitles" ma:index="23" nillable="true" ma:displayName="Subtitles" ma:default="0" ma:format="Dropdown" ma:internalName="Subtitles">
      <xsd:simpleType>
        <xsd:restriction base="dms:Boolean"/>
      </xsd:simpleType>
    </xsd:element>
    <xsd:element name="Video_x0020_type" ma:index="24" nillable="true" ma:displayName="Video type" ma:description="E.g. Image video, Tutorial" ma:format="Dropdown" ma:internalName="Video_x0020_type">
      <xsd:simpleType>
        <xsd:restriction base="dms:Text">
          <xsd:maxLength value="255"/>
        </xsd:restriction>
      </xsd:simpleType>
    </xsd:element>
    <xsd:element name="Tag_x0020_Test" ma:index="25" nillable="true" ma:displayName="Tag Test" ma:default="Enter Choice #1" ma:format="Dropdown" ma:internalName="Tag_x0020_Test">
      <xsd:simpleType>
        <xsd:union memberTypes="dms:Text">
          <xsd:simpleType>
            <xsd:restriction base="dms:Choice">
              <xsd:enumeration value="Enter Choice #1"/>
              <xsd:enumeration value="Enter Choice #2"/>
              <xsd:enumeration value="Enter Choice #3"/>
            </xsd:restriction>
          </xsd:simpleType>
        </xsd:union>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element name="Supplier" ma:index="30" nillable="true" ma:displayName="Supplier" ma:format="Dropdown" ma:internalName="Supplier">
      <xsd:simpleType>
        <xsd:restriction base="dms:Text">
          <xsd:maxLength value="255"/>
        </xsd:restriction>
      </xsd:simpleType>
    </xsd:element>
    <xsd:element name="MediaLengthInSeconds" ma:index="3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806c8d-a960-4ea9-b42d-1b643f9679f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60BB0E-F13C-4269-BC1E-8EFF8E3AB8B8}">
  <ds:schemaRefs>
    <ds:schemaRef ds:uri="http://schemas.microsoft.com/sharepoint/v3/contenttype/forms"/>
  </ds:schemaRefs>
</ds:datastoreItem>
</file>

<file path=customXml/itemProps2.xml><?xml version="1.0" encoding="utf-8"?>
<ds:datastoreItem xmlns:ds="http://schemas.openxmlformats.org/officeDocument/2006/customXml" ds:itemID="{A62D7E6B-8629-455C-858A-1554D3CA1282}">
  <ds:schemaRefs>
    <ds:schemaRef ds:uri="http://schemas.openxmlformats.org/officeDocument/2006/bibliography"/>
  </ds:schemaRefs>
</ds:datastoreItem>
</file>

<file path=customXml/itemProps3.xml><?xml version="1.0" encoding="utf-8"?>
<ds:datastoreItem xmlns:ds="http://schemas.openxmlformats.org/officeDocument/2006/customXml" ds:itemID="{1A23888A-57F2-4A78-BB89-A82D3394ABCC}">
  <ds:schemaRefs>
    <ds:schemaRef ds:uri="http://schemas.microsoft.com/office/2006/metadata/properties"/>
    <ds:schemaRef ds:uri="http://schemas.microsoft.com/office/infopath/2007/PartnerControls"/>
    <ds:schemaRef ds:uri="d836a169-a660-453e-bba8-453fb3668e64"/>
    <ds:schemaRef ds:uri="http://schemas.microsoft.com/sharepoint/v3"/>
  </ds:schemaRefs>
</ds:datastoreItem>
</file>

<file path=customXml/itemProps4.xml><?xml version="1.0" encoding="utf-8"?>
<ds:datastoreItem xmlns:ds="http://schemas.openxmlformats.org/officeDocument/2006/customXml" ds:itemID="{A7D3C326-D05F-45A3-91F9-35A99E636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36a169-a660-453e-bba8-453fb3668e64"/>
    <ds:schemaRef ds:uri="40806c8d-a960-4ea9-b42d-1b643f9679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xxxx.xx.xx_HGS PMxx_Template_de.dot</Template>
  <TotalTime>0</TotalTime>
  <Pages>3</Pages>
  <Words>624</Words>
  <Characters>3932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HELLA Pressemitteilung</vt:lpstr>
    </vt:vector>
  </TitlesOfParts>
  <Company>Hella KGaA Hueck &amp; Co.</Company>
  <LinksUpToDate>false</LinksUpToDate>
  <CharactersWithSpaces>4547</CharactersWithSpaces>
  <SharedDoc>false</SharedDoc>
  <HLinks>
    <vt:vector size="36" baseType="variant">
      <vt:variant>
        <vt:i4>6357108</vt:i4>
      </vt:variant>
      <vt:variant>
        <vt:i4>3</vt:i4>
      </vt:variant>
      <vt:variant>
        <vt:i4>0</vt:i4>
      </vt:variant>
      <vt:variant>
        <vt:i4>5</vt:i4>
      </vt:variant>
      <vt:variant>
        <vt:lpwstr>http://www.hella.de/presse</vt:lpwstr>
      </vt:variant>
      <vt:variant>
        <vt:lpwstr/>
      </vt:variant>
      <vt:variant>
        <vt:i4>917526</vt:i4>
      </vt:variant>
      <vt:variant>
        <vt:i4>0</vt:i4>
      </vt:variant>
      <vt:variant>
        <vt:i4>0</vt:i4>
      </vt:variant>
      <vt:variant>
        <vt:i4>5</vt:i4>
      </vt:variant>
      <vt:variant>
        <vt:lpwstr>http://www.hella-gutmann.com/de/hella-gutmann/presse/</vt:lpwstr>
      </vt:variant>
      <vt:variant>
        <vt:lpwstr/>
      </vt:variant>
      <vt:variant>
        <vt:i4>4194328</vt:i4>
      </vt:variant>
      <vt:variant>
        <vt:i4>9</vt:i4>
      </vt:variant>
      <vt:variant>
        <vt:i4>0</vt:i4>
      </vt:variant>
      <vt:variant>
        <vt:i4>5</vt:i4>
      </vt:variant>
      <vt:variant>
        <vt:lpwstr>http://www.hella.com/</vt:lpwstr>
      </vt:variant>
      <vt:variant>
        <vt:lpwstr/>
      </vt:variant>
      <vt:variant>
        <vt:i4>6029379</vt:i4>
      </vt:variant>
      <vt:variant>
        <vt:i4>6</vt:i4>
      </vt:variant>
      <vt:variant>
        <vt:i4>0</vt:i4>
      </vt:variant>
      <vt:variant>
        <vt:i4>5</vt:i4>
      </vt:variant>
      <vt:variant>
        <vt:lpwstr>http://www.hella-gutmann.com/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5701684</vt:i4>
      </vt:variant>
      <vt:variant>
        <vt:i4>0</vt:i4>
      </vt:variant>
      <vt:variant>
        <vt:i4>0</vt:i4>
      </vt:variant>
      <vt:variant>
        <vt:i4>5</vt:i4>
      </vt:variant>
      <vt:variant>
        <vt:lpwstr>mailto:presse@hella-gutmann.com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Pressemitteilung</dc:title>
  <dc:subject/>
  <dc:creator>Microsoft Office User</dc:creator>
  <cp:keywords/>
  <cp:lastModifiedBy>Uschi Winkler</cp:lastModifiedBy>
  <cp:revision>10</cp:revision>
  <cp:lastPrinted>2022-02-05T10:14:00Z</cp:lastPrinted>
  <dcterms:created xsi:type="dcterms:W3CDTF">2022-08-29T10:32:00Z</dcterms:created>
  <dcterms:modified xsi:type="dcterms:W3CDTF">2022-08-30T10:11:00Z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0x010100B0DEC0E5858F4D42B1A4B9FB8D5D2F89</vt:lpwstr>
  </property>
  <property fmtid="{D5CDD505-2E9C-101B-9397-08002B2CF9AE}" pid="3" name="MSIP_Label_2dc7705b-6e4c-417b-ac68-327728b40a07_Enabled">
    <vt:lpwstr>true</vt:lpwstr>
  </property>
  <property fmtid="{D5CDD505-2E9C-101B-9397-08002B2CF9AE}" pid="4" name="MSIP_Label_2dc7705b-6e4c-417b-ac68-327728b40a07_SetDate">
    <vt:lpwstr>2022-02-17T08:34:30Z</vt:lpwstr>
  </property>
  <property fmtid="{D5CDD505-2E9C-101B-9397-08002B2CF9AE}" pid="5" name="MSIP_Label_2dc7705b-6e4c-417b-ac68-327728b40a07_Method">
    <vt:lpwstr>Privileged</vt:lpwstr>
  </property>
  <property fmtid="{D5CDD505-2E9C-101B-9397-08002B2CF9AE}" pid="6" name="MSIP_Label_2dc7705b-6e4c-417b-ac68-327728b40a07_Name">
    <vt:lpwstr>2dc7705b-6e4c-417b-ac68-327728b40a07</vt:lpwstr>
  </property>
  <property fmtid="{D5CDD505-2E9C-101B-9397-08002B2CF9AE}" pid="7" name="MSIP_Label_2dc7705b-6e4c-417b-ac68-327728b40a07_SiteId">
    <vt:lpwstr>2d5eb7e2-d3ee-4bf5-bc62-79d5ae9cd9e1</vt:lpwstr>
  </property>
  <property fmtid="{D5CDD505-2E9C-101B-9397-08002B2CF9AE}" pid="8" name="MSIP_Label_2dc7705b-6e4c-417b-ac68-327728b40a07_ActionId">
    <vt:lpwstr>8dbc9b1a-4fe3-4522-9489-fd626c8f925b</vt:lpwstr>
  </property>
  <property fmtid="{D5CDD505-2E9C-101B-9397-08002B2CF9AE}" pid="9" name="MSIP_Label_2dc7705b-6e4c-417b-ac68-327728b40a07_ContentBits">
    <vt:lpwstr>1</vt:lpwstr>
  </property>
</Properties>
</file>